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4.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19B50" w14:textId="77777777" w:rsidR="001C59B9" w:rsidRPr="00601EAA" w:rsidRDefault="004F726E" w:rsidP="00775A8E">
      <w:pPr>
        <w:pStyle w:val="ICST-Title"/>
      </w:pPr>
      <w:r w:rsidRPr="00775A8E">
        <w:t>This</w:t>
      </w:r>
      <w:r w:rsidRPr="00601EAA">
        <w:t xml:space="preserve"> is a </w:t>
      </w:r>
      <w:r w:rsidR="0049356C" w:rsidRPr="00601EAA">
        <w:t>t</w:t>
      </w:r>
      <w:r w:rsidRPr="00601EAA">
        <w:t>itle</w:t>
      </w:r>
    </w:p>
    <w:p w14:paraId="06B00D54" w14:textId="1CBB2D3F" w:rsidR="000910EF" w:rsidRPr="00775A8E" w:rsidRDefault="00996752" w:rsidP="00775A8E">
      <w:pPr>
        <w:pStyle w:val="ICST-Authorname"/>
      </w:pPr>
      <w:r>
        <w:t>A.</w:t>
      </w:r>
      <w:r w:rsidR="00C55CAC">
        <w:t>N. Author</w:t>
      </w:r>
      <w:r w:rsidR="0049356C" w:rsidRPr="00775A8E">
        <w:rPr>
          <w:vertAlign w:val="superscript"/>
        </w:rPr>
        <w:t>1</w:t>
      </w:r>
      <w:r w:rsidR="00B901BD" w:rsidRPr="00775A8E">
        <w:rPr>
          <w:vertAlign w:val="superscript"/>
        </w:rPr>
        <w:t>,</w:t>
      </w:r>
      <w:r w:rsidR="00850717">
        <w:rPr>
          <w:rStyle w:val="FootnoteReference"/>
        </w:rPr>
        <w:footnoteReference w:id="2"/>
      </w:r>
      <w:r w:rsidR="00775A8E" w:rsidRPr="00775A8E">
        <w:t>,</w:t>
      </w:r>
      <w:r w:rsidR="0049356C" w:rsidRPr="00775A8E">
        <w:t xml:space="preserve"> </w:t>
      </w:r>
      <w:r>
        <w:t>B.</w:t>
      </w:r>
      <w:r w:rsidR="00C55CAC">
        <w:t>N. Author</w:t>
      </w:r>
      <w:r w:rsidR="0049356C" w:rsidRPr="00775A8E">
        <w:rPr>
          <w:vertAlign w:val="superscript"/>
        </w:rPr>
        <w:t>2</w:t>
      </w:r>
      <w:r w:rsidR="0049356C" w:rsidRPr="00775A8E">
        <w:t xml:space="preserve"> and </w:t>
      </w:r>
      <w:r>
        <w:t>C.</w:t>
      </w:r>
      <w:r w:rsidR="00C55CAC">
        <w:t xml:space="preserve">N. </w:t>
      </w:r>
      <w:r w:rsidR="000910EF" w:rsidRPr="00775A8E">
        <w:t>Author</w:t>
      </w:r>
      <w:r w:rsidR="0049356C" w:rsidRPr="00775A8E">
        <w:rPr>
          <w:vertAlign w:val="superscript"/>
        </w:rPr>
        <w:t>3</w:t>
      </w:r>
    </w:p>
    <w:p w14:paraId="2AFC0B03" w14:textId="77777777" w:rsidR="000910EF" w:rsidRPr="00775A8E" w:rsidRDefault="0049356C" w:rsidP="00775A8E">
      <w:pPr>
        <w:pStyle w:val="ICST-Address"/>
      </w:pPr>
      <w:r w:rsidRPr="00775A8E">
        <w:rPr>
          <w:vertAlign w:val="superscript"/>
        </w:rPr>
        <w:t>1</w:t>
      </w:r>
      <w:r w:rsidR="00B901BD" w:rsidRPr="00775A8E">
        <w:t xml:space="preserve">1st </w:t>
      </w:r>
      <w:r w:rsidR="000910EF" w:rsidRPr="00775A8E">
        <w:t>Author’s affiliation</w:t>
      </w:r>
      <w:r w:rsidRPr="00775A8E">
        <w:t>, Author’s address</w:t>
      </w:r>
    </w:p>
    <w:p w14:paraId="223F2E1C" w14:textId="77777777" w:rsidR="00B901BD" w:rsidRPr="00775A8E" w:rsidRDefault="00B901BD" w:rsidP="00775A8E">
      <w:pPr>
        <w:pStyle w:val="ICST-Address"/>
      </w:pPr>
      <w:r w:rsidRPr="00775A8E">
        <w:rPr>
          <w:vertAlign w:val="superscript"/>
        </w:rPr>
        <w:t>2</w:t>
      </w:r>
      <w:r w:rsidRPr="00775A8E">
        <w:t>2nd Author’s affiliation, Author’s address</w:t>
      </w:r>
    </w:p>
    <w:p w14:paraId="6CD8AE9A" w14:textId="77777777" w:rsidR="00B901BD" w:rsidRPr="00775A8E" w:rsidRDefault="00B901BD" w:rsidP="00775A8E">
      <w:pPr>
        <w:pStyle w:val="ICST-Address"/>
      </w:pPr>
      <w:r w:rsidRPr="00775A8E">
        <w:rPr>
          <w:vertAlign w:val="superscript"/>
        </w:rPr>
        <w:t>3</w:t>
      </w:r>
      <w:r w:rsidRPr="00775A8E">
        <w:t>3rd Author’s affiliation, Author’s address</w:t>
      </w:r>
    </w:p>
    <w:p w14:paraId="4FAF4042" w14:textId="77777777" w:rsidR="00B901BD" w:rsidRPr="00601EAA" w:rsidRDefault="00B901BD" w:rsidP="00775A8E">
      <w:pPr>
        <w:pStyle w:val="ICST-Abstractheading"/>
      </w:pPr>
      <w:r w:rsidRPr="00775A8E">
        <w:t>Abstract</w:t>
      </w:r>
    </w:p>
    <w:p w14:paraId="1140F6A0" w14:textId="77777777" w:rsidR="005A667A" w:rsidRDefault="005A667A" w:rsidP="005A667A">
      <w:pPr>
        <w:pStyle w:val="ICST-abstracttext"/>
      </w:pPr>
    </w:p>
    <w:p w14:paraId="04421904" w14:textId="77777777" w:rsidR="00834258" w:rsidRDefault="00834258" w:rsidP="00834258">
      <w:pPr>
        <w:pStyle w:val="ICST-abstracttext"/>
      </w:pPr>
      <w:r>
        <w:t>INTRODUCTION: This is the introductory text.</w:t>
      </w:r>
    </w:p>
    <w:p w14:paraId="76C66D77" w14:textId="77777777" w:rsidR="00834258" w:rsidRDefault="00834258" w:rsidP="00834258">
      <w:pPr>
        <w:pStyle w:val="ICST-abstracttext"/>
      </w:pPr>
      <w:r>
        <w:t>OBJECTIVES: This is the objective of this paper.</w:t>
      </w:r>
    </w:p>
    <w:p w14:paraId="35626538" w14:textId="77777777" w:rsidR="00834258" w:rsidRDefault="00834258" w:rsidP="00834258">
      <w:pPr>
        <w:pStyle w:val="ICST-abstracttext"/>
      </w:pPr>
      <w:r>
        <w:t>METHODS: Techniques derived from social network analysis for employed to conduct this research.</w:t>
      </w:r>
    </w:p>
    <w:p w14:paraId="1AD1D9E8" w14:textId="77777777" w:rsidR="00834258" w:rsidRDefault="00834258" w:rsidP="00834258">
      <w:pPr>
        <w:pStyle w:val="ICST-abstracttext"/>
      </w:pPr>
      <w:r>
        <w:t>RESULTS: The main results obtained in this paper are the following.</w:t>
      </w:r>
    </w:p>
    <w:p w14:paraId="7FA15479" w14:textId="77777777" w:rsidR="005A667A" w:rsidRDefault="00834258" w:rsidP="00834258">
      <w:pPr>
        <w:pStyle w:val="ICST-abstracttext"/>
      </w:pPr>
      <w:r>
        <w:t>CONCLUSION: These are the conclusions of this paper.</w:t>
      </w:r>
    </w:p>
    <w:p w14:paraId="6B3292D3" w14:textId="77777777" w:rsidR="00834258" w:rsidRPr="005A667A" w:rsidRDefault="00834258" w:rsidP="00834258">
      <w:pPr>
        <w:pStyle w:val="ICST-abstracttext"/>
      </w:pPr>
    </w:p>
    <w:p w14:paraId="0E37A603" w14:textId="77777777" w:rsidR="006F2FF6" w:rsidRDefault="00B901BD" w:rsidP="00D70A25">
      <w:pPr>
        <w:pStyle w:val="ICST-Keywords"/>
      </w:pPr>
      <w:r w:rsidRPr="00AB31F2">
        <w:rPr>
          <w:b/>
        </w:rPr>
        <w:t xml:space="preserve">Keywords: </w:t>
      </w:r>
      <w:r w:rsidRPr="009B697B">
        <w:t>these are the keywords, these are the keywords,</w:t>
      </w:r>
      <w:r w:rsidR="007A7FF9" w:rsidRPr="009B697B">
        <w:t xml:space="preserve"> </w:t>
      </w:r>
      <w:r w:rsidRPr="009B697B">
        <w:t>these are the keywords</w:t>
      </w:r>
      <w:r w:rsidR="000910EF" w:rsidRPr="009B697B">
        <w:t>.</w:t>
      </w:r>
    </w:p>
    <w:p w14:paraId="07E87039" w14:textId="77777777" w:rsidR="00D70A25" w:rsidRPr="00C553C8" w:rsidRDefault="00D70A25" w:rsidP="00D70A25">
      <w:pPr>
        <w:ind w:left="227" w:right="227"/>
        <w:rPr>
          <w:sz w:val="18"/>
          <w:szCs w:val="18"/>
        </w:rPr>
      </w:pPr>
      <w:r w:rsidRPr="009849C2">
        <w:rPr>
          <w:sz w:val="18"/>
          <w:szCs w:val="18"/>
        </w:rPr>
        <w:t xml:space="preserve">Received on </w:t>
      </w:r>
      <w:r>
        <w:rPr>
          <w:sz w:val="18"/>
          <w:szCs w:val="18"/>
        </w:rPr>
        <w:t>DD</w:t>
      </w:r>
      <w:r w:rsidRPr="00C553C8">
        <w:rPr>
          <w:sz w:val="18"/>
          <w:szCs w:val="18"/>
        </w:rPr>
        <w:t xml:space="preserve"> </w:t>
      </w:r>
      <w:r>
        <w:rPr>
          <w:sz w:val="18"/>
          <w:szCs w:val="18"/>
        </w:rPr>
        <w:t>MM</w:t>
      </w:r>
      <w:r w:rsidRPr="00C553C8">
        <w:rPr>
          <w:sz w:val="18"/>
          <w:szCs w:val="18"/>
        </w:rPr>
        <w:t xml:space="preserve"> </w:t>
      </w:r>
      <w:r>
        <w:rPr>
          <w:sz w:val="18"/>
          <w:szCs w:val="18"/>
        </w:rPr>
        <w:t>YYYY</w:t>
      </w:r>
      <w:r w:rsidR="0052197F">
        <w:rPr>
          <w:sz w:val="18"/>
          <w:szCs w:val="18"/>
        </w:rPr>
        <w:t>,</w:t>
      </w:r>
      <w:r>
        <w:rPr>
          <w:sz w:val="18"/>
          <w:szCs w:val="18"/>
        </w:rPr>
        <w:t xml:space="preserve"> accepted on DD</w:t>
      </w:r>
      <w:r w:rsidRPr="00C553C8">
        <w:rPr>
          <w:sz w:val="18"/>
          <w:szCs w:val="18"/>
        </w:rPr>
        <w:t xml:space="preserve"> </w:t>
      </w:r>
      <w:r>
        <w:rPr>
          <w:sz w:val="18"/>
          <w:szCs w:val="18"/>
        </w:rPr>
        <w:t>MM</w:t>
      </w:r>
      <w:r w:rsidRPr="00C553C8">
        <w:rPr>
          <w:sz w:val="18"/>
          <w:szCs w:val="18"/>
        </w:rPr>
        <w:t xml:space="preserve"> </w:t>
      </w:r>
      <w:r>
        <w:rPr>
          <w:sz w:val="18"/>
          <w:szCs w:val="18"/>
        </w:rPr>
        <w:t>YYYY,</w:t>
      </w:r>
      <w:r w:rsidRPr="00C553C8">
        <w:rPr>
          <w:sz w:val="18"/>
          <w:szCs w:val="18"/>
        </w:rPr>
        <w:t xml:space="preserve"> </w:t>
      </w:r>
      <w:r>
        <w:rPr>
          <w:sz w:val="18"/>
          <w:szCs w:val="18"/>
        </w:rPr>
        <w:t>published on</w:t>
      </w:r>
      <w:r w:rsidRPr="00D70A25">
        <w:rPr>
          <w:sz w:val="18"/>
          <w:szCs w:val="18"/>
        </w:rPr>
        <w:t xml:space="preserve"> </w:t>
      </w:r>
      <w:r>
        <w:rPr>
          <w:sz w:val="18"/>
          <w:szCs w:val="18"/>
        </w:rPr>
        <w:t>DD</w:t>
      </w:r>
      <w:r w:rsidRPr="00C553C8">
        <w:rPr>
          <w:sz w:val="18"/>
          <w:szCs w:val="18"/>
        </w:rPr>
        <w:t xml:space="preserve"> </w:t>
      </w:r>
      <w:r>
        <w:rPr>
          <w:sz w:val="18"/>
          <w:szCs w:val="18"/>
        </w:rPr>
        <w:t>MM</w:t>
      </w:r>
      <w:r w:rsidRPr="00C553C8">
        <w:rPr>
          <w:sz w:val="18"/>
          <w:szCs w:val="18"/>
        </w:rPr>
        <w:t xml:space="preserve"> </w:t>
      </w:r>
      <w:r>
        <w:rPr>
          <w:sz w:val="18"/>
          <w:szCs w:val="18"/>
        </w:rPr>
        <w:t>YYYY</w:t>
      </w:r>
    </w:p>
    <w:p w14:paraId="7B25F7D8" w14:textId="77777777" w:rsidR="00D70A25" w:rsidRPr="00C553C8" w:rsidRDefault="00D70A25" w:rsidP="00D70A25">
      <w:pPr>
        <w:ind w:left="227" w:right="227"/>
        <w:rPr>
          <w:sz w:val="18"/>
          <w:szCs w:val="18"/>
        </w:rPr>
      </w:pPr>
    </w:p>
    <w:p w14:paraId="01E1AF81" w14:textId="77777777" w:rsidR="002B1E9B" w:rsidRPr="00C553C8" w:rsidRDefault="002B1E9B" w:rsidP="002B1E9B">
      <w:pPr>
        <w:ind w:left="227" w:right="227"/>
        <w:jc w:val="both"/>
        <w:rPr>
          <w:sz w:val="18"/>
          <w:szCs w:val="18"/>
        </w:rPr>
      </w:pPr>
      <w:r w:rsidRPr="00C553C8">
        <w:rPr>
          <w:sz w:val="18"/>
          <w:szCs w:val="18"/>
        </w:rPr>
        <w:t xml:space="preserve">Copyright © </w:t>
      </w:r>
      <w:r>
        <w:rPr>
          <w:sz w:val="18"/>
          <w:szCs w:val="18"/>
        </w:rPr>
        <w:t>YYYY</w:t>
      </w:r>
      <w:r w:rsidRPr="00C553C8">
        <w:rPr>
          <w:sz w:val="18"/>
          <w:szCs w:val="18"/>
        </w:rPr>
        <w:t xml:space="preserve"> </w:t>
      </w:r>
      <w:r>
        <w:rPr>
          <w:sz w:val="18"/>
          <w:szCs w:val="18"/>
        </w:rPr>
        <w:t xml:space="preserve">Author </w:t>
      </w:r>
      <w:r w:rsidRPr="0052197F">
        <w:rPr>
          <w:i/>
          <w:sz w:val="18"/>
          <w:szCs w:val="18"/>
        </w:rPr>
        <w:t>et al.</w:t>
      </w:r>
      <w:r w:rsidRPr="00C553C8">
        <w:rPr>
          <w:sz w:val="18"/>
          <w:szCs w:val="18"/>
        </w:rPr>
        <w:t xml:space="preserve">, licensed to </w:t>
      </w:r>
      <w:r>
        <w:rPr>
          <w:sz w:val="18"/>
          <w:szCs w:val="18"/>
        </w:rPr>
        <w:t>EAI</w:t>
      </w:r>
      <w:r w:rsidRPr="00C553C8">
        <w:rPr>
          <w:sz w:val="18"/>
          <w:szCs w:val="18"/>
        </w:rPr>
        <w:t>. This is an open access article distributed under the terms of the</w:t>
      </w:r>
      <w:r>
        <w:rPr>
          <w:sz w:val="18"/>
          <w:szCs w:val="18"/>
        </w:rPr>
        <w:t xml:space="preserve"> </w:t>
      </w:r>
      <w:hyperlink r:id="rId8" w:history="1">
        <w:r w:rsidRPr="003657B5">
          <w:rPr>
            <w:rStyle w:val="Hyperlink"/>
            <w:sz w:val="18"/>
            <w:szCs w:val="18"/>
          </w:rPr>
          <w:t>CC BY-NC-SA 4.0</w:t>
        </w:r>
      </w:hyperlink>
      <w:r w:rsidRPr="00C553C8">
        <w:rPr>
          <w:sz w:val="18"/>
          <w:szCs w:val="18"/>
        </w:rPr>
        <w:t xml:space="preserve">, which permits </w:t>
      </w:r>
      <w:r w:rsidRPr="003657B5">
        <w:rPr>
          <w:sz w:val="18"/>
          <w:szCs w:val="18"/>
        </w:rPr>
        <w:t>copying, redistributing, remixing, transformation, and building upon the material</w:t>
      </w:r>
      <w:r w:rsidRPr="00C553C8">
        <w:rPr>
          <w:sz w:val="18"/>
          <w:szCs w:val="18"/>
        </w:rPr>
        <w:t xml:space="preserve"> in any medium so long as the original work is properly cited.</w:t>
      </w:r>
    </w:p>
    <w:p w14:paraId="39019EBF" w14:textId="77777777" w:rsidR="00D70A25" w:rsidRPr="00C553C8" w:rsidRDefault="00D70A25" w:rsidP="00D70A25">
      <w:pPr>
        <w:ind w:left="227" w:right="227"/>
        <w:rPr>
          <w:sz w:val="18"/>
          <w:szCs w:val="18"/>
        </w:rPr>
      </w:pPr>
    </w:p>
    <w:p w14:paraId="0E33E4A0" w14:textId="77777777" w:rsidR="00D70A25" w:rsidRDefault="00D70A25" w:rsidP="00D70A25">
      <w:pPr>
        <w:ind w:left="227" w:right="227"/>
        <w:rPr>
          <w:sz w:val="18"/>
          <w:szCs w:val="18"/>
        </w:rPr>
      </w:pPr>
      <w:r w:rsidRPr="009849C2">
        <w:rPr>
          <w:sz w:val="18"/>
          <w:szCs w:val="18"/>
        </w:rPr>
        <w:t>doi: 10.4108/</w:t>
      </w:r>
      <w:r>
        <w:rPr>
          <w:sz w:val="18"/>
          <w:szCs w:val="18"/>
        </w:rPr>
        <w:t>_______________</w:t>
      </w:r>
    </w:p>
    <w:p w14:paraId="77D67C6D" w14:textId="77777777" w:rsidR="00D70A25" w:rsidRDefault="00D70A25" w:rsidP="00D70A25">
      <w:pPr>
        <w:ind w:left="227" w:right="227"/>
        <w:rPr>
          <w:sz w:val="18"/>
          <w:szCs w:val="18"/>
        </w:rPr>
      </w:pPr>
    </w:p>
    <w:p w14:paraId="45DA7668" w14:textId="77777777" w:rsidR="00D70A25" w:rsidRPr="00AB31F2" w:rsidRDefault="00D70A25" w:rsidP="00D70A25">
      <w:pPr>
        <w:ind w:right="227"/>
        <w:sectPr w:rsidR="00D70A25" w:rsidRPr="00AB31F2" w:rsidSect="0049356C">
          <w:headerReference w:type="even" r:id="rId9"/>
          <w:headerReference w:type="default" r:id="rId10"/>
          <w:footerReference w:type="even" r:id="rId11"/>
          <w:footerReference w:type="default" r:id="rId12"/>
          <w:headerReference w:type="first" r:id="rId13"/>
          <w:footerReference w:type="first" r:id="rId14"/>
          <w:footnotePr>
            <w:pos w:val="beneathText"/>
            <w:numFmt w:val="chicago"/>
          </w:footnotePr>
          <w:pgSz w:w="11906" w:h="16838" w:code="9"/>
          <w:pgMar w:top="1644" w:right="907" w:bottom="1531" w:left="907" w:header="680" w:footer="680" w:gutter="0"/>
          <w:pgNumType w:start="1"/>
          <w:cols w:space="720"/>
          <w:noEndnote/>
          <w:titlePg/>
          <w:docGrid w:linePitch="272"/>
        </w:sectPr>
      </w:pPr>
    </w:p>
    <w:p w14:paraId="68FD558F" w14:textId="77777777" w:rsidR="00F32339" w:rsidRPr="00F254AE" w:rsidRDefault="00F32339" w:rsidP="005A667A">
      <w:pPr>
        <w:pStyle w:val="ICST-Introduction"/>
      </w:pPr>
      <w:r w:rsidRPr="00F254AE">
        <w:t xml:space="preserve">1. </w:t>
      </w:r>
      <w:r w:rsidRPr="005A667A">
        <w:t>I</w:t>
      </w:r>
      <w:r w:rsidR="00F254AE" w:rsidRPr="005A667A">
        <w:t>ntroduction</w:t>
      </w:r>
    </w:p>
    <w:p w14:paraId="59C850B9" w14:textId="77777777" w:rsidR="00866181" w:rsidRPr="00F254AE" w:rsidRDefault="00866181" w:rsidP="006C0C04">
      <w:pPr>
        <w:pStyle w:val="ICST-Bodytextnoindent"/>
      </w:pPr>
      <w:r w:rsidRPr="00F254AE">
        <w:t>This is the body text</w:t>
      </w:r>
      <w:r w:rsidR="00F254AE">
        <w:t xml:space="preserve"> with no indent</w:t>
      </w:r>
      <w:r w:rsidRPr="00F254AE">
        <w:t xml:space="preserve">. </w:t>
      </w:r>
      <w:r w:rsidR="00F254AE" w:rsidRPr="00F254AE">
        <w:t>This is the body text</w:t>
      </w:r>
      <w:r w:rsidR="00F254AE">
        <w:t xml:space="preserve"> with no indent</w:t>
      </w:r>
      <w:r w:rsidR="00F254AE" w:rsidRPr="00F254AE">
        <w:t>. This is the body text</w:t>
      </w:r>
      <w:r w:rsidR="00F254AE">
        <w:t xml:space="preserve"> with no indent</w:t>
      </w:r>
      <w:r w:rsidR="00F254AE" w:rsidRPr="00F254AE">
        <w:t>. This is the body text</w:t>
      </w:r>
      <w:r w:rsidR="00F254AE">
        <w:t xml:space="preserve"> with no indent</w:t>
      </w:r>
      <w:r w:rsidR="00F254AE" w:rsidRPr="00F254AE">
        <w:t>. This is the body text</w:t>
      </w:r>
      <w:r w:rsidR="00F254AE">
        <w:t xml:space="preserve"> with no indent</w:t>
      </w:r>
      <w:r w:rsidR="00F254AE" w:rsidRPr="00F254AE">
        <w:t>. This is the body text</w:t>
      </w:r>
      <w:r w:rsidR="00F254AE">
        <w:t xml:space="preserve"> with no indent</w:t>
      </w:r>
      <w:r w:rsidR="00F254AE" w:rsidRPr="00F254AE">
        <w:t>. This is the body text</w:t>
      </w:r>
      <w:r w:rsidR="00F254AE">
        <w:t xml:space="preserve"> with no indent</w:t>
      </w:r>
      <w:r w:rsidR="00F254AE" w:rsidRPr="00F254AE">
        <w:t>. This is the body text</w:t>
      </w:r>
      <w:r w:rsidR="00F254AE">
        <w:t xml:space="preserve"> with no indent</w:t>
      </w:r>
      <w:r w:rsidR="00F254AE" w:rsidRPr="00F254AE">
        <w:t>. This is the body text</w:t>
      </w:r>
      <w:r w:rsidR="00F254AE">
        <w:t xml:space="preserve"> with no indent</w:t>
      </w:r>
      <w:r w:rsidR="00F254AE" w:rsidRPr="00F254AE">
        <w:t>. This is the body text</w:t>
      </w:r>
      <w:r w:rsidR="00F254AE">
        <w:t xml:space="preserve"> with no indent</w:t>
      </w:r>
      <w:r w:rsidR="00F254AE" w:rsidRPr="00F254AE">
        <w:t>. This is the body text</w:t>
      </w:r>
      <w:r w:rsidR="00F254AE">
        <w:t xml:space="preserve"> with no indent</w:t>
      </w:r>
      <w:r w:rsidR="00F254AE" w:rsidRPr="00F254AE">
        <w:t>. This is the body text</w:t>
      </w:r>
      <w:r w:rsidR="00F254AE">
        <w:t xml:space="preserve"> with no indent</w:t>
      </w:r>
      <w:r w:rsidR="00F254AE" w:rsidRPr="00F254AE">
        <w:t>. This is the body text</w:t>
      </w:r>
      <w:r w:rsidR="00F254AE">
        <w:t xml:space="preserve"> with no indent</w:t>
      </w:r>
      <w:r w:rsidR="00F254AE" w:rsidRPr="00F254AE">
        <w:t xml:space="preserve">. </w:t>
      </w:r>
    </w:p>
    <w:p w14:paraId="74CDBA1F" w14:textId="77777777" w:rsidR="004F726E" w:rsidRPr="00F254AE" w:rsidRDefault="00470369" w:rsidP="00F254AE">
      <w:pPr>
        <w:pStyle w:val="ICST-Heading1"/>
      </w:pPr>
      <w:r w:rsidRPr="00F254AE">
        <w:t>2</w:t>
      </w:r>
      <w:r w:rsidR="00F254AE">
        <w:t>. T</w:t>
      </w:r>
      <w:r w:rsidR="00EB55F0" w:rsidRPr="00F254AE">
        <w:t>his is a heading 1</w:t>
      </w:r>
    </w:p>
    <w:p w14:paraId="136A2D34" w14:textId="77777777" w:rsidR="00AD1725" w:rsidRDefault="00F254AE" w:rsidP="006C0C04">
      <w:pPr>
        <w:pStyle w:val="ICST-Bodytextnoindent"/>
      </w:pPr>
      <w:r w:rsidRPr="00F254AE">
        <w:t>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xml:space="preserve">. </w:t>
      </w:r>
    </w:p>
    <w:p w14:paraId="6B54D3C4" w14:textId="77777777" w:rsidR="00F254AE" w:rsidRDefault="00AB03AF" w:rsidP="006C0C04">
      <w:pPr>
        <w:pStyle w:val="ICST-Bodytextwithindent"/>
      </w:pPr>
      <w:r>
        <w:t>This is the body text</w:t>
      </w:r>
      <w:r w:rsidR="00F254AE">
        <w:t xml:space="preserve"> with indent</w:t>
      </w:r>
      <w:r>
        <w:t>.</w:t>
      </w:r>
      <w:r w:rsidRPr="004662BC">
        <w:t xml:space="preserve"> </w:t>
      </w:r>
      <w:r w:rsidR="00F254AE">
        <w:t>This is the body text with indent.</w:t>
      </w:r>
      <w:r w:rsidR="00F254AE" w:rsidRPr="00F254AE">
        <w:t xml:space="preserve"> </w:t>
      </w:r>
      <w:r w:rsidR="00F254AE">
        <w:t>This is the body text with indent.</w:t>
      </w:r>
      <w:r w:rsidR="00F254AE" w:rsidRPr="00F254AE">
        <w:t xml:space="preserve"> </w:t>
      </w:r>
      <w:r w:rsidR="00F254AE">
        <w:t>This is the body text with indent.</w:t>
      </w:r>
      <w:r w:rsidR="00F254AE" w:rsidRPr="00F254AE">
        <w:t xml:space="preserve"> </w:t>
      </w:r>
      <w:r w:rsidR="00F254AE">
        <w:t>This is the body text with indent.</w:t>
      </w:r>
      <w:r w:rsidR="00F254AE" w:rsidRPr="00F254AE">
        <w:t xml:space="preserve"> </w:t>
      </w:r>
      <w:r w:rsidR="00F254AE">
        <w:t>This is the body text with indent.</w:t>
      </w:r>
      <w:r w:rsidR="00F254AE" w:rsidRPr="00F254AE">
        <w:t xml:space="preserve"> </w:t>
      </w:r>
      <w:r w:rsidR="00F254AE">
        <w:t>This is the body text with indent.</w:t>
      </w:r>
      <w:r w:rsidR="00F254AE" w:rsidRPr="00F254AE">
        <w:t xml:space="preserve"> </w:t>
      </w:r>
      <w:r w:rsidR="00F254AE">
        <w:t>This is the body text with indent.</w:t>
      </w:r>
      <w:r w:rsidR="00F254AE" w:rsidRPr="00F254AE">
        <w:t xml:space="preserve"> </w:t>
      </w:r>
      <w:r w:rsidR="00F254AE">
        <w:t>This is the body text with indent.</w:t>
      </w:r>
      <w:r w:rsidR="00F254AE" w:rsidRPr="00F254AE">
        <w:t xml:space="preserve"> </w:t>
      </w:r>
      <w:r w:rsidR="00F254AE">
        <w:t>This is the body text with indent.</w:t>
      </w:r>
      <w:r w:rsidR="00F254AE" w:rsidRPr="00F254AE">
        <w:t xml:space="preserve"> </w:t>
      </w:r>
      <w:r w:rsidR="00F254AE">
        <w:t>This is the body text with indent.</w:t>
      </w:r>
      <w:r w:rsidR="00F254AE" w:rsidRPr="00F254AE">
        <w:t xml:space="preserve"> </w:t>
      </w:r>
      <w:r w:rsidR="00F254AE">
        <w:t>This is the body text with indent.</w:t>
      </w:r>
    </w:p>
    <w:p w14:paraId="304D0907" w14:textId="77777777" w:rsidR="00F254AE" w:rsidRDefault="00F254AE" w:rsidP="006C0C04">
      <w:pPr>
        <w:pStyle w:val="ICST-Bodytextwithindent"/>
      </w:pPr>
      <w:r>
        <w:t>This is the body text with indent.</w:t>
      </w:r>
      <w:r w:rsidRPr="004662BC">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p>
    <w:p w14:paraId="16603114" w14:textId="77777777" w:rsidR="00F254AE" w:rsidRDefault="00F254AE" w:rsidP="006C0C04">
      <w:pPr>
        <w:pStyle w:val="ICST-Bodytextwithindent"/>
      </w:pPr>
      <w:r>
        <w:t>This is the body text with indent.</w:t>
      </w:r>
      <w:r w:rsidRPr="004662BC">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p>
    <w:p w14:paraId="03479673" w14:textId="77777777" w:rsidR="00C31866" w:rsidRDefault="00AB03AF" w:rsidP="006C0C04">
      <w:pPr>
        <w:pStyle w:val="ICST-Bodytextnoindent"/>
      </w:pPr>
      <w:r>
        <w:t>text.</w:t>
      </w:r>
      <w:r w:rsidRPr="004662BC">
        <w:t xml:space="preserve"> </w:t>
      </w:r>
    </w:p>
    <w:p w14:paraId="6C636682" w14:textId="77777777" w:rsidR="00C31866" w:rsidRDefault="00C31866" w:rsidP="006C0C04">
      <w:pPr>
        <w:pStyle w:val="ICST-Bodytextwithindent"/>
      </w:pPr>
      <w:r>
        <w:t>This is the body text with indent.</w:t>
      </w:r>
      <w:r w:rsidRPr="004662BC">
        <w:t xml:space="preserve"> </w:t>
      </w:r>
      <w:r>
        <w:t>This is the body text with indent.</w:t>
      </w:r>
      <w:r w:rsidRPr="00F254AE">
        <w:t xml:space="preserve"> </w:t>
      </w:r>
      <w:r>
        <w:t>This is the body text with indent.</w:t>
      </w:r>
      <w:r w:rsidRPr="00F254AE">
        <w:t xml:space="preserve"> </w:t>
      </w:r>
      <w:r>
        <w:t xml:space="preserve">This is the </w:t>
      </w:r>
      <w:r>
        <w:lastRenderedPageBreak/>
        <w:t>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p>
    <w:p w14:paraId="3C6073ED" w14:textId="2DE8F4AA" w:rsidR="00A77830" w:rsidRPr="00CF5AFB" w:rsidRDefault="002B1E9B" w:rsidP="006C0C04">
      <w:pPr>
        <w:pStyle w:val="ICST-Captions"/>
      </w:pPr>
      <w:r>
        <w:rPr>
          <w:noProof/>
          <w:lang w:val="en-US" w:eastAsia="en-US"/>
        </w:rPr>
        <w:drawing>
          <wp:inline distT="0" distB="0" distL="0" distR="0" wp14:anchorId="27079823" wp14:editId="60977824">
            <wp:extent cx="3037840" cy="1371600"/>
            <wp:effectExtent l="0" t="0" r="0" b="0"/>
            <wp:docPr id="11" name="Organization Chart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r w:rsidR="00A77830" w:rsidRPr="00C31866">
        <w:rPr>
          <w:b/>
        </w:rPr>
        <w:t>F</w:t>
      </w:r>
      <w:r w:rsidR="001C59B9" w:rsidRPr="00C31866">
        <w:rPr>
          <w:b/>
        </w:rPr>
        <w:t>igure 1</w:t>
      </w:r>
      <w:r w:rsidR="00CF5AFB" w:rsidRPr="00C31866">
        <w:rPr>
          <w:b/>
        </w:rPr>
        <w:t>.</w:t>
      </w:r>
      <w:r w:rsidR="001C59B9" w:rsidRPr="00C31866">
        <w:t xml:space="preserve"> </w:t>
      </w:r>
      <w:r w:rsidR="00A77830" w:rsidRPr="00C31866">
        <w:t>This is a legend. Caption to go below figure</w:t>
      </w:r>
    </w:p>
    <w:p w14:paraId="5B4C2ED3" w14:textId="77777777" w:rsidR="004F726E" w:rsidRPr="00C31866" w:rsidRDefault="00470369" w:rsidP="00C31866">
      <w:pPr>
        <w:pStyle w:val="ICST-Heading2"/>
      </w:pPr>
      <w:r w:rsidRPr="00C31866">
        <w:t>2</w:t>
      </w:r>
      <w:r w:rsidR="004662BC" w:rsidRPr="00C31866">
        <w:t>.1</w:t>
      </w:r>
      <w:r w:rsidR="00EB55F0" w:rsidRPr="00C31866">
        <w:t>.</w:t>
      </w:r>
      <w:r w:rsidR="004662BC" w:rsidRPr="00C31866">
        <w:t xml:space="preserve"> This is a </w:t>
      </w:r>
      <w:r w:rsidR="0034262B" w:rsidRPr="00C31866">
        <w:t>h</w:t>
      </w:r>
      <w:r w:rsidR="004662BC" w:rsidRPr="00C31866">
        <w:t>eading 2</w:t>
      </w:r>
    </w:p>
    <w:p w14:paraId="14AD4BCB" w14:textId="77777777" w:rsidR="00C31866" w:rsidRDefault="00C31866" w:rsidP="006C0C04">
      <w:pPr>
        <w:pStyle w:val="ICST-Bodytextnoindent"/>
      </w:pPr>
      <w:r w:rsidRPr="00F254AE">
        <w:t>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xml:space="preserve">. </w:t>
      </w:r>
      <w:r w:rsidR="00484D2A" w:rsidRPr="00F254AE">
        <w:t>This is the body text</w:t>
      </w:r>
      <w:r w:rsidR="00484D2A">
        <w:t xml:space="preserve"> with no indent</w:t>
      </w:r>
      <w:r w:rsidR="00484D2A" w:rsidRPr="00F254AE">
        <w:t>. This is the body text</w:t>
      </w:r>
      <w:r w:rsidR="00484D2A">
        <w:t xml:space="preserve"> with no indent</w:t>
      </w:r>
      <w:r w:rsidR="00484D2A" w:rsidRPr="00F254AE">
        <w:t>. This is the body text</w:t>
      </w:r>
      <w:r w:rsidR="00484D2A">
        <w:t xml:space="preserve"> with no indent</w:t>
      </w:r>
      <w:r w:rsidR="00484D2A" w:rsidRPr="00F254AE">
        <w:t>. This is the body text</w:t>
      </w:r>
      <w:r w:rsidR="00484D2A">
        <w:t xml:space="preserve"> with no indent</w:t>
      </w:r>
      <w:r w:rsidR="00484D2A" w:rsidRPr="00F254AE">
        <w:t>. This is the body text</w:t>
      </w:r>
      <w:r w:rsidR="00484D2A">
        <w:t xml:space="preserve"> with no indent</w:t>
      </w:r>
      <w:r w:rsidR="00484D2A" w:rsidRPr="00F254AE">
        <w:t>. This is the body text</w:t>
      </w:r>
      <w:r w:rsidR="00484D2A">
        <w:t xml:space="preserve"> with no indent</w:t>
      </w:r>
      <w:r w:rsidR="00484D2A" w:rsidRPr="00F254AE">
        <w:t>.</w:t>
      </w:r>
    </w:p>
    <w:p w14:paraId="574156E1" w14:textId="77777777" w:rsidR="00484D2A" w:rsidRPr="00C31866" w:rsidRDefault="00484D2A" w:rsidP="00484D2A">
      <w:pPr>
        <w:pStyle w:val="ICST-Bodytextwithindent"/>
      </w:pPr>
      <w:r>
        <w:t>This is the body text with indent.</w:t>
      </w:r>
      <w:r w:rsidRPr="004662BC">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p>
    <w:p w14:paraId="00AECF0F" w14:textId="77777777" w:rsidR="00000EFF" w:rsidRPr="00C31866" w:rsidRDefault="00000EFF" w:rsidP="00B300D6">
      <w:pPr>
        <w:pStyle w:val="ICST-Captions"/>
      </w:pPr>
      <w:r w:rsidRPr="00C31866">
        <w:t>Table 1</w:t>
      </w:r>
      <w:r w:rsidR="00EB55F0" w:rsidRPr="00C31866">
        <w:t>.</w:t>
      </w:r>
      <w:r w:rsidRPr="00C31866">
        <w:t xml:space="preserve"> This is a legend. Caption to go above table</w:t>
      </w:r>
    </w:p>
    <w:tbl>
      <w:tblPr>
        <w:tblW w:w="4536" w:type="dxa"/>
        <w:jc w:val="center"/>
        <w:tblBorders>
          <w:top w:val="single" w:sz="4" w:space="0" w:color="auto"/>
          <w:bottom w:val="single" w:sz="4" w:space="0" w:color="auto"/>
        </w:tblBorders>
        <w:tblLook w:val="01E0" w:firstRow="1" w:lastRow="1" w:firstColumn="1" w:lastColumn="1" w:noHBand="0" w:noVBand="0"/>
      </w:tblPr>
      <w:tblGrid>
        <w:gridCol w:w="1338"/>
        <w:gridCol w:w="1066"/>
        <w:gridCol w:w="1066"/>
        <w:gridCol w:w="1066"/>
      </w:tblGrid>
      <w:tr w:rsidR="00062258" w:rsidRPr="003A2A40" w14:paraId="5BA8C389" w14:textId="77777777" w:rsidTr="00CF5AFB">
        <w:trPr>
          <w:trHeight w:val="273"/>
          <w:jc w:val="center"/>
        </w:trPr>
        <w:tc>
          <w:tcPr>
            <w:tcW w:w="0" w:type="auto"/>
            <w:vMerge w:val="restart"/>
            <w:tcBorders>
              <w:top w:val="single" w:sz="4" w:space="0" w:color="auto"/>
              <w:bottom w:val="single" w:sz="4" w:space="0" w:color="auto"/>
            </w:tcBorders>
          </w:tcPr>
          <w:p w14:paraId="4D4A1358" w14:textId="610F426B" w:rsidR="00062258" w:rsidRPr="003A2A40" w:rsidRDefault="002B1E9B" w:rsidP="003A2A40">
            <w:pPr>
              <w:pStyle w:val="ICST-Tabletext"/>
              <w:rPr>
                <w:caps/>
              </w:rPr>
            </w:pPr>
            <w:r>
              <w:rPr>
                <w:noProof/>
              </w:rPr>
              <mc:AlternateContent>
                <mc:Choice Requires="wps">
                  <w:drawing>
                    <wp:anchor distT="0" distB="0" distL="114300" distR="114300" simplePos="0" relativeHeight="251657728" behindDoc="0" locked="0" layoutInCell="1" allowOverlap="1" wp14:anchorId="6964435D" wp14:editId="6C324F0B">
                      <wp:simplePos x="0" y="0"/>
                      <wp:positionH relativeFrom="column">
                        <wp:posOffset>-3425190</wp:posOffset>
                      </wp:positionH>
                      <wp:positionV relativeFrom="paragraph">
                        <wp:posOffset>24765</wp:posOffset>
                      </wp:positionV>
                      <wp:extent cx="635" cy="65405"/>
                      <wp:effectExtent l="0" t="0" r="18415" b="10795"/>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54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213310" id="_x0000_t32" coordsize="21600,21600" o:spt="32" o:oned="t" path="m,l21600,21600e" filled="f">
                      <v:path arrowok="t" fillok="f" o:connecttype="none"/>
                      <o:lock v:ext="edit" shapetype="t"/>
                    </v:shapetype>
                    <v:shape id="AutoShape 4" o:spid="_x0000_s1026" type="#_x0000_t32" style="position:absolute;margin-left:-269.7pt;margin-top:1.95pt;width:.05pt;height: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"/>
                  </w:pict>
                </mc:Fallback>
              </mc:AlternateContent>
            </w:r>
            <w:r w:rsidR="00062258" w:rsidRPr="003A2A40">
              <w:t>Table</w:t>
            </w:r>
            <w:r w:rsidR="000E26B2" w:rsidRPr="003A2A40">
              <w:t xml:space="preserve"> column </w:t>
            </w:r>
            <w:r w:rsidR="00062258" w:rsidRPr="003A2A40">
              <w:t>heading</w:t>
            </w:r>
          </w:p>
        </w:tc>
        <w:tc>
          <w:tcPr>
            <w:tcW w:w="0" w:type="auto"/>
            <w:gridSpan w:val="3"/>
            <w:tcBorders>
              <w:top w:val="single" w:sz="4" w:space="0" w:color="auto"/>
              <w:bottom w:val="single" w:sz="4" w:space="0" w:color="auto"/>
            </w:tcBorders>
          </w:tcPr>
          <w:p w14:paraId="2DD4E6D8" w14:textId="77777777" w:rsidR="00062258" w:rsidRPr="00996752" w:rsidRDefault="00062258" w:rsidP="000E26B2">
            <w:pPr>
              <w:rPr>
                <w:sz w:val="18"/>
                <w:szCs w:val="18"/>
              </w:rPr>
            </w:pPr>
            <w:r w:rsidRPr="00996752">
              <w:rPr>
                <w:sz w:val="18"/>
                <w:szCs w:val="18"/>
              </w:rPr>
              <w:t>Table column heading</w:t>
            </w:r>
          </w:p>
        </w:tc>
      </w:tr>
      <w:tr w:rsidR="00ED0D64" w:rsidRPr="003A2A40" w14:paraId="0C2AC47A" w14:textId="77777777" w:rsidTr="00CF5AFB">
        <w:trPr>
          <w:trHeight w:val="273"/>
          <w:jc w:val="center"/>
        </w:trPr>
        <w:tc>
          <w:tcPr>
            <w:tcW w:w="0" w:type="auto"/>
            <w:vMerge/>
            <w:tcBorders>
              <w:top w:val="single" w:sz="4" w:space="0" w:color="auto"/>
              <w:bottom w:val="single" w:sz="4" w:space="0" w:color="auto"/>
            </w:tcBorders>
          </w:tcPr>
          <w:p w14:paraId="74623B27" w14:textId="77777777" w:rsidR="00062258" w:rsidRPr="003A2A40" w:rsidRDefault="00062258" w:rsidP="006C0C04">
            <w:pPr>
              <w:pStyle w:val="ICST-Captions"/>
              <w:rPr>
                <w:caps/>
              </w:rPr>
            </w:pPr>
          </w:p>
        </w:tc>
        <w:tc>
          <w:tcPr>
            <w:tcW w:w="0" w:type="auto"/>
            <w:tcBorders>
              <w:top w:val="single" w:sz="4" w:space="0" w:color="auto"/>
              <w:bottom w:val="single" w:sz="4" w:space="0" w:color="auto"/>
            </w:tcBorders>
          </w:tcPr>
          <w:p w14:paraId="778445F2" w14:textId="77777777" w:rsidR="00062258" w:rsidRPr="00996752" w:rsidRDefault="00062258" w:rsidP="00DF41D8">
            <w:pPr>
              <w:rPr>
                <w:sz w:val="18"/>
                <w:szCs w:val="18"/>
              </w:rPr>
            </w:pPr>
            <w:r w:rsidRPr="00996752">
              <w:rPr>
                <w:bCs/>
                <w:sz w:val="18"/>
                <w:szCs w:val="18"/>
              </w:rPr>
              <w:t>Subheading</w:t>
            </w:r>
          </w:p>
        </w:tc>
        <w:tc>
          <w:tcPr>
            <w:tcW w:w="0" w:type="auto"/>
            <w:tcBorders>
              <w:top w:val="single" w:sz="4" w:space="0" w:color="auto"/>
              <w:bottom w:val="single" w:sz="4" w:space="0" w:color="auto"/>
            </w:tcBorders>
          </w:tcPr>
          <w:p w14:paraId="287C3BA4" w14:textId="77777777" w:rsidR="00062258" w:rsidRPr="00996752" w:rsidRDefault="00062258" w:rsidP="001C59B9">
            <w:pPr>
              <w:rPr>
                <w:sz w:val="18"/>
                <w:szCs w:val="18"/>
              </w:rPr>
            </w:pPr>
            <w:r w:rsidRPr="00996752">
              <w:rPr>
                <w:sz w:val="18"/>
                <w:szCs w:val="18"/>
              </w:rPr>
              <w:t>Subheading</w:t>
            </w:r>
          </w:p>
        </w:tc>
        <w:tc>
          <w:tcPr>
            <w:tcW w:w="0" w:type="auto"/>
            <w:tcBorders>
              <w:top w:val="single" w:sz="4" w:space="0" w:color="auto"/>
              <w:bottom w:val="single" w:sz="4" w:space="0" w:color="auto"/>
            </w:tcBorders>
          </w:tcPr>
          <w:p w14:paraId="4108DD9E" w14:textId="77777777" w:rsidR="00062258" w:rsidRPr="00996752" w:rsidRDefault="00062258" w:rsidP="001C59B9">
            <w:pPr>
              <w:rPr>
                <w:sz w:val="18"/>
                <w:szCs w:val="18"/>
              </w:rPr>
            </w:pPr>
            <w:r w:rsidRPr="00996752">
              <w:rPr>
                <w:sz w:val="18"/>
                <w:szCs w:val="18"/>
              </w:rPr>
              <w:t>Subheading</w:t>
            </w:r>
          </w:p>
        </w:tc>
      </w:tr>
      <w:tr w:rsidR="00ED0D64" w:rsidRPr="003A2A40" w14:paraId="31AD611D" w14:textId="77777777" w:rsidTr="00CF5AFB">
        <w:trPr>
          <w:trHeight w:val="253"/>
          <w:jc w:val="center"/>
        </w:trPr>
        <w:tc>
          <w:tcPr>
            <w:tcW w:w="0" w:type="auto"/>
            <w:tcBorders>
              <w:top w:val="single" w:sz="4" w:space="0" w:color="auto"/>
              <w:bottom w:val="nil"/>
            </w:tcBorders>
          </w:tcPr>
          <w:p w14:paraId="5FC03A22" w14:textId="77777777" w:rsidR="00F32339" w:rsidRPr="003A2A40" w:rsidRDefault="001C59B9" w:rsidP="003A2A40">
            <w:pPr>
              <w:pStyle w:val="ICST-Tabletext"/>
              <w:rPr>
                <w:caps/>
              </w:rPr>
            </w:pPr>
            <w:r w:rsidRPr="003A2A40">
              <w:t>Text</w:t>
            </w:r>
          </w:p>
        </w:tc>
        <w:tc>
          <w:tcPr>
            <w:tcW w:w="0" w:type="auto"/>
            <w:tcBorders>
              <w:top w:val="single" w:sz="4" w:space="0" w:color="auto"/>
              <w:bottom w:val="nil"/>
            </w:tcBorders>
          </w:tcPr>
          <w:p w14:paraId="6C8324EF" w14:textId="77777777" w:rsidR="00F32339" w:rsidRPr="003A2A40" w:rsidRDefault="001C59B9" w:rsidP="003A2A40">
            <w:pPr>
              <w:pStyle w:val="ICST-Tabletext"/>
            </w:pPr>
            <w:r w:rsidRPr="003A2A40">
              <w:t>Text</w:t>
            </w:r>
          </w:p>
        </w:tc>
        <w:tc>
          <w:tcPr>
            <w:tcW w:w="0" w:type="auto"/>
            <w:tcBorders>
              <w:top w:val="single" w:sz="4" w:space="0" w:color="auto"/>
              <w:bottom w:val="nil"/>
            </w:tcBorders>
          </w:tcPr>
          <w:p w14:paraId="7E2CC4F4" w14:textId="77777777" w:rsidR="00F32339" w:rsidRPr="003A2A40" w:rsidRDefault="001C59B9" w:rsidP="003A2A40">
            <w:pPr>
              <w:pStyle w:val="ICST-Tabletext"/>
            </w:pPr>
            <w:r w:rsidRPr="003A2A40">
              <w:t>Text</w:t>
            </w:r>
          </w:p>
        </w:tc>
        <w:tc>
          <w:tcPr>
            <w:tcW w:w="0" w:type="auto"/>
            <w:tcBorders>
              <w:top w:val="single" w:sz="4" w:space="0" w:color="auto"/>
              <w:bottom w:val="nil"/>
            </w:tcBorders>
          </w:tcPr>
          <w:p w14:paraId="168CC6A5" w14:textId="77777777" w:rsidR="00F32339" w:rsidRPr="003A2A40" w:rsidRDefault="001C59B9" w:rsidP="003A2A40">
            <w:pPr>
              <w:pStyle w:val="ICST-Tabletext"/>
            </w:pPr>
            <w:r w:rsidRPr="003A2A40">
              <w:t>Text</w:t>
            </w:r>
          </w:p>
        </w:tc>
      </w:tr>
      <w:tr w:rsidR="00ED0D64" w:rsidRPr="003A2A40" w14:paraId="761207F3" w14:textId="77777777" w:rsidTr="00CF5AFB">
        <w:trPr>
          <w:trHeight w:val="273"/>
          <w:jc w:val="center"/>
        </w:trPr>
        <w:tc>
          <w:tcPr>
            <w:tcW w:w="0" w:type="auto"/>
            <w:tcBorders>
              <w:top w:val="nil"/>
            </w:tcBorders>
          </w:tcPr>
          <w:p w14:paraId="63735FB6" w14:textId="77777777" w:rsidR="00F32339" w:rsidRPr="003A2A40" w:rsidRDefault="00F32339" w:rsidP="003A2A40">
            <w:pPr>
              <w:pStyle w:val="ICST-Tabletext"/>
              <w:rPr>
                <w:caps/>
              </w:rPr>
            </w:pPr>
            <w:r w:rsidRPr="003A2A40">
              <w:rPr>
                <w:caps/>
              </w:rPr>
              <w:t>1234</w:t>
            </w:r>
          </w:p>
        </w:tc>
        <w:tc>
          <w:tcPr>
            <w:tcW w:w="0" w:type="auto"/>
            <w:tcBorders>
              <w:top w:val="nil"/>
            </w:tcBorders>
          </w:tcPr>
          <w:p w14:paraId="5C2BC293" w14:textId="77777777" w:rsidR="00F32339" w:rsidRPr="003A2A40" w:rsidRDefault="00F32339" w:rsidP="003A2A40">
            <w:pPr>
              <w:pStyle w:val="ICST-Tabletext"/>
            </w:pPr>
            <w:r w:rsidRPr="003A2A40">
              <w:rPr>
                <w:caps/>
              </w:rPr>
              <w:t>1234</w:t>
            </w:r>
          </w:p>
        </w:tc>
        <w:tc>
          <w:tcPr>
            <w:tcW w:w="0" w:type="auto"/>
            <w:tcBorders>
              <w:top w:val="nil"/>
            </w:tcBorders>
          </w:tcPr>
          <w:p w14:paraId="15D46C1A" w14:textId="77777777" w:rsidR="00F32339" w:rsidRPr="003A2A40" w:rsidRDefault="00F32339" w:rsidP="003A2A40">
            <w:pPr>
              <w:pStyle w:val="ICST-Tabletext"/>
            </w:pPr>
            <w:r w:rsidRPr="003A2A40">
              <w:rPr>
                <w:caps/>
              </w:rPr>
              <w:t>1234</w:t>
            </w:r>
          </w:p>
        </w:tc>
        <w:tc>
          <w:tcPr>
            <w:tcW w:w="0" w:type="auto"/>
            <w:tcBorders>
              <w:top w:val="nil"/>
            </w:tcBorders>
          </w:tcPr>
          <w:p w14:paraId="1143EE1A" w14:textId="77777777" w:rsidR="00F32339" w:rsidRPr="003A2A40" w:rsidRDefault="00F32339" w:rsidP="003A2A40">
            <w:pPr>
              <w:pStyle w:val="ICST-Tabletext"/>
            </w:pPr>
            <w:r w:rsidRPr="003A2A40">
              <w:rPr>
                <w:caps/>
              </w:rPr>
              <w:t>1234</w:t>
            </w:r>
          </w:p>
        </w:tc>
      </w:tr>
      <w:tr w:rsidR="00ED0D64" w:rsidRPr="003A2A40" w14:paraId="35971765" w14:textId="77777777" w:rsidTr="00CF5AFB">
        <w:trPr>
          <w:trHeight w:val="253"/>
          <w:jc w:val="center"/>
        </w:trPr>
        <w:tc>
          <w:tcPr>
            <w:tcW w:w="0" w:type="auto"/>
          </w:tcPr>
          <w:p w14:paraId="2CC7F16F" w14:textId="77777777" w:rsidR="00062258" w:rsidRPr="003A2A40" w:rsidRDefault="00062258" w:rsidP="003A2A40">
            <w:pPr>
              <w:pStyle w:val="ICST-Tabletext"/>
              <w:rPr>
                <w:caps/>
              </w:rPr>
            </w:pPr>
          </w:p>
        </w:tc>
        <w:tc>
          <w:tcPr>
            <w:tcW w:w="0" w:type="auto"/>
          </w:tcPr>
          <w:p w14:paraId="0D86086B" w14:textId="77777777" w:rsidR="00062258" w:rsidRPr="003A2A40" w:rsidRDefault="00062258" w:rsidP="003A2A40">
            <w:pPr>
              <w:pStyle w:val="ICST-Tabletext"/>
              <w:rPr>
                <w:caps/>
              </w:rPr>
            </w:pPr>
          </w:p>
        </w:tc>
        <w:tc>
          <w:tcPr>
            <w:tcW w:w="0" w:type="auto"/>
          </w:tcPr>
          <w:p w14:paraId="69FDA338" w14:textId="77777777" w:rsidR="00062258" w:rsidRPr="003A2A40" w:rsidRDefault="00062258" w:rsidP="003A2A40">
            <w:pPr>
              <w:pStyle w:val="ICST-Tabletext"/>
              <w:rPr>
                <w:caps/>
              </w:rPr>
            </w:pPr>
          </w:p>
        </w:tc>
        <w:tc>
          <w:tcPr>
            <w:tcW w:w="0" w:type="auto"/>
          </w:tcPr>
          <w:p w14:paraId="426B9DF2" w14:textId="77777777" w:rsidR="00062258" w:rsidRPr="003A2A40" w:rsidRDefault="00062258" w:rsidP="003A2A40">
            <w:pPr>
              <w:pStyle w:val="ICST-Tabletext"/>
              <w:rPr>
                <w:caps/>
              </w:rPr>
            </w:pPr>
          </w:p>
        </w:tc>
      </w:tr>
      <w:tr w:rsidR="00ED0D64" w:rsidRPr="003A2A40" w14:paraId="5B32E507" w14:textId="77777777" w:rsidTr="00CF5AFB">
        <w:trPr>
          <w:trHeight w:val="273"/>
          <w:jc w:val="center"/>
        </w:trPr>
        <w:tc>
          <w:tcPr>
            <w:tcW w:w="0" w:type="auto"/>
          </w:tcPr>
          <w:p w14:paraId="0069464D" w14:textId="77777777" w:rsidR="00062258" w:rsidRPr="003A2A40" w:rsidRDefault="00062258" w:rsidP="003A2A40">
            <w:pPr>
              <w:pStyle w:val="ICST-Tabletext"/>
              <w:rPr>
                <w:caps/>
              </w:rPr>
            </w:pPr>
          </w:p>
        </w:tc>
        <w:tc>
          <w:tcPr>
            <w:tcW w:w="0" w:type="auto"/>
          </w:tcPr>
          <w:p w14:paraId="61BAABD2" w14:textId="77777777" w:rsidR="00062258" w:rsidRPr="003A2A40" w:rsidRDefault="00062258" w:rsidP="003A2A40">
            <w:pPr>
              <w:pStyle w:val="ICST-Tabletext"/>
              <w:rPr>
                <w:caps/>
              </w:rPr>
            </w:pPr>
          </w:p>
        </w:tc>
        <w:tc>
          <w:tcPr>
            <w:tcW w:w="0" w:type="auto"/>
          </w:tcPr>
          <w:p w14:paraId="515E8BCE" w14:textId="77777777" w:rsidR="00062258" w:rsidRPr="003A2A40" w:rsidRDefault="00062258" w:rsidP="003A2A40">
            <w:pPr>
              <w:pStyle w:val="ICST-Tabletext"/>
              <w:rPr>
                <w:caps/>
              </w:rPr>
            </w:pPr>
          </w:p>
        </w:tc>
        <w:tc>
          <w:tcPr>
            <w:tcW w:w="0" w:type="auto"/>
          </w:tcPr>
          <w:p w14:paraId="33263102" w14:textId="77777777" w:rsidR="00062258" w:rsidRPr="003A2A40" w:rsidRDefault="00062258" w:rsidP="003A2A40">
            <w:pPr>
              <w:pStyle w:val="ICST-Tabletext"/>
              <w:rPr>
                <w:caps/>
              </w:rPr>
            </w:pPr>
          </w:p>
        </w:tc>
      </w:tr>
      <w:tr w:rsidR="00ED0D64" w:rsidRPr="003A2A40" w14:paraId="36753A78" w14:textId="77777777" w:rsidTr="00CF5AFB">
        <w:trPr>
          <w:trHeight w:val="273"/>
          <w:jc w:val="center"/>
        </w:trPr>
        <w:tc>
          <w:tcPr>
            <w:tcW w:w="0" w:type="auto"/>
          </w:tcPr>
          <w:p w14:paraId="4A892C70" w14:textId="77777777" w:rsidR="00062258" w:rsidRPr="003A2A40" w:rsidRDefault="00062258" w:rsidP="003A2A40">
            <w:pPr>
              <w:pStyle w:val="ICST-Tabletext"/>
              <w:rPr>
                <w:caps/>
              </w:rPr>
            </w:pPr>
          </w:p>
        </w:tc>
        <w:tc>
          <w:tcPr>
            <w:tcW w:w="0" w:type="auto"/>
          </w:tcPr>
          <w:p w14:paraId="0B7A97F0" w14:textId="77777777" w:rsidR="00062258" w:rsidRPr="003A2A40" w:rsidRDefault="00062258" w:rsidP="003A2A40">
            <w:pPr>
              <w:pStyle w:val="ICST-Tabletext"/>
              <w:rPr>
                <w:caps/>
              </w:rPr>
            </w:pPr>
          </w:p>
        </w:tc>
        <w:tc>
          <w:tcPr>
            <w:tcW w:w="0" w:type="auto"/>
          </w:tcPr>
          <w:p w14:paraId="79237E18" w14:textId="77777777" w:rsidR="00062258" w:rsidRPr="003A2A40" w:rsidRDefault="00062258" w:rsidP="003A2A40">
            <w:pPr>
              <w:pStyle w:val="ICST-Tabletext"/>
              <w:rPr>
                <w:caps/>
              </w:rPr>
            </w:pPr>
          </w:p>
        </w:tc>
        <w:tc>
          <w:tcPr>
            <w:tcW w:w="0" w:type="auto"/>
          </w:tcPr>
          <w:p w14:paraId="61A9497D" w14:textId="77777777" w:rsidR="00062258" w:rsidRPr="003A2A40" w:rsidRDefault="00062258" w:rsidP="003A2A40">
            <w:pPr>
              <w:pStyle w:val="ICST-Tabletext"/>
              <w:rPr>
                <w:caps/>
              </w:rPr>
            </w:pPr>
          </w:p>
        </w:tc>
      </w:tr>
    </w:tbl>
    <w:p w14:paraId="4A50E350" w14:textId="77777777" w:rsidR="00000EFF" w:rsidRDefault="00000EFF" w:rsidP="006C0C04">
      <w:pPr>
        <w:pStyle w:val="ICST-Bodytextnoindent"/>
      </w:pPr>
    </w:p>
    <w:p w14:paraId="1C2D461D" w14:textId="77777777" w:rsidR="00484D2A" w:rsidRDefault="00484D2A" w:rsidP="0073562A">
      <w:pPr>
        <w:pStyle w:val="ICST-Bodytextwithindent"/>
        <w:rPr>
          <w:rStyle w:val="ICST-BodytextnoindentChar"/>
        </w:rPr>
      </w:pPr>
      <w:r>
        <w:t>This is the body text with indent.</w:t>
      </w:r>
      <w:r w:rsidRPr="004662BC">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p>
    <w:p w14:paraId="0FE7760B" w14:textId="77777777" w:rsidR="00484D2A" w:rsidRPr="0073562A" w:rsidRDefault="00484D2A" w:rsidP="0073562A">
      <w:pPr>
        <w:pStyle w:val="ICST-Heading3"/>
      </w:pPr>
      <w:r w:rsidRPr="0073562A">
        <w:t>This is heading 3</w:t>
      </w:r>
    </w:p>
    <w:p w14:paraId="3DA83D9E" w14:textId="77777777" w:rsidR="00484D2A" w:rsidRPr="00C31866" w:rsidRDefault="00484D2A" w:rsidP="00484D2A">
      <w:pPr>
        <w:pStyle w:val="ICST-Bodytextnoindent"/>
      </w:pPr>
      <w:r w:rsidRPr="00F254AE">
        <w:t>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xml:space="preserve">. </w:t>
      </w:r>
    </w:p>
    <w:p w14:paraId="7A50A405" w14:textId="77777777" w:rsidR="000B2108" w:rsidRDefault="00484D2A" w:rsidP="000B2108">
      <w:pPr>
        <w:pStyle w:val="ICST-Bodytextwithindent"/>
      </w:pP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 This is the body text with indent.</w:t>
      </w:r>
      <w:r w:rsidR="000B2108">
        <w:t xml:space="preserve"> This is the body text with indent. This is the body text with indent. This is the body text with indent. This is the body text with indent.  This is the body text with indent.</w:t>
      </w:r>
    </w:p>
    <w:p w14:paraId="02B15AEB" w14:textId="77777777" w:rsidR="00484D2A" w:rsidRPr="00725EE0" w:rsidRDefault="00484D2A" w:rsidP="00484D2A">
      <w:pPr>
        <w:pStyle w:val="ICST-Bulletedlist"/>
      </w:pPr>
      <w:r w:rsidRPr="00725EE0">
        <w:t xml:space="preserve">This is a </w:t>
      </w:r>
      <w:r>
        <w:t xml:space="preserve">bulleted </w:t>
      </w:r>
      <w:r w:rsidRPr="00725EE0">
        <w:t>list.</w:t>
      </w:r>
    </w:p>
    <w:p w14:paraId="68F989AA" w14:textId="77777777" w:rsidR="00484D2A" w:rsidRPr="00725EE0" w:rsidRDefault="00484D2A" w:rsidP="00484D2A">
      <w:pPr>
        <w:pStyle w:val="ICST-Bulletedlist"/>
      </w:pPr>
      <w:r w:rsidRPr="00725EE0">
        <w:t xml:space="preserve">This is a </w:t>
      </w:r>
      <w:r>
        <w:t xml:space="preserve">bulleted </w:t>
      </w:r>
      <w:r w:rsidRPr="00725EE0">
        <w:t>list.</w:t>
      </w:r>
    </w:p>
    <w:p w14:paraId="4823239D" w14:textId="77777777" w:rsidR="00484D2A" w:rsidRPr="00725EE0" w:rsidRDefault="00484D2A" w:rsidP="00484D2A">
      <w:pPr>
        <w:pStyle w:val="ICST-Bulletedlist"/>
      </w:pPr>
      <w:r w:rsidRPr="00725EE0">
        <w:t xml:space="preserve">This is a </w:t>
      </w:r>
      <w:r>
        <w:t xml:space="preserve">bulleted </w:t>
      </w:r>
      <w:r w:rsidRPr="00725EE0">
        <w:t>list.</w:t>
      </w:r>
    </w:p>
    <w:p w14:paraId="071A1B40" w14:textId="77777777" w:rsidR="00484D2A" w:rsidRPr="00725EE0" w:rsidRDefault="00484D2A" w:rsidP="00484D2A">
      <w:pPr>
        <w:pStyle w:val="ICST-Bulletedlist"/>
      </w:pPr>
      <w:r w:rsidRPr="00725EE0">
        <w:t xml:space="preserve">This is a </w:t>
      </w:r>
      <w:r>
        <w:t xml:space="preserve">bulleted </w:t>
      </w:r>
      <w:r w:rsidRPr="00725EE0">
        <w:t>list.</w:t>
      </w:r>
    </w:p>
    <w:p w14:paraId="0F94183B" w14:textId="77777777" w:rsidR="00484D2A" w:rsidRPr="00C31866" w:rsidRDefault="00484D2A" w:rsidP="00484D2A">
      <w:pPr>
        <w:pStyle w:val="ICST-Bodytextnoindent"/>
      </w:pPr>
      <w:r w:rsidRPr="00F254AE">
        <w:t>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xml:space="preserve">. </w:t>
      </w:r>
    </w:p>
    <w:p w14:paraId="3F7248D4" w14:textId="77777777" w:rsidR="00484D2A" w:rsidRDefault="00484D2A" w:rsidP="00484D2A">
      <w:pPr>
        <w:pStyle w:val="ICST-Bodytextnoindent"/>
      </w:pPr>
    </w:p>
    <w:p w14:paraId="1E60CC1A" w14:textId="77777777" w:rsidR="00484D2A" w:rsidRDefault="003C0485" w:rsidP="003A2A40">
      <w:pPr>
        <w:pStyle w:val="ICST-Equations"/>
      </w:pPr>
      <w:r w:rsidRPr="003C0485">
        <w:fldChar w:fldCharType="begin"/>
      </w:r>
      <w:r w:rsidRPr="003C0485">
        <w:instrText xml:space="preserve"> QUOTE </w:instrText>
      </w:r>
      <w:r w:rsidR="00000000">
        <w:rPr>
          <w:position w:val="-17"/>
        </w:rPr>
        <w:pict w14:anchorId="46794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6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stylePaneFormatFilter w:val=&quot;0E01&quot;/&gt;&lt;w:defaultTabStop w:val=&quot;720&quot;/&gt;&lt;w:hyphenationZone w:val=&quot;425&quot;/&gt;&lt;w:evenAndOddHeaders/&gt;&lt;w:drawingGridHorizontalSpacing w:val=&quot;100&quot;/&gt;&lt;w:displayHorizontalDrawingGridEvery w:val=&quot;0&quot;/&gt;&lt;w:displayVerticalDrawingGridEvery w:val=&quot;0&quot;/&gt;&lt;w:characterSpacingControl w:val=&quot;DontCompress&quot;/&gt;&lt;w:optimizeForBrowser/&gt;&lt;w:validateAgainstSchema/&gt;&lt;w:saveInvalidXML w:val=&quot;off&quot;/&gt;&lt;w:ignoreMixedContent w:val=&quot;off&quot;/&gt;&lt;w:alwaysShowPlaceholderText w:val=&quot;off&quot;/&gt;&lt;w:footnotePr&gt;&lt;w:pos w:val=&quot;beneath-text&quot;/&gt;&lt;w:numFmt w:val=&quot;chicago&quot;/&gt;&lt;/w:footnotePr&gt;&lt;w:compat&gt;&lt;w:breakWrappedTables/&gt;&lt;w:snapToGridInCell/&gt;&lt;w:applyBreakingRules/&gt;&lt;w:wrapTextWithPunct/&gt;&lt;w:useAsianBreakRules/&gt;&lt;w:dontGrowAutofit/&gt;&lt;/w:compat&gt;&lt;wsp:rsids&gt;&lt;wsp:rsidRoot wsp:val=&quot;0019785C&quot;/&gt;&lt;wsp:rsid wsp:val=&quot;00000EFF&quot;/&gt;&lt;wsp:rsid wsp:val=&quot;00002599&quot;/&gt;&lt;wsp:rsid wsp:val=&quot;00034F96&quot;/&gt;&lt;wsp:rsid wsp:val=&quot;0003789F&quot;/&gt;&lt;wsp:rsid wsp:val=&quot;00062258&quot;/&gt;&lt;wsp:rsid wsp:val=&quot;00083018&quot;/&gt;&lt;wsp:rsid wsp:val=&quot;000910EF&quot;/&gt;&lt;wsp:rsid wsp:val=&quot;000A6086&quot;/&gt;&lt;wsp:rsid wsp:val=&quot;000B2108&quot;/&gt;&lt;wsp:rsid wsp:val=&quot;000D14AE&quot;/&gt;&lt;wsp:rsid wsp:val=&quot;000E26B2&quot;/&gt;&lt;wsp:rsid wsp:val=&quot;000E4761&quot;/&gt;&lt;wsp:rsid wsp:val=&quot;000E7320&quot;/&gt;&lt;wsp:rsid wsp:val=&quot;000F211F&quot;/&gt;&lt;wsp:rsid wsp:val=&quot;00107CF4&quot;/&gt;&lt;wsp:rsid wsp:val=&quot;001121ED&quot;/&gt;&lt;wsp:rsid wsp:val=&quot;00113CC0&quot;/&gt;&lt;wsp:rsid wsp:val=&quot;00143032&quot;/&gt;&lt;wsp:rsid wsp:val=&quot;00156524&quot;/&gt;&lt;wsp:rsid wsp:val=&quot;001958B1&quot;/&gt;&lt;wsp:rsid wsp:val=&quot;0019785C&quot;/&gt;&lt;wsp:rsid wsp:val=&quot;001C59B9&quot;/&gt;&lt;wsp:rsid wsp:val=&quot;001D58E9&quot;/&gt;&lt;wsp:rsid wsp:val=&quot;001E2781&quot;/&gt;&lt;wsp:rsid wsp:val=&quot;00211888&quot;/&gt;&lt;wsp:rsid wsp:val=&quot;00212372&quot;/&gt;&lt;wsp:rsid wsp:val=&quot;00231F96&quot;/&gt;&lt;wsp:rsid wsp:val=&quot;0023793D&quot;/&gt;&lt;wsp:rsid wsp:val=&quot;002402EB&quot;/&gt;&lt;wsp:rsid wsp:val=&quot;002425C0&quot;/&gt;&lt;wsp:rsid wsp:val=&quot;00251F41&quot;/&gt;&lt;wsp:rsid wsp:val=&quot;00284ADD&quot;/&gt;&lt;wsp:rsid wsp:val=&quot;00287AE0&quot;/&gt;&lt;wsp:rsid wsp:val=&quot;002A67D0&quot;/&gt;&lt;wsp:rsid wsp:val=&quot;002C05FA&quot;/&gt;&lt;wsp:rsid wsp:val=&quot;002D4643&quot;/&gt;&lt;wsp:rsid wsp:val=&quot;002E7277&quot;/&gt;&lt;wsp:rsid wsp:val=&quot;002F285A&quot;/&gt;&lt;wsp:rsid wsp:val=&quot;002F5CE7&quot;/&gt;&lt;wsp:rsid wsp:val=&quot;003112B8&quot;/&gt;&lt;wsp:rsid wsp:val=&quot;0031213F&quot;/&gt;&lt;wsp:rsid wsp:val=&quot;00321123&quot;/&gt;&lt;wsp:rsid wsp:val=&quot;00335BD9&quot;/&gt;&lt;wsp:rsid wsp:val=&quot;0034262B&quot;/&gt;&lt;wsp:rsid wsp:val=&quot;003516D4&quot;/&gt;&lt;wsp:rsid wsp:val=&quot;0038032C&quot;/&gt;&lt;wsp:rsid wsp:val=&quot;003A2A40&quot;/&gt;&lt;wsp:rsid wsp:val=&quot;003C0485&quot;/&gt;&lt;wsp:rsid wsp:val=&quot;003C4E0C&quot;/&gt;&lt;wsp:rsid wsp:val=&quot;003D1561&quot;/&gt;&lt;wsp:rsid wsp:val=&quot;00417071&quot;/&gt;&lt;wsp:rsid wsp:val=&quot;00430E20&quot;/&gt;&lt;wsp:rsid wsp:val=&quot;00434B70&quot;/&gt;&lt;wsp:rsid wsp:val=&quot;00440313&quot;/&gt;&lt;wsp:rsid wsp:val=&quot;004662BC&quot;/&gt;&lt;wsp:rsid wsp:val=&quot;00470369&quot;/&gt;&lt;wsp:rsid wsp:val=&quot;00484D2A&quot;/&gt;&lt;wsp:rsid wsp:val=&quot;00487FBA&quot;/&gt;&lt;wsp:rsid wsp:val=&quot;0049356C&quot;/&gt;&lt;wsp:rsid wsp:val=&quot;004A19D2&quot;/&gt;&lt;wsp:rsid wsp:val=&quot;004B1C71&quot;/&gt;&lt;wsp:rsid wsp:val=&quot;004F1D55&quot;/&gt;&lt;wsp:rsid wsp:val=&quot;004F726E&quot;/&gt;&lt;wsp:rsid wsp:val=&quot;0051273F&quot;/&gt;&lt;wsp:rsid wsp:val=&quot;0052197F&quot;/&gt;&lt;wsp:rsid wsp:val=&quot;00523AB3&quot;/&gt;&lt;wsp:rsid wsp:val=&quot;00527CE9&quot;/&gt;&lt;wsp:rsid wsp:val=&quot;00534971&quot;/&gt;&lt;wsp:rsid wsp:val=&quot;00534D9C&quot;/&gt;&lt;wsp:rsid wsp:val=&quot;005A667A&quot;/&gt;&lt;wsp:rsid wsp:val=&quot;005B2B58&quot;/&gt;&lt;wsp:rsid wsp:val=&quot;005B7FCC&quot;/&gt;&lt;wsp:rsid wsp:val=&quot;005D56F9&quot;/&gt;&lt;wsp:rsid wsp:val=&quot;00601EAA&quot;/&gt;&lt;wsp:rsid wsp:val=&quot;006145BB&quot;/&gt;&lt;wsp:rsid wsp:val=&quot;006716FA&quot;/&gt;&lt;wsp:rsid wsp:val=&quot;00681911&quot;/&gt;&lt;wsp:rsid wsp:val=&quot;006C0C04&quot;/&gt;&lt;wsp:rsid wsp:val=&quot;006C5198&quot;/&gt;&lt;wsp:rsid wsp:val=&quot;006F2FF6&quot;/&gt;&lt;wsp:rsid wsp:val=&quot;00725EE0&quot;/&gt;&lt;wsp:rsid wsp:val=&quot;00727574&quot;/&gt;&lt;wsp:rsid wsp:val=&quot;0073562A&quot;/&gt;&lt;wsp:rsid wsp:val=&quot;00775A8E&quot;/&gt;&lt;wsp:rsid wsp:val=&quot;007A4F9A&quot;/&gt;&lt;wsp:rsid wsp:val=&quot;007A7FF9&quot;/&gt;&lt;wsp:rsid wsp:val=&quot;007B341D&quot;/&gt;&lt;wsp:rsid wsp:val=&quot;007C7093&quot;/&gt;&lt;wsp:rsid wsp:val=&quot;007D3DDE&quot;/&gt;&lt;wsp:rsid wsp:val=&quot;007E739D&quot;/&gt;&lt;wsp:rsid wsp:val=&quot;00824738&quot;/&gt;&lt;wsp:rsid wsp:val=&quot;00825EDE&quot;/&gt;&lt;wsp:rsid wsp:val=&quot;00855EF1&quot;/&gt;&lt;wsp:rsid wsp:val=&quot;00866181&quot;/&gt;&lt;wsp:rsid wsp:val=&quot;0088588E&quot;/&gt;&lt;wsp:rsid wsp:val=&quot;008C3874&quot;/&gt;&lt;wsp:rsid wsp:val=&quot;008E30D7&quot;/&gt;&lt;wsp:rsid wsp:val=&quot;008F0AC1&quot;/&gt;&lt;wsp:rsid wsp:val=&quot;00911E9B&quot;/&gt;&lt;wsp:rsid wsp:val=&quot;0092068F&quot;/&gt;&lt;wsp:rsid wsp:val=&quot;00935BEB&quot;/&gt;&lt;wsp:rsid wsp:val=&quot;00985634&quot;/&gt;&lt;wsp:rsid wsp:val=&quot;00996752&quot;/&gt;&lt;wsp:rsid wsp:val=&quot;009A5F27&quot;/&gt;&lt;wsp:rsid wsp:val=&quot;009B697B&quot;/&gt;&lt;wsp:rsid wsp:val=&quot;009C69CC&quot;/&gt;&lt;wsp:rsid wsp:val=&quot;009F2E62&quot;/&gt;&lt;wsp:rsid wsp:val=&quot;00A2389D&quot;/&gt;&lt;wsp:rsid wsp:val=&quot;00A26B36&quot;/&gt;&lt;wsp:rsid wsp:val=&quot;00A5302F&quot;/&gt;&lt;wsp:rsid wsp:val=&quot;00A77830&quot;/&gt;&lt;wsp:rsid wsp:val=&quot;00A87177&quot;/&gt;&lt;wsp:rsid wsp:val=&quot;00A95931&quot;/&gt;&lt;wsp:rsid wsp:val=&quot;00AB03AF&quot;/&gt;&lt;wsp:rsid wsp:val=&quot;00AB31F2&quot;/&gt;&lt;wsp:rsid wsp:val=&quot;00AB65F6&quot;/&gt;&lt;wsp:rsid wsp:val=&quot;00AC74DA&quot;/&gt;&lt;wsp:rsid wsp:val=&quot;00AD1725&quot;/&gt;&lt;wsp:rsid wsp:val=&quot;00AD6296&quot;/&gt;&lt;wsp:rsid wsp:val=&quot;00AE6014&quot;/&gt;&lt;wsp:rsid wsp:val=&quot;00B22118&quot;/&gt;&lt;wsp:rsid wsp:val=&quot;00B300D6&quot;/&gt;&lt;wsp:rsid wsp:val=&quot;00B33814&quot;/&gt;&lt;wsp:rsid wsp:val=&quot;00B755E9&quot;/&gt;&lt;wsp:rsid wsp:val=&quot;00B901BD&quot;/&gt;&lt;wsp:rsid wsp:val=&quot;00BC700F&quot;/&gt;&lt;wsp:rsid wsp:val=&quot;00C31866&quot;/&gt;&lt;wsp:rsid wsp:val=&quot;00C55CAC&quot;/&gt;&lt;wsp:rsid wsp:val=&quot;00C7269B&quot;/&gt;&lt;wsp:rsid wsp:val=&quot;00C80C6B&quot;/&gt;&lt;wsp:rsid wsp:val=&quot;00C85A73&quot;/&gt;&lt;wsp:rsid wsp:val=&quot;00C97EBD&quot;/&gt;&lt;wsp:rsid wsp:val=&quot;00CB13DB&quot;/&gt;&lt;wsp:rsid wsp:val=&quot;00CB28BC&quot;/&gt;&lt;wsp:rsid wsp:val=&quot;00CB4FE0&quot;/&gt;&lt;wsp:rsid wsp:val=&quot;00CB6E07&quot;/&gt;&lt;wsp:rsid wsp:val=&quot;00CC3F30&quot;/&gt;&lt;wsp:rsid wsp:val=&quot;00CC6D72&quot;/&gt;&lt;wsp:rsid wsp:val=&quot;00CE121F&quot;/&gt;&lt;wsp:rsid wsp:val=&quot;00CE5E28&quot;/&gt;&lt;wsp:rsid wsp:val=&quot;00CF5AFB&quot;/&gt;&lt;wsp:rsid wsp:val=&quot;00D13814&quot;/&gt;&lt;wsp:rsid wsp:val=&quot;00D404F6&quot;/&gt;&lt;wsp:rsid wsp:val=&quot;00D63196&quot;/&gt;&lt;wsp:rsid wsp:val=&quot;00D70A25&quot;/&gt;&lt;wsp:rsid wsp:val=&quot;00D76C07&quot;/&gt;&lt;wsp:rsid wsp:val=&quot;00DD09C9&quot;/&gt;&lt;wsp:rsid wsp:val=&quot;00DF41D8&quot;/&gt;&lt;wsp:rsid wsp:val=&quot;00E1083A&quot;/&gt;&lt;wsp:rsid wsp:val=&quot;00E33E44&quot;/&gt;&lt;wsp:rsid wsp:val=&quot;00E541E1&quot;/&gt;&lt;wsp:rsid wsp:val=&quot;00E61AAF&quot;/&gt;&lt;wsp:rsid wsp:val=&quot;00E63920&quot;/&gt;&lt;wsp:rsid wsp:val=&quot;00E700F2&quot;/&gt;&lt;wsp:rsid wsp:val=&quot;00EA3722&quot;/&gt;&lt;wsp:rsid wsp:val=&quot;00EB55F0&quot;/&gt;&lt;wsp:rsid wsp:val=&quot;00ED0D64&quot;/&gt;&lt;wsp:rsid wsp:val=&quot;00ED60A7&quot;/&gt;&lt;wsp:rsid wsp:val=&quot;00EF74D5&quot;/&gt;&lt;wsp:rsid wsp:val=&quot;00F246E9&quot;/&gt;&lt;wsp:rsid wsp:val=&quot;00F254AE&quot;/&gt;&lt;wsp:rsid wsp:val=&quot;00F30E2F&quot;/&gt;&lt;wsp:rsid wsp:val=&quot;00F32339&quot;/&gt;&lt;wsp:rsid wsp:val=&quot;00F66852&quot;/&gt;&lt;wsp:rsid wsp:val=&quot;00F67213&quot;/&gt;&lt;wsp:rsid wsp:val=&quot;00FA111D&quot;/&gt;&lt;wsp:rsid wsp:val=&quot;00FB1EA8&quot;/&gt;&lt;wsp:rsid wsp:val=&quot;00FC0FD5&quot;/&gt;&lt;/wsp:rsids&gt;&lt;/w:docPr&gt;&lt;w:body&gt;&lt;wx:sect&gt;&lt;w:p wsp:rsidR=&quot;00000000&quot; wsp:rsidRDefault=&quot;00CE5E28&quot; wsp:rsidP=&quot;00CE5E28&quot;&gt;&lt;m:oMathPara&gt;&lt;m:oMath&gt;&lt;m:r&gt;&lt;w:rPr&gt;&lt;w:rFonts w:ascii=&quot;Cambria Math&quot; w:h-ansi=&quot;Cambria Math&quot;/&gt;&lt;wx:font wx:val=&quot;Cambria Math&quot;/&gt;&lt;w:i/&gt;&lt;/w:rPr&gt;&lt;m:t&gt;f&lt;/m:t&gt;&lt;/m:r&gt;&lt;m:d&gt;&lt;m:dPr&gt;&lt;m:ctrlPr&gt;&lt;w:rPr&gt;&lt;w:rFonts w:ascii=&quot;Cambria Math&quot; w:h-ansi=&quot;Cambria Math&quot;/&gt;&lt;wx:font wx:val=&quot;Cambria Math&quot;/&gt;&lt;/w:rPr&gt;&lt;/m:ctrlPr&gt;&lt;/m:dPr&gt;&lt;m:e&gt;&lt;m:r&gt;&lt;w:rPr&gt;&lt;w:rFonts w:ascii=&quot;Cambria Math&quot; w:h-ansi=&quot;Cambria Math&quot;/&gt;&lt;wx:font wx:val=&quot;Cambria Math&quot;/&gt;&lt;w:i/&gt;&lt;/w:rPr&gt;&lt;m:t&gt;x&lt;/m:t&gt;&lt;/m:r&gt;&lt;/m:e&gt;&lt;/m:d&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a&lt;/m:t&gt;&lt;/m:r&gt;&lt;/m:e&gt;&lt;m:sub&gt;&lt;m:r&gt;&lt;w:rPr&gt;&lt;w:rFonts w:ascii=&quot;Cambria Math&quot; w:h-ansi=&quot;Cambria Math&quot;/&gt;&lt;wx:font wx:val=&quot;Cambria Math&quot;/&gt;&lt;w:i/&gt;&lt;/w:rPr&gt;&lt;m:t&gt;0&lt;/m:t&gt;&lt;/m:r&gt;&lt;/m:sub&gt;&lt;/m:sSub&gt;&lt;m:r&gt;&lt;w:rPr&gt;&lt;w:rFonts w:ascii=&quot;Cambria Math&quot; w:h-ansi=&quot;Cambria Math&quot;/&gt;&lt;wx:font wx:val=&quot;Cambria Math&quot;/&gt;&lt;w:i/&gt;&lt;/w:rPr&gt;&lt;m:t&gt;+&lt;/m:t&gt;&lt;/m:r&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n=1&lt;/m:t&gt;&lt;/m:r&gt;&lt;/m:sub&gt;&lt;m:sup&gt;&lt;m:r&gt;&lt;w:rPr&gt;&lt;w:rFonts w:ascii=&quot;Cambria Math&quot; w:h-ansi=&quot;Cambria Math&quot;/&gt;&lt;wx:font wx:val=&quot;Cambria Math&quot;/&gt;&lt;w:i/&gt;&lt;/w:rPr&gt;&lt;m:t&gt;âˆž&lt;/m:t&gt;&lt;/m:r&gt;&lt;/m:sup&gt;&lt;m:e&gt;&lt;m:d&gt;&lt;m:dPr&gt;&lt;m:ctrlPr&gt;&lt;w:rPr&gt;&lt;w:rFonts w:ascii=&quot;Cambria Math&quot; w:h-ansi=&quot;Cambria Math&quot;/&gt;&lt;wx:font wx:val=&quot;Cambria Math&quot;/&gt;&lt;/w:rPr&gt;&lt;/m:ctrlPr&gt;&lt;/m:dPr&gt;&lt;m:e&gt;&lt;m:sSub&gt;&lt;m:sSubPr&gt;&lt;m:ctrlPr&gt;&lt;w:rPr&gt;&lt;w:rFonts w:ascii=&quot;Cambria Math&quot; w:h-ansi=&quot;Cambria Math&quot;/&gt;&lt;wx:font wx:val=&quot;Cambria Math&quot;/&gt;&lt;/w:rPr&gt;&lt;/m:ctrlPr&gt;&lt;/m:sSubPr&gt;&lt;m:e&gt;&lt;m:r&gt;&lt;w:rPr&gt;&lt;w:rFonts w:ascii=&quot;Cambria Math&quot; w:fareast=&quot;Cambria Math&quot; w:h-ansi=&quot;Cambria Math&quot; w:cs=&quot;Cambria Math&quot;/&gt;&lt;wx:font wx:val=&quot;Cambria Math&quot;/&gt;&lt;w:i/&gt;&lt;/w:rPr&gt;&lt;m:t&gt;a&lt;/m:t&gt;&lt;/m:r&gt;&lt;/m:e&gt;&lt;m:sub&gt;&lt;m:r&gt;&lt;w:rPr&gt;&lt;w:rFonts w:ascii=&quot;Cambria Math&quot; w:fareast=&quot;Cambria Math&quot; w:h-ansi=&quot;Cambria Math&quot; w:cs=&quot;Cambria Math&quot;/&gt;&lt;wx:font wx:val=&quot;Cambria Math&quot;/&gt;&lt;w:i/&gt;&lt;/w:rPr&gt;&lt;m:t&gt;n&lt;/m:t&gt;&lt;/m:r&gt;&lt;/m:sub&gt;&lt;/m:sSub&gt;&lt;m:func&gt;&lt;m:funcPr&gt;&lt;m:ctrlPr&gt;&lt;w:rPr&gt;&lt;w:rFonts w:ascii=&quot;Cambria Math&quot; w:h-ansi=&quot;Cambria Math&quot;/&gt;&lt;wx:font wx:val=&quot;Cambria Math&quot;/&gt;&lt;/w:rPr&gt;&lt;/m:ctrlPr&gt;&lt;/m:funcPr&gt;&lt;m:fName&gt;&lt;m:r&gt;&lt;m:rPr&gt;&lt;m:sty m:val=&quot;p&quot;/&gt;&lt;/m:rPr&gt;&lt;w:rPr&gt;&lt;w:rFonts w:ascii=&quot;Cambria Math&quot; w:fareast=&quot;Cambria Math&quot; w:h-ansi=&quot;Cambria Math&quot; w:cs=&quot;Cambria Math&quot;/&gt;&lt;wx:font wx:val=&quot;Cambria Math&quot;/&gt;&lt;/w:rPr&gt;&lt;m:t&gt;cos&lt;/m:t&gt;&lt;/m:r&gt;&lt;/m:fName&gt;&lt;m:e&gt;&lt;m:f&gt;&lt;m:fPr&gt;&lt;m:ctrlPr&gt;&lt;w:rPr&gt;&lt;w:rFonts w:ascii=&quot;Cambria Math&quot; w:h-ansi=&quot;Cambria Math&quot;/&gt;&lt;wx:font wx:val=&quot;Cambria Math&quot;/&gt;&lt;/w:rPr&gt;&lt;/m:ctrlPr&gt;&lt;/m:fPr&gt;&lt;m:num&gt;&lt;m:r&gt;&lt;w:rPr&gt;&lt;w:rFonts w:ascii=&quot;Cambria Math&quot; w:fareast=&quot;Cambria Math&quot; w:h-ansi=&quot;Cambria Math&quot; w:cs=&quot;Cambria Math&quot;/&gt;&lt;wx:font wx:val=&quot;Cambria Math&quot;/&gt;&lt;w:i/&gt;&lt;/w:rPr&gt;&lt;m:t&gt;nD€x&lt;/m:t&gt;&lt;/m:r&gt;&lt;/m:num&gt;&lt;m:den&gt;&lt;m:r&gt;&lt;w:rPr&gt;&lt;w:rFonts w:ascii=&quot;Cambria Math&quot; w:fareast=&quot;Cambria Math&quot; w:h-ansi=&quot;Cambria Math&quot; w:cs=&quot;Cambria Math&quot;/&gt;&lt;wx:font wx:val=&quot;Cambria Math&quot;/&gt;&lt;w:i/&gt;&lt;/w:rPr&gt;&lt;m:t&gt;L&lt;/m:t&gt;&lt;/m:r&gt;&lt;/m:den&gt;&lt;/m:f&gt;&lt;/m:e&gt;&lt;/m:func&gt;&lt;m:r&gt;&lt;w:rPr&gt;&lt;w:rFonts w:ascii=&quot;Cambria Math&quot; w:fareast=&quot;Cambria Math&quot; w:h-ansi=&quot;Cambria Math&quot; w:cs=&quot;Cambria Math&quot;/&gt;&lt;wx:font wx:val=&quot;Cambria Math&quot;/&gt;&lt;w:i/&gt;&lt;/w:rPr&gt;&lt;m:t&gt;+&lt;/m:t&gt;&lt;/m:r&gt;&lt;m:sSub&gt;&lt;m:sSubPr&gt;&lt;m:ctrlPr&gt;&lt;w:rPr&gt;&lt;w:rFonts w:ascii=&quot;Cambria Math&quot; w:h-ansi=&quot;Cambria Math&quot;/&gt;&lt;wx:font wx:val=&quot;Cambria Math&quot;/&gt;&lt;/w:rPr&gt;&lt;/m:ctrlPr&gt;&lt;/m:sSubPr&gt;&lt;m:e&gt;&lt;m:r&gt;&lt;w:rPr&gt;&lt;w:rFonts w:ascii=&quot;Cambria Math&quot; w:fareast=&quot;Cambria Math&quot; w:h-ansi=&quot;Cambria Math&quot; w:cs=&quot;Cambria Math&quot;/&gt;&lt;wx:font wx:val=&quot;Cambria Math&quot;/&gt;&lt;w:i/&gt;&lt;/w:rPr&gt;&lt;m:t&gt;b&lt;/m:t&gt;&lt;/m:r&gt;&lt;/m:e&gt;&lt;m:sub&gt;&lt;m:r&gt;&lt;w:rPr&gt;&lt;w:rFonts w:ascii=&quot;Cambria Math&quot; w:fareast=&quot;Cambria Math&quot; w:h-ansi=&quot;Cambria Math&quot; w:cs=&quot;Cambria Math&quot;/&gt;&lt;wx:font wx:val=&quot;Cambria Math&quot;/&gt;&lt;w:i/&gt;&lt;/w:rPr&gt;&lt;m:t&gt;n&lt;/m:t&gt;&lt;/m:r&gt;&lt;/m:sub&gt;&lt;/m:sSub&gt;&lt;m:func&gt;&lt;m:funcPr&gt;&lt;m:ctrlPr&gt;&lt;w:rPr&gt;&lt;w:rFonts w:ascii=&quot;Cambria Math&quot; w:h-ansi=&quot;Cambria Math&quot;/&gt;&lt;wx:font wx:val=&quot;Cambria Math&quot;/&gt;&lt;/w:rPr&gt;&lt;/m:ctrlPr&gt;&lt;/m:funcPr&gt;&lt;m:fName&gt;&lt;m:r&gt;&lt;m:rPr&gt;&lt;m:sty m:val=&quot;p&quot;/&gt;&lt;/m:rPr&gt;&lt;w:rPr&gt;&lt;w:rFonts w:ascii=&quot;Cambria Math&quot; w:fareast=&quot;Cambria Math&quot; w:h-ansi=&quot;Cambria Math&quot; w:cs=&quot;Cambria Math&quot;/&gt;&lt;wx:font wx:val=&quot;Cambria Math&quot;/&gt;&lt;/w:rPr&gt;&lt;m:t&gt;sin&lt;/m:t&gt;&lt;/m:r&gt;&lt;/m:fName&gt;&lt;m:e&gt;&lt;m:f&gt;&lt;m:fPr&gt;&lt;m:ctrlPr&gt;&lt;w:rPr&gt;&lt;w:rFonts w:ascii=&quot;Cambria Math&quot; w:h-ansi=&quot;Cambria Math&quot;/&gt;&lt;wx:font wx:val=&quot;Cambria Math&quot;/&gt;&lt;/w:rPr&gt;&lt;/m:ctrlPr&gt;&lt;/m:fPr&gt;&lt;m:num&gt;&lt;m:r&gt;&lt;w:rPr&gt;&lt;w:rFonts w:ascii=&quot;Cambria Math&quot; w:fareast=&quot;Cambria Math&quot; w:h-ansi=&quot;Cambria Math&quot; w:cs=&quot;Cambria Math&quot;/&gt;&lt;wx:font wx:val=&quot;Cambria Math&quot;/&gt;&lt;w:i/&gt;&lt;/w:rPr&gt;&lt;m:t&gt;nD€x&lt;/m:t&gt;&lt;/m:r&gt;&lt;/m:num&gt;&lt;m:den&gt;&lt;m:r&gt;&lt;w:rPr&gt;&lt;w:rFonts w:ascii=&quot;Cambria Math&quot; w:fareast=&quot;Cambria Math&quot; w:h-ansi=&quot;Cambria Math&quot; w:cs=&quot;Cambria Math&quot;/&gt;&lt;wx:font wx:val=&quot;Cambria Math&quot;/&gt;&lt;w:i/&gt;&lt;/w:rPr&gt;&lt;m:t&gt;L&lt;/m:t&gt;&lt;/m:r&gt;&lt;/m:den&gt;&lt;/m:f&gt;&lt;/m:e&gt;&lt;/m:func&gt;&lt;/m:e&gt;&lt;/m:d&gt;&lt;/m:e&gt;&lt;/m:nary&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20" o:title="" chromakey="white"/>
          </v:shape>
        </w:pict>
      </w:r>
      <w:r w:rsidRPr="003C0485">
        <w:instrText xml:space="preserve"> </w:instrText>
      </w:r>
      <w:r w:rsidRPr="003C0485">
        <w:fldChar w:fldCharType="separate"/>
      </w:r>
      <w:r w:rsidR="00000000">
        <w:rPr>
          <w:position w:val="-17"/>
        </w:rPr>
        <w:pict w14:anchorId="3499D59C">
          <v:shape id="_x0000_i1027" type="#_x0000_t75" style="width:186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stylePaneFormatFilter w:val=&quot;0E01&quot;/&gt;&lt;w:defaultTabStop w:val=&quot;720&quot;/&gt;&lt;w:hyphenationZone w:val=&quot;425&quot;/&gt;&lt;w:evenAndOddHeaders/&gt;&lt;w:drawingGridHorizontalSpacing w:val=&quot;100&quot;/&gt;&lt;w:displayHorizontalDrawingGridEvery w:val=&quot;0&quot;/&gt;&lt;w:displayVerticalDrawingGridEvery w:val=&quot;0&quot;/&gt;&lt;w:characterSpacingControl w:val=&quot;DontCompress&quot;/&gt;&lt;w:optimizeForBrowser/&gt;&lt;w:validateAgainstSchema/&gt;&lt;w:saveInvalidXML w:val=&quot;off&quot;/&gt;&lt;w:ignoreMixedContent w:val=&quot;off&quot;/&gt;&lt;w:alwaysShowPlaceholderText w:val=&quot;off&quot;/&gt;&lt;w:footnotePr&gt;&lt;w:pos w:val=&quot;beneath-text&quot;/&gt;&lt;w:numFmt w:val=&quot;chicago&quot;/&gt;&lt;/w:footnotePr&gt;&lt;w:compat&gt;&lt;w:breakWrappedTables/&gt;&lt;w:snapToGridInCell/&gt;&lt;w:applyBreakingRules/&gt;&lt;w:wrapTextWithPunct/&gt;&lt;w:useAsianBreakRules/&gt;&lt;w:dontGrowAutofit/&gt;&lt;/w:compat&gt;&lt;wsp:rsids&gt;&lt;wsp:rsidRoot wsp:val=&quot;0019785C&quot;/&gt;&lt;wsp:rsid wsp:val=&quot;00000EFF&quot;/&gt;&lt;wsp:rsid wsp:val=&quot;00002599&quot;/&gt;&lt;wsp:rsid wsp:val=&quot;00034F96&quot;/&gt;&lt;wsp:rsid wsp:val=&quot;0003789F&quot;/&gt;&lt;wsp:rsid wsp:val=&quot;00062258&quot;/&gt;&lt;wsp:rsid wsp:val=&quot;00083018&quot;/&gt;&lt;wsp:rsid wsp:val=&quot;000910EF&quot;/&gt;&lt;wsp:rsid wsp:val=&quot;000A6086&quot;/&gt;&lt;wsp:rsid wsp:val=&quot;000B2108&quot;/&gt;&lt;wsp:rsid wsp:val=&quot;000D14AE&quot;/&gt;&lt;wsp:rsid wsp:val=&quot;000E26B2&quot;/&gt;&lt;wsp:rsid wsp:val=&quot;000E4761&quot;/&gt;&lt;wsp:rsid wsp:val=&quot;000E7320&quot;/&gt;&lt;wsp:rsid wsp:val=&quot;000F211F&quot;/&gt;&lt;wsp:rsid wsp:val=&quot;00107CF4&quot;/&gt;&lt;wsp:rsid wsp:val=&quot;001121ED&quot;/&gt;&lt;wsp:rsid wsp:val=&quot;00113CC0&quot;/&gt;&lt;wsp:rsid wsp:val=&quot;00143032&quot;/&gt;&lt;wsp:rsid wsp:val=&quot;00156524&quot;/&gt;&lt;wsp:rsid wsp:val=&quot;001958B1&quot;/&gt;&lt;wsp:rsid wsp:val=&quot;0019785C&quot;/&gt;&lt;wsp:rsid wsp:val=&quot;001C59B9&quot;/&gt;&lt;wsp:rsid wsp:val=&quot;001D58E9&quot;/&gt;&lt;wsp:rsid wsp:val=&quot;001E2781&quot;/&gt;&lt;wsp:rsid wsp:val=&quot;00211888&quot;/&gt;&lt;wsp:rsid wsp:val=&quot;00212372&quot;/&gt;&lt;wsp:rsid wsp:val=&quot;00231F96&quot;/&gt;&lt;wsp:rsid wsp:val=&quot;0023793D&quot;/&gt;&lt;wsp:rsid wsp:val=&quot;002402EB&quot;/&gt;&lt;wsp:rsid wsp:val=&quot;002425C0&quot;/&gt;&lt;wsp:rsid wsp:val=&quot;00251F41&quot;/&gt;&lt;wsp:rsid wsp:val=&quot;00284ADD&quot;/&gt;&lt;wsp:rsid wsp:val=&quot;00287AE0&quot;/&gt;&lt;wsp:rsid wsp:val=&quot;002A67D0&quot;/&gt;&lt;wsp:rsid wsp:val=&quot;002C05FA&quot;/&gt;&lt;wsp:rsid wsp:val=&quot;002D4643&quot;/&gt;&lt;wsp:rsid wsp:val=&quot;002E7277&quot;/&gt;&lt;wsp:rsid wsp:val=&quot;002F285A&quot;/&gt;&lt;wsp:rsid wsp:val=&quot;002F5CE7&quot;/&gt;&lt;wsp:rsid wsp:val=&quot;003112B8&quot;/&gt;&lt;wsp:rsid wsp:val=&quot;0031213F&quot;/&gt;&lt;wsp:rsid wsp:val=&quot;00321123&quot;/&gt;&lt;wsp:rsid wsp:val=&quot;00335BD9&quot;/&gt;&lt;wsp:rsid wsp:val=&quot;0034262B&quot;/&gt;&lt;wsp:rsid wsp:val=&quot;003516D4&quot;/&gt;&lt;wsp:rsid wsp:val=&quot;0038032C&quot;/&gt;&lt;wsp:rsid wsp:val=&quot;003A2A40&quot;/&gt;&lt;wsp:rsid wsp:val=&quot;003C0485&quot;/&gt;&lt;wsp:rsid wsp:val=&quot;003C4E0C&quot;/&gt;&lt;wsp:rsid wsp:val=&quot;003D1561&quot;/&gt;&lt;wsp:rsid wsp:val=&quot;00417071&quot;/&gt;&lt;wsp:rsid wsp:val=&quot;00430E20&quot;/&gt;&lt;wsp:rsid wsp:val=&quot;00434B70&quot;/&gt;&lt;wsp:rsid wsp:val=&quot;00440313&quot;/&gt;&lt;wsp:rsid wsp:val=&quot;004662BC&quot;/&gt;&lt;wsp:rsid wsp:val=&quot;00470369&quot;/&gt;&lt;wsp:rsid wsp:val=&quot;00484D2A&quot;/&gt;&lt;wsp:rsid wsp:val=&quot;00487FBA&quot;/&gt;&lt;wsp:rsid wsp:val=&quot;0049356C&quot;/&gt;&lt;wsp:rsid wsp:val=&quot;004A19D2&quot;/&gt;&lt;wsp:rsid wsp:val=&quot;004B1C71&quot;/&gt;&lt;wsp:rsid wsp:val=&quot;004F1D55&quot;/&gt;&lt;wsp:rsid wsp:val=&quot;004F726E&quot;/&gt;&lt;wsp:rsid wsp:val=&quot;0051273F&quot;/&gt;&lt;wsp:rsid wsp:val=&quot;0052197F&quot;/&gt;&lt;wsp:rsid wsp:val=&quot;00523AB3&quot;/&gt;&lt;wsp:rsid wsp:val=&quot;00527CE9&quot;/&gt;&lt;wsp:rsid wsp:val=&quot;00534971&quot;/&gt;&lt;wsp:rsid wsp:val=&quot;00534D9C&quot;/&gt;&lt;wsp:rsid wsp:val=&quot;005A667A&quot;/&gt;&lt;wsp:rsid wsp:val=&quot;005B2B58&quot;/&gt;&lt;wsp:rsid wsp:val=&quot;005B7FCC&quot;/&gt;&lt;wsp:rsid wsp:val=&quot;005D56F9&quot;/&gt;&lt;wsp:rsid wsp:val=&quot;00601EAA&quot;/&gt;&lt;wsp:rsid wsp:val=&quot;006145BB&quot;/&gt;&lt;wsp:rsid wsp:val=&quot;006716FA&quot;/&gt;&lt;wsp:rsid wsp:val=&quot;00681911&quot;/&gt;&lt;wsp:rsid wsp:val=&quot;006C0C04&quot;/&gt;&lt;wsp:rsid wsp:val=&quot;006C5198&quot;/&gt;&lt;wsp:rsid wsp:val=&quot;006F2FF6&quot;/&gt;&lt;wsp:rsid wsp:val=&quot;00725EE0&quot;/&gt;&lt;wsp:rsid wsp:val=&quot;00727574&quot;/&gt;&lt;wsp:rsid wsp:val=&quot;0073562A&quot;/&gt;&lt;wsp:rsid wsp:val=&quot;00775A8E&quot;/&gt;&lt;wsp:rsid wsp:val=&quot;007A4F9A&quot;/&gt;&lt;wsp:rsid wsp:val=&quot;007A7FF9&quot;/&gt;&lt;wsp:rsid wsp:val=&quot;007B341D&quot;/&gt;&lt;wsp:rsid wsp:val=&quot;007C7093&quot;/&gt;&lt;wsp:rsid wsp:val=&quot;007D3DDE&quot;/&gt;&lt;wsp:rsid wsp:val=&quot;007E739D&quot;/&gt;&lt;wsp:rsid wsp:val=&quot;00824738&quot;/&gt;&lt;wsp:rsid wsp:val=&quot;00825EDE&quot;/&gt;&lt;wsp:rsid wsp:val=&quot;00855EF1&quot;/&gt;&lt;wsp:rsid wsp:val=&quot;00866181&quot;/&gt;&lt;wsp:rsid wsp:val=&quot;0088588E&quot;/&gt;&lt;wsp:rsid wsp:val=&quot;008C3874&quot;/&gt;&lt;wsp:rsid wsp:val=&quot;008E30D7&quot;/&gt;&lt;wsp:rsid wsp:val=&quot;008F0AC1&quot;/&gt;&lt;wsp:rsid wsp:val=&quot;00911E9B&quot;/&gt;&lt;wsp:rsid wsp:val=&quot;0092068F&quot;/&gt;&lt;wsp:rsid wsp:val=&quot;00935BEB&quot;/&gt;&lt;wsp:rsid wsp:val=&quot;00985634&quot;/&gt;&lt;wsp:rsid wsp:val=&quot;00996752&quot;/&gt;&lt;wsp:rsid wsp:val=&quot;009A5F27&quot;/&gt;&lt;wsp:rsid wsp:val=&quot;009B697B&quot;/&gt;&lt;wsp:rsid wsp:val=&quot;009C69CC&quot;/&gt;&lt;wsp:rsid wsp:val=&quot;009F2E62&quot;/&gt;&lt;wsp:rsid wsp:val=&quot;00A2389D&quot;/&gt;&lt;wsp:rsid wsp:val=&quot;00A26B36&quot;/&gt;&lt;wsp:rsid wsp:val=&quot;00A5302F&quot;/&gt;&lt;wsp:rsid wsp:val=&quot;00A77830&quot;/&gt;&lt;wsp:rsid wsp:val=&quot;00A87177&quot;/&gt;&lt;wsp:rsid wsp:val=&quot;00A95931&quot;/&gt;&lt;wsp:rsid wsp:val=&quot;00AB03AF&quot;/&gt;&lt;wsp:rsid wsp:val=&quot;00AB31F2&quot;/&gt;&lt;wsp:rsid wsp:val=&quot;00AB65F6&quot;/&gt;&lt;wsp:rsid wsp:val=&quot;00AC74DA&quot;/&gt;&lt;wsp:rsid wsp:val=&quot;00AD1725&quot;/&gt;&lt;wsp:rsid wsp:val=&quot;00AD6296&quot;/&gt;&lt;wsp:rsid wsp:val=&quot;00AE6014&quot;/&gt;&lt;wsp:rsid wsp:val=&quot;00B22118&quot;/&gt;&lt;wsp:rsid wsp:val=&quot;00B300D6&quot;/&gt;&lt;wsp:rsid wsp:val=&quot;00B33814&quot;/&gt;&lt;wsp:rsid wsp:val=&quot;00B755E9&quot;/&gt;&lt;wsp:rsid wsp:val=&quot;00B901BD&quot;/&gt;&lt;wsp:rsid wsp:val=&quot;00BC700F&quot;/&gt;&lt;wsp:rsid wsp:val=&quot;00C31866&quot;/&gt;&lt;wsp:rsid wsp:val=&quot;00C55CAC&quot;/&gt;&lt;wsp:rsid wsp:val=&quot;00C7269B&quot;/&gt;&lt;wsp:rsid wsp:val=&quot;00C80C6B&quot;/&gt;&lt;wsp:rsid wsp:val=&quot;00C85A73&quot;/&gt;&lt;wsp:rsid wsp:val=&quot;00C97EBD&quot;/&gt;&lt;wsp:rsid wsp:val=&quot;00CB13DB&quot;/&gt;&lt;wsp:rsid wsp:val=&quot;00CB28BC&quot;/&gt;&lt;wsp:rsid wsp:val=&quot;00CB4FE0&quot;/&gt;&lt;wsp:rsid wsp:val=&quot;00CB6E07&quot;/&gt;&lt;wsp:rsid wsp:val=&quot;00CC3F30&quot;/&gt;&lt;wsp:rsid wsp:val=&quot;00CC6D72&quot;/&gt;&lt;wsp:rsid wsp:val=&quot;00CE121F&quot;/&gt;&lt;wsp:rsid wsp:val=&quot;00CE5E28&quot;/&gt;&lt;wsp:rsid wsp:val=&quot;00CF5AFB&quot;/&gt;&lt;wsp:rsid wsp:val=&quot;00D13814&quot;/&gt;&lt;wsp:rsid wsp:val=&quot;00D404F6&quot;/&gt;&lt;wsp:rsid wsp:val=&quot;00D63196&quot;/&gt;&lt;wsp:rsid wsp:val=&quot;00D70A25&quot;/&gt;&lt;wsp:rsid wsp:val=&quot;00D76C07&quot;/&gt;&lt;wsp:rsid wsp:val=&quot;00DD09C9&quot;/&gt;&lt;wsp:rsid wsp:val=&quot;00DF41D8&quot;/&gt;&lt;wsp:rsid wsp:val=&quot;00E1083A&quot;/&gt;&lt;wsp:rsid wsp:val=&quot;00E33E44&quot;/&gt;&lt;wsp:rsid wsp:val=&quot;00E541E1&quot;/&gt;&lt;wsp:rsid wsp:val=&quot;00E61AAF&quot;/&gt;&lt;wsp:rsid wsp:val=&quot;00E63920&quot;/&gt;&lt;wsp:rsid wsp:val=&quot;00E700F2&quot;/&gt;&lt;wsp:rsid wsp:val=&quot;00EA3722&quot;/&gt;&lt;wsp:rsid wsp:val=&quot;00EB55F0&quot;/&gt;&lt;wsp:rsid wsp:val=&quot;00ED0D64&quot;/&gt;&lt;wsp:rsid wsp:val=&quot;00ED60A7&quot;/&gt;&lt;wsp:rsid wsp:val=&quot;00EF74D5&quot;/&gt;&lt;wsp:rsid wsp:val=&quot;00F246E9&quot;/&gt;&lt;wsp:rsid wsp:val=&quot;00F254AE&quot;/&gt;&lt;wsp:rsid wsp:val=&quot;00F30E2F&quot;/&gt;&lt;wsp:rsid wsp:val=&quot;00F32339&quot;/&gt;&lt;wsp:rsid wsp:val=&quot;00F66852&quot;/&gt;&lt;wsp:rsid wsp:val=&quot;00F67213&quot;/&gt;&lt;wsp:rsid wsp:val=&quot;00FA111D&quot;/&gt;&lt;wsp:rsid wsp:val=&quot;00FB1EA8&quot;/&gt;&lt;wsp:rsid wsp:val=&quot;00FC0FD5&quot;/&gt;&lt;/wsp:rsids&gt;&lt;/w:docPr&gt;&lt;w:body&gt;&lt;wx:sect&gt;&lt;w:p wsp:rsidR=&quot;00000000&quot; wsp:rsidRDefault=&quot;00CE5E28&quot; wsp:rsidP=&quot;00CE5E28&quot;&gt;&lt;m:oMathPara&gt;&lt;m:oMath&gt;&lt;m:r&gt;&lt;w:rPr&gt;&lt;w:rFonts w:ascii=&quot;Cambria Math&quot; w:h-ansi=&quot;Cambria Math&quot;/&gt;&lt;wx:font wx:val=&quot;Cambria Math&quot;/&gt;&lt;w:i/&gt;&lt;/w:rPr&gt;&lt;m:t&gt;f&lt;/m:t&gt;&lt;/m:r&gt;&lt;m:d&gt;&lt;m:dPr&gt;&lt;m:ctrlPr&gt;&lt;w:rPr&gt;&lt;w:rFonts w:ascii=&quot;Cambria Math&quot; w:h-ansi=&quot;Cambria Math&quot;/&gt;&lt;wx:font wx:val=&quot;Cambria Math&quot;/&gt;&lt;/w:rPr&gt;&lt;/m:ctrlPr&gt;&lt;/m:dPr&gt;&lt;m:e&gt;&lt;m:r&gt;&lt;w:rPr&gt;&lt;w:rFonts w:ascii=&quot;Cambria Math&quot; w:h-ansi=&quot;Cambria Math&quot;/&gt;&lt;wx:font wx:val=&quot;Cambria Math&quot;/&gt;&lt;w:i/&gt;&lt;/w:rPr&gt;&lt;m:t&gt;x&lt;/m:t&gt;&lt;/m:r&gt;&lt;/m:e&gt;&lt;/m:d&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a&lt;/m:t&gt;&lt;/m:r&gt;&lt;/m:e&gt;&lt;m:sub&gt;&lt;m:r&gt;&lt;w:rPr&gt;&lt;w:rFonts w:ascii=&quot;Cambria Math&quot; w:h-ansi=&quot;Cambria Math&quot;/&gt;&lt;wx:font wx:val=&quot;Cambria Math&quot;/&gt;&lt;w:i/&gt;&lt;/w:rPr&gt;&lt;m:t&gt;0&lt;/m:t&gt;&lt;/m:r&gt;&lt;/m:sub&gt;&lt;/m:sSub&gt;&lt;m:r&gt;&lt;w:rPr&gt;&lt;w:rFonts w:ascii=&quot;Cambria Math&quot; w:h-ansi=&quot;Cambria Math&quot;/&gt;&lt;wx:font wx:val=&quot;Cambria Math&quot;/&gt;&lt;w:i/&gt;&lt;/w:rPr&gt;&lt;m:t&gt;+&lt;/m:t&gt;&lt;/m:r&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n=1&lt;/m:t&gt;&lt;/m:r&gt;&lt;/m:sub&gt;&lt;m:sup&gt;&lt;m:r&gt;&lt;w:rPr&gt;&lt;w:rFonts w:ascii=&quot;Cambria Math&quot; w:h-ansi=&quot;Cambria Math&quot;/&gt;&lt;wx:font wx:val=&quot;Cambria Math&quot;/&gt;&lt;w:i/&gt;&lt;/w:rPr&gt;&lt;m:t&gt;âˆž&lt;/m:t&gt;&lt;/m:r&gt;&lt;/m:sup&gt;&lt;m:e&gt;&lt;m:d&gt;&lt;m:dPr&gt;&lt;m:ctrlPr&gt;&lt;w:rPr&gt;&lt;w:rFonts w:ascii=&quot;Cambria Math&quot; w:h-ansi=&quot;Cambria Math&quot;/&gt;&lt;wx:font wx:val=&quot;Cambria Math&quot;/&gt;&lt;/w:rPr&gt;&lt;/m:ctrlPr&gt;&lt;/m:dPr&gt;&lt;m:e&gt;&lt;m:sSub&gt;&lt;m:sSubPr&gt;&lt;m:ctrlPr&gt;&lt;w:rPr&gt;&lt;w:rFonts w:ascii=&quot;Cambria Math&quot; w:h-ansi=&quot;Cambria Math&quot;/&gt;&lt;wx:font wx:val=&quot;Cambria Math&quot;/&gt;&lt;/w:rPr&gt;&lt;/m:ctrlPr&gt;&lt;/m:sSubPr&gt;&lt;m:e&gt;&lt;m:r&gt;&lt;w:rPr&gt;&lt;w:rFonts w:ascii=&quot;Cambria Math&quot; w:fareast=&quot;Cambria Math&quot; w:h-ansi=&quot;Cambria Math&quot; w:cs=&quot;Cambria Math&quot;/&gt;&lt;wx:font wx:val=&quot;Cambria Math&quot;/&gt;&lt;w:i/&gt;&lt;/w:rPr&gt;&lt;m:t&gt;a&lt;/m:t&gt;&lt;/m:r&gt;&lt;/m:e&gt;&lt;m:sub&gt;&lt;m:r&gt;&lt;w:rPr&gt;&lt;w:rFonts w:ascii=&quot;Cambria Math&quot; w:fareast=&quot;Cambria Math&quot; w:h-ansi=&quot;Cambria Math&quot; w:cs=&quot;Cambria Math&quot;/&gt;&lt;wx:font wx:val=&quot;Cambria Math&quot;/&gt;&lt;w:i/&gt;&lt;/w:rPr&gt;&lt;m:t&gt;n&lt;/m:t&gt;&lt;/m:r&gt;&lt;/m:sub&gt;&lt;/m:sSub&gt;&lt;m:func&gt;&lt;m:funcPr&gt;&lt;m:ctrlPr&gt;&lt;w:rPr&gt;&lt;w:rFonts w:ascii=&quot;Cambria Math&quot; w:h-ansi=&quot;Cambria Math&quot;/&gt;&lt;wx:font wx:val=&quot;Cambria Math&quot;/&gt;&lt;/w:rPr&gt;&lt;/m:ctrlPr&gt;&lt;/m:funcPr&gt;&lt;m:fName&gt;&lt;m:r&gt;&lt;m:rPr&gt;&lt;m:sty m:val=&quot;p&quot;/&gt;&lt;/m:rPr&gt;&lt;w:rPr&gt;&lt;w:rFonts w:ascii=&quot;Cambria Math&quot; w:fareast=&quot;Cambria Math&quot; w:h-ansi=&quot;Cambria Math&quot; w:cs=&quot;Cambria Math&quot;/&gt;&lt;wx:font wx:val=&quot;Cambria Math&quot;/&gt;&lt;/w:rPr&gt;&lt;m:t&gt;cos&lt;/m:t&gt;&lt;/m:r&gt;&lt;/m:fName&gt;&lt;m:e&gt;&lt;m:f&gt;&lt;m:fPr&gt;&lt;m:ctrlPr&gt;&lt;w:rPr&gt;&lt;w:rFonts w:ascii=&quot;Cambria Math&quot; w:h-ansi=&quot;Cambria Math&quot;/&gt;&lt;wx:font wx:val=&quot;Cambria Math&quot;/&gt;&lt;/w:rPr&gt;&lt;/m:ctrlPr&gt;&lt;/m:fPr&gt;&lt;m:num&gt;&lt;m:r&gt;&lt;w:rPr&gt;&lt;w:rFonts w:ascii=&quot;Cambria Math&quot; w:fareast=&quot;Cambria Math&quot; w:h-ansi=&quot;Cambria Math&quot; w:cs=&quot;Cambria Math&quot;/&gt;&lt;wx:font wx:val=&quot;Cambria Math&quot;/&gt;&lt;w:i/&gt;&lt;/w:rPr&gt;&lt;m:t&gt;nD€x&lt;/m:t&gt;&lt;/m:r&gt;&lt;/m:num&gt;&lt;m:den&gt;&lt;m:r&gt;&lt;w:rPr&gt;&lt;w:rFonts w:ascii=&quot;Cambria Math&quot; w:fareast=&quot;Cambria Math&quot; w:h-ansi=&quot;Cambria Math&quot; w:cs=&quot;Cambria Math&quot;/&gt;&lt;wx:font wx:val=&quot;Cambria Math&quot;/&gt;&lt;w:i/&gt;&lt;/w:rPr&gt;&lt;m:t&gt;L&lt;/m:t&gt;&lt;/m:r&gt;&lt;/m:den&gt;&lt;/m:f&gt;&lt;/m:e&gt;&lt;/m:func&gt;&lt;m:r&gt;&lt;w:rPr&gt;&lt;w:rFonts w:ascii=&quot;Cambria Math&quot; w:fareast=&quot;Cambria Math&quot; w:h-ansi=&quot;Cambria Math&quot; w:cs=&quot;Cambria Math&quot;/&gt;&lt;wx:font wx:val=&quot;Cambria Math&quot;/&gt;&lt;w:i/&gt;&lt;/w:rPr&gt;&lt;m:t&gt;+&lt;/m:t&gt;&lt;/m:r&gt;&lt;m:sSub&gt;&lt;m:sSubPr&gt;&lt;m:ctrlPr&gt;&lt;w:rPr&gt;&lt;w:rFonts w:ascii=&quot;Cambria Math&quot; w:h-ansi=&quot;Cambria Math&quot;/&gt;&lt;wx:font wx:val=&quot;Cambria Math&quot;/&gt;&lt;/w:rPr&gt;&lt;/m:ctrlPr&gt;&lt;/m:sSubPr&gt;&lt;m:e&gt;&lt;m:r&gt;&lt;w:rPr&gt;&lt;w:rFonts w:ascii=&quot;Cambria Math&quot; w:fareast=&quot;Cambria Math&quot; w:h-ansi=&quot;Cambria Math&quot; w:cs=&quot;Cambria Math&quot;/&gt;&lt;wx:font wx:val=&quot;Cambria Math&quot;/&gt;&lt;w:i/&gt;&lt;/w:rPr&gt;&lt;m:t&gt;b&lt;/m:t&gt;&lt;/m:r&gt;&lt;/m:e&gt;&lt;m:sub&gt;&lt;m:r&gt;&lt;w:rPr&gt;&lt;w:rFonts w:ascii=&quot;Cambria Math&quot; w:fareast=&quot;Cambria Math&quot; w:h-ansi=&quot;Cambria Math&quot; w:cs=&quot;Cambria Math&quot;/&gt;&lt;wx:font wx:val=&quot;Cambria Math&quot;/&gt;&lt;w:i/&gt;&lt;/w:rPr&gt;&lt;m:t&gt;n&lt;/m:t&gt;&lt;/m:r&gt;&lt;/m:sub&gt;&lt;/m:sSub&gt;&lt;m:func&gt;&lt;m:funcPr&gt;&lt;m:ctrlPr&gt;&lt;w:rPr&gt;&lt;w:rFonts w:ascii=&quot;Cambria Math&quot; w:h-ansi=&quot;Cambria Math&quot;/&gt;&lt;wx:font wx:val=&quot;Cambria Math&quot;/&gt;&lt;/w:rPr&gt;&lt;/m:ctrlPr&gt;&lt;/m:funcPr&gt;&lt;m:fName&gt;&lt;m:r&gt;&lt;m:rPr&gt;&lt;m:sty m:val=&quot;p&quot;/&gt;&lt;/m:rPr&gt;&lt;w:rPr&gt;&lt;w:rFonts w:ascii=&quot;Cambria Math&quot; w:fareast=&quot;Cambria Math&quot; w:h-ansi=&quot;Cambria Math&quot; w:cs=&quot;Cambria Math&quot;/&gt;&lt;wx:font wx:val=&quot;Cambria Math&quot;/&gt;&lt;/w:rPr&gt;&lt;m:t&gt;sin&lt;/m:t&gt;&lt;/m:r&gt;&lt;/m:fName&gt;&lt;m:e&gt;&lt;m:f&gt;&lt;m:fPr&gt;&lt;m:ctrlPr&gt;&lt;w:rPr&gt;&lt;w:rFonts w:ascii=&quot;Cambria Math&quot; w:h-ansi=&quot;Cambria Math&quot;/&gt;&lt;wx:font wx:val=&quot;Cambria Math&quot;/&gt;&lt;/w:rPr&gt;&lt;/m:ctrlPr&gt;&lt;/m:fPr&gt;&lt;m:num&gt;&lt;m:r&gt;&lt;w:rPr&gt;&lt;w:rFonts w:ascii=&quot;Cambria Math&quot; w:fareast=&quot;Cambria Math&quot; w:h-ansi=&quot;Cambria Math&quot; w:cs=&quot;Cambria Math&quot;/&gt;&lt;wx:font wx:val=&quot;Cambria Math&quot;/&gt;&lt;w:i/&gt;&lt;/w:rPr&gt;&lt;m:t&gt;nD€x&lt;/m:t&gt;&lt;/m:r&gt;&lt;/m:num&gt;&lt;m:den&gt;&lt;m:r&gt;&lt;w:rPr&gt;&lt;w:rFonts w:ascii=&quot;Cambria Math&quot; w:fareast=&quot;Cambria Math&quot; w:h-ansi=&quot;Cambria Math&quot; w:cs=&quot;Cambria Math&quot;/&gt;&lt;wx:font wx:val=&quot;Cambria Math&quot;/&gt;&lt;w:i/&gt;&lt;/w:rPr&gt;&lt;m:t&gt;L&lt;/m:t&gt;&lt;/m:r&gt;&lt;/m:den&gt;&lt;/m:f&gt;&lt;/m:e&gt;&lt;/m:func&gt;&lt;/m:e&gt;&lt;/m:d&gt;&lt;/m:e&gt;&lt;/m:nary&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20" o:title="" chromakey="white"/>
          </v:shape>
        </w:pict>
      </w:r>
      <w:r w:rsidRPr="003C0485">
        <w:fldChar w:fldCharType="end"/>
      </w:r>
      <w:r w:rsidR="00484D2A">
        <w:t>.    (1)</w:t>
      </w:r>
    </w:p>
    <w:p w14:paraId="0282C82F" w14:textId="77777777" w:rsidR="00484D2A" w:rsidRDefault="00484D2A" w:rsidP="00484D2A">
      <w:pPr>
        <w:pStyle w:val="ICST-Bodytextnoindent"/>
      </w:pPr>
    </w:p>
    <w:p w14:paraId="6E46522B" w14:textId="5D46FD19" w:rsidR="00484D2A" w:rsidRPr="00C31866" w:rsidRDefault="00484D2A" w:rsidP="00484D2A">
      <w:pPr>
        <w:pStyle w:val="ICST-Bodytextnoindent"/>
      </w:pPr>
      <w:r w:rsidRPr="00F254AE">
        <w:t>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w:t>
      </w:r>
      <w:r w:rsidR="00CC62C3">
        <w:rPr>
          <w:rStyle w:val="FootnoteReference"/>
        </w:rPr>
        <w:footnoteReference w:id="3"/>
      </w:r>
      <w:r w:rsidRPr="00F254AE">
        <w:t xml:space="preserve"> </w:t>
      </w:r>
    </w:p>
    <w:p w14:paraId="1ACB2413" w14:textId="77777777" w:rsidR="00484D2A" w:rsidRDefault="00484D2A" w:rsidP="00484D2A">
      <w:pPr>
        <w:pStyle w:val="ICST-Bodytextwithindent"/>
      </w:pPr>
      <w:r>
        <w:t>This is the body text with indent.</w:t>
      </w:r>
      <w:r w:rsidRPr="004662BC">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p>
    <w:p w14:paraId="7E33BF65" w14:textId="77777777" w:rsidR="00484D2A" w:rsidRPr="00251F41" w:rsidRDefault="00484D2A" w:rsidP="00484D2A">
      <w:pPr>
        <w:pStyle w:val="ICST-Listnumbered"/>
      </w:pPr>
      <w:r w:rsidRPr="00251F41">
        <w:t xml:space="preserve">This is a list, note the hanging indent. This is a list, note the hanging indent. This is a list, note the hanging indent. This is a list, note the hanging indent. This is a list, note the hanging indent. This is a list, note the hanging indent.  </w:t>
      </w:r>
    </w:p>
    <w:p w14:paraId="2242855F" w14:textId="77777777" w:rsidR="00484D2A" w:rsidRDefault="00484D2A" w:rsidP="00484D2A">
      <w:pPr>
        <w:pStyle w:val="ICST-Listnumbered"/>
      </w:pPr>
      <w:r w:rsidRPr="00935BEB">
        <w:t xml:space="preserve">This is a list, note the hanging indent. This is a list, note </w:t>
      </w:r>
      <w:r w:rsidRPr="009B697B">
        <w:t>the</w:t>
      </w:r>
      <w:r w:rsidRPr="00935BEB">
        <w:t xml:space="preserve"> hanging indent. This is a list, note the hanging indent. This is a list, note the hanging indent. This is a list, note the hanging indent. This is a list, note the hanging indent.    </w:t>
      </w:r>
    </w:p>
    <w:p w14:paraId="6D0354C4" w14:textId="77777777" w:rsidR="00484D2A" w:rsidRDefault="00484D2A" w:rsidP="005F0300">
      <w:pPr>
        <w:pStyle w:val="ICST-Listnumbered"/>
        <w:sectPr w:rsidR="00484D2A" w:rsidSect="00E700F2">
          <w:footerReference w:type="even" r:id="rId21"/>
          <w:type w:val="continuous"/>
          <w:pgSz w:w="11906" w:h="16838" w:code="9"/>
          <w:pgMar w:top="1644" w:right="907" w:bottom="1531" w:left="907" w:header="680" w:footer="680" w:gutter="0"/>
          <w:cols w:num="2" w:space="340" w:equalWidth="0">
            <w:col w:w="4876" w:space="340"/>
            <w:col w:w="4876"/>
          </w:cols>
          <w:noEndnote/>
          <w:titlePg/>
        </w:sectPr>
      </w:pPr>
      <w:r w:rsidRPr="00212372">
        <w:t>This is a list</w:t>
      </w:r>
      <w:r>
        <w:t>, note the hanging indent</w:t>
      </w:r>
      <w:r w:rsidRPr="00212372">
        <w:t>.</w:t>
      </w:r>
      <w:r>
        <w:t xml:space="preserve"> </w:t>
      </w:r>
      <w:r w:rsidRPr="00212372">
        <w:t>This is a list</w:t>
      </w:r>
      <w:r>
        <w:t>, note the hanging indent</w:t>
      </w:r>
      <w:r w:rsidRPr="00212372">
        <w:t>. This is a list</w:t>
      </w:r>
      <w:r>
        <w:t xml:space="preserve">, note the hanging </w:t>
      </w:r>
      <w:r>
        <w:lastRenderedPageBreak/>
        <w:t>indent</w:t>
      </w:r>
      <w:r w:rsidRPr="00212372">
        <w:t>. This is a list</w:t>
      </w:r>
      <w:r>
        <w:t>, note the hanging indent</w:t>
      </w:r>
      <w:r w:rsidRPr="00212372">
        <w:t>. This is a list</w:t>
      </w:r>
      <w:r>
        <w:t>, note the hanging indent</w:t>
      </w:r>
      <w:r w:rsidRPr="00212372">
        <w:t>. This is a list</w:t>
      </w:r>
      <w:r>
        <w:t xml:space="preserve">, note the </w:t>
      </w:r>
      <w:r>
        <w:t>hanging indent</w:t>
      </w:r>
      <w:r w:rsidRPr="00212372">
        <w:t xml:space="preserve">.  </w:t>
      </w:r>
    </w:p>
    <w:p w14:paraId="33D7D971" w14:textId="2883540A" w:rsidR="00A95931" w:rsidRDefault="002B1E9B" w:rsidP="006C0C04">
      <w:pPr>
        <w:pStyle w:val="ICST-Captions"/>
      </w:pPr>
      <w:r>
        <w:rPr>
          <w:noProof/>
          <w:lang w:val="en-US" w:eastAsia="en-US"/>
        </w:rPr>
        <w:drawing>
          <wp:inline distT="0" distB="0" distL="0" distR="0" wp14:anchorId="0CA49AB1" wp14:editId="49E31AAE">
            <wp:extent cx="3914140" cy="1504950"/>
            <wp:effectExtent l="0" t="0" r="0" b="0"/>
            <wp:docPr id="10" name="Picture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7ABD8FCD" w14:textId="77777777" w:rsidR="00AD1725" w:rsidRPr="00CF5AFB" w:rsidRDefault="00AD1725" w:rsidP="006C0C04">
      <w:pPr>
        <w:pStyle w:val="ICST-Captions"/>
      </w:pPr>
      <w:r w:rsidRPr="00CF5AFB">
        <w:rPr>
          <w:b/>
        </w:rPr>
        <w:t>Figure 2</w:t>
      </w:r>
      <w:r w:rsidR="00CF5AFB">
        <w:rPr>
          <w:b/>
          <w:i/>
        </w:rPr>
        <w:t>.</w:t>
      </w:r>
      <w:r w:rsidRPr="00CF5AFB">
        <w:t xml:space="preserve"> This is a legend. Caption to go below figure</w:t>
      </w:r>
    </w:p>
    <w:p w14:paraId="55429DD0" w14:textId="77777777" w:rsidR="00AD1725" w:rsidRPr="00CF5AFB" w:rsidRDefault="00AD1725" w:rsidP="006C0C04">
      <w:pPr>
        <w:pStyle w:val="ICST-Bodytextnoindent"/>
        <w:sectPr w:rsidR="00AD1725" w:rsidRPr="00CF5AFB" w:rsidSect="0049356C">
          <w:headerReference w:type="even" r:id="rId27"/>
          <w:headerReference w:type="first" r:id="rId28"/>
          <w:footerReference w:type="first" r:id="rId29"/>
          <w:footnotePr>
            <w:numFmt w:val="chicago"/>
          </w:footnotePr>
          <w:type w:val="continuous"/>
          <w:pgSz w:w="11906" w:h="16838" w:code="9"/>
          <w:pgMar w:top="1644" w:right="907" w:bottom="1531" w:left="907" w:header="680" w:footer="680" w:gutter="0"/>
          <w:cols w:space="720"/>
          <w:noEndnote/>
          <w:titlePg/>
          <w:docGrid w:linePitch="272"/>
        </w:sectPr>
      </w:pPr>
    </w:p>
    <w:p w14:paraId="77AD1597" w14:textId="77777777" w:rsidR="006C0C04" w:rsidRDefault="006C0C04" w:rsidP="006C0C04">
      <w:pPr>
        <w:pStyle w:val="ICST-Bodytextwithindent"/>
      </w:pPr>
      <w:r>
        <w:t>This is the body text with indent.</w:t>
      </w:r>
      <w:r w:rsidRPr="004662BC">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p>
    <w:p w14:paraId="46224AAD" w14:textId="77777777" w:rsidR="00CF5AFB" w:rsidRPr="00996752" w:rsidRDefault="00CF5AFB" w:rsidP="00996752">
      <w:pPr>
        <w:pStyle w:val="ICST-Heading1"/>
      </w:pPr>
      <w:r w:rsidRPr="00996752">
        <w:t>Appendix A. The first appendix</w:t>
      </w:r>
    </w:p>
    <w:p w14:paraId="2C979C66" w14:textId="77777777" w:rsidR="006C0C04" w:rsidRDefault="006C0C04" w:rsidP="006C0C04">
      <w:pPr>
        <w:pStyle w:val="ICST-Bodytextnoindent"/>
      </w:pPr>
      <w:r w:rsidRPr="00F254AE">
        <w:t>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xml:space="preserve">. </w:t>
      </w:r>
    </w:p>
    <w:p w14:paraId="4F57CED1" w14:textId="77777777" w:rsidR="00CF5AFB" w:rsidRPr="00996752" w:rsidRDefault="00CF5AFB" w:rsidP="00996752">
      <w:pPr>
        <w:pStyle w:val="ICST-Heading2"/>
      </w:pPr>
      <w:r w:rsidRPr="00996752">
        <w:t>A.1. The first subappendix</w:t>
      </w:r>
    </w:p>
    <w:p w14:paraId="76A618FD" w14:textId="77777777" w:rsidR="00CE121F" w:rsidRDefault="006C0C04" w:rsidP="006C0C04">
      <w:pPr>
        <w:pStyle w:val="ICST-Bodytextnoindent"/>
      </w:pPr>
      <w:r w:rsidRPr="00F254AE">
        <w:t>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xml:space="preserve">. </w:t>
      </w:r>
    </w:p>
    <w:p w14:paraId="5D19A5C8" w14:textId="77777777" w:rsidR="00484D2A" w:rsidRDefault="00484D2A" w:rsidP="006C0C04">
      <w:pPr>
        <w:pStyle w:val="ICST-Bodytextnoindent"/>
      </w:pPr>
    </w:p>
    <w:p w14:paraId="3BF9DDDF" w14:textId="77777777" w:rsidR="00CE121F" w:rsidRDefault="003C0485" w:rsidP="003A2A40">
      <w:pPr>
        <w:pStyle w:val="ICST-Equations"/>
      </w:pPr>
      <w:r w:rsidRPr="003C0485">
        <w:fldChar w:fldCharType="begin"/>
      </w:r>
      <w:r w:rsidRPr="003C0485">
        <w:instrText xml:space="preserve"> QUOTE </w:instrText>
      </w:r>
      <w:r w:rsidR="00000000">
        <w:rPr>
          <w:position w:val="-5"/>
        </w:rPr>
        <w:pict w14:anchorId="21CF23B0">
          <v:shape id="_x0000_i1029" type="#_x0000_t75" style="width:35.25pt;height:12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stylePaneFormatFilter w:val=&quot;0E01&quot;/&gt;&lt;w:defaultTabStop w:val=&quot;720&quot;/&gt;&lt;w:hyphenationZone w:val=&quot;425&quot;/&gt;&lt;w:evenAndOddHeaders/&gt;&lt;w:drawingGridHorizontalSpacing w:val=&quot;100&quot;/&gt;&lt;w:displayHorizontalDrawingGridEvery w:val=&quot;0&quot;/&gt;&lt;w:displayVerticalDrawingGridEvery w:val=&quot;0&quot;/&gt;&lt;w:characterSpacingControl w:val=&quot;DontCompress&quot;/&gt;&lt;w:optimizeForBrowser/&gt;&lt;w:validateAgainstSchema/&gt;&lt;w:saveInvalidXML w:val=&quot;off&quot;/&gt;&lt;w:ignoreMixedContent w:val=&quot;off&quot;/&gt;&lt;w:alwaysShowPlaceholderText w:val=&quot;off&quot;/&gt;&lt;w:footnotePr&gt;&lt;w:pos w:val=&quot;beneath-text&quot;/&gt;&lt;w:numFmt w:val=&quot;chicago&quot;/&gt;&lt;/w:footnotePr&gt;&lt;w:compat&gt;&lt;w:breakWrappedTables/&gt;&lt;w:snapToGridInCell/&gt;&lt;w:applyBreakingRules/&gt;&lt;w:wrapTextWithPunct/&gt;&lt;w:useAsianBreakRules/&gt;&lt;w:dontGrowAutofit/&gt;&lt;/w:compat&gt;&lt;wsp:rsids&gt;&lt;wsp:rsidRoot wsp:val=&quot;0019785C&quot;/&gt;&lt;wsp:rsid wsp:val=&quot;00000EFF&quot;/&gt;&lt;wsp:rsid wsp:val=&quot;00002599&quot;/&gt;&lt;wsp:rsid wsp:val=&quot;00034F96&quot;/&gt;&lt;wsp:rsid wsp:val=&quot;0003789F&quot;/&gt;&lt;wsp:rsid wsp:val=&quot;00062258&quot;/&gt;&lt;wsp:rsid wsp:val=&quot;00083018&quot;/&gt;&lt;wsp:rsid wsp:val=&quot;000910EF&quot;/&gt;&lt;wsp:rsid wsp:val=&quot;000A6086&quot;/&gt;&lt;wsp:rsid wsp:val=&quot;000B2108&quot;/&gt;&lt;wsp:rsid wsp:val=&quot;000D14AE&quot;/&gt;&lt;wsp:rsid wsp:val=&quot;000E26B2&quot;/&gt;&lt;wsp:rsid wsp:val=&quot;000E4761&quot;/&gt;&lt;wsp:rsid wsp:val=&quot;000E7320&quot;/&gt;&lt;wsp:rsid wsp:val=&quot;000F211F&quot;/&gt;&lt;wsp:rsid wsp:val=&quot;00107CF4&quot;/&gt;&lt;wsp:rsid wsp:val=&quot;001121ED&quot;/&gt;&lt;wsp:rsid wsp:val=&quot;00113CC0&quot;/&gt;&lt;wsp:rsid wsp:val=&quot;00143032&quot;/&gt;&lt;wsp:rsid wsp:val=&quot;00156524&quot;/&gt;&lt;wsp:rsid wsp:val=&quot;001958B1&quot;/&gt;&lt;wsp:rsid wsp:val=&quot;0019785C&quot;/&gt;&lt;wsp:rsid wsp:val=&quot;001C59B9&quot;/&gt;&lt;wsp:rsid wsp:val=&quot;001D58E9&quot;/&gt;&lt;wsp:rsid wsp:val=&quot;001E2781&quot;/&gt;&lt;wsp:rsid wsp:val=&quot;00211888&quot;/&gt;&lt;wsp:rsid wsp:val=&quot;00212372&quot;/&gt;&lt;wsp:rsid wsp:val=&quot;00231F96&quot;/&gt;&lt;wsp:rsid wsp:val=&quot;0023793D&quot;/&gt;&lt;wsp:rsid wsp:val=&quot;002402EB&quot;/&gt;&lt;wsp:rsid wsp:val=&quot;002425C0&quot;/&gt;&lt;wsp:rsid wsp:val=&quot;00251F41&quot;/&gt;&lt;wsp:rsid wsp:val=&quot;00284ADD&quot;/&gt;&lt;wsp:rsid wsp:val=&quot;00287AE0&quot;/&gt;&lt;wsp:rsid wsp:val=&quot;002A67D0&quot;/&gt;&lt;wsp:rsid wsp:val=&quot;002C05FA&quot;/&gt;&lt;wsp:rsid wsp:val=&quot;002D4643&quot;/&gt;&lt;wsp:rsid wsp:val=&quot;002E7277&quot;/&gt;&lt;wsp:rsid wsp:val=&quot;002E7688&quot;/&gt;&lt;wsp:rsid wsp:val=&quot;002F285A&quot;/&gt;&lt;wsp:rsid wsp:val=&quot;002F5CE7&quot;/&gt;&lt;wsp:rsid wsp:val=&quot;003112B8&quot;/&gt;&lt;wsp:rsid wsp:val=&quot;0031213F&quot;/&gt;&lt;wsp:rsid wsp:val=&quot;00321123&quot;/&gt;&lt;wsp:rsid wsp:val=&quot;00335BD9&quot;/&gt;&lt;wsp:rsid wsp:val=&quot;0034262B&quot;/&gt;&lt;wsp:rsid wsp:val=&quot;003516D4&quot;/&gt;&lt;wsp:rsid wsp:val=&quot;0038032C&quot;/&gt;&lt;wsp:rsid wsp:val=&quot;003A2A40&quot;/&gt;&lt;wsp:rsid wsp:val=&quot;003C0485&quot;/&gt;&lt;wsp:rsid wsp:val=&quot;003C4E0C&quot;/&gt;&lt;wsp:rsid wsp:val=&quot;003D1561&quot;/&gt;&lt;wsp:rsid wsp:val=&quot;00417071&quot;/&gt;&lt;wsp:rsid wsp:val=&quot;00430E20&quot;/&gt;&lt;wsp:rsid wsp:val=&quot;00434B70&quot;/&gt;&lt;wsp:rsid wsp:val=&quot;00440313&quot;/&gt;&lt;wsp:rsid wsp:val=&quot;004662BC&quot;/&gt;&lt;wsp:rsid wsp:val=&quot;00470369&quot;/&gt;&lt;wsp:rsid wsp:val=&quot;00484D2A&quot;/&gt;&lt;wsp:rsid wsp:val=&quot;00487FBA&quot;/&gt;&lt;wsp:rsid wsp:val=&quot;0049356C&quot;/&gt;&lt;wsp:rsid wsp:val=&quot;004A19D2&quot;/&gt;&lt;wsp:rsid wsp:val=&quot;004B1C71&quot;/&gt;&lt;wsp:rsid wsp:val=&quot;004F1D55&quot;/&gt;&lt;wsp:rsid wsp:val=&quot;004F726E&quot;/&gt;&lt;wsp:rsid wsp:val=&quot;0051273F&quot;/&gt;&lt;wsp:rsid wsp:val=&quot;0052197F&quot;/&gt;&lt;wsp:rsid wsp:val=&quot;00523AB3&quot;/&gt;&lt;wsp:rsid wsp:val=&quot;00527CE9&quot;/&gt;&lt;wsp:rsid wsp:val=&quot;00534971&quot;/&gt;&lt;wsp:rsid wsp:val=&quot;00534D9C&quot;/&gt;&lt;wsp:rsid wsp:val=&quot;005A667A&quot;/&gt;&lt;wsp:rsid wsp:val=&quot;005B2B58&quot;/&gt;&lt;wsp:rsid wsp:val=&quot;005B7FCC&quot;/&gt;&lt;wsp:rsid wsp:val=&quot;005D56F9&quot;/&gt;&lt;wsp:rsid wsp:val=&quot;00601EAA&quot;/&gt;&lt;wsp:rsid wsp:val=&quot;006145BB&quot;/&gt;&lt;wsp:rsid wsp:val=&quot;006716FA&quot;/&gt;&lt;wsp:rsid wsp:val=&quot;00681911&quot;/&gt;&lt;wsp:rsid wsp:val=&quot;006C0C04&quot;/&gt;&lt;wsp:rsid wsp:val=&quot;006C5198&quot;/&gt;&lt;wsp:rsid wsp:val=&quot;006F2FF6&quot;/&gt;&lt;wsp:rsid wsp:val=&quot;00725EE0&quot;/&gt;&lt;wsp:rsid wsp:val=&quot;00727574&quot;/&gt;&lt;wsp:rsid wsp:val=&quot;0073562A&quot;/&gt;&lt;wsp:rsid wsp:val=&quot;00775A8E&quot;/&gt;&lt;wsp:rsid wsp:val=&quot;007A4F9A&quot;/&gt;&lt;wsp:rsid wsp:val=&quot;007A7FF9&quot;/&gt;&lt;wsp:rsid wsp:val=&quot;007B341D&quot;/&gt;&lt;wsp:rsid wsp:val=&quot;007C7093&quot;/&gt;&lt;wsp:rsid wsp:val=&quot;007D3DDE&quot;/&gt;&lt;wsp:rsid wsp:val=&quot;007E739D&quot;/&gt;&lt;wsp:rsid wsp:val=&quot;00824738&quot;/&gt;&lt;wsp:rsid wsp:val=&quot;00825EDE&quot;/&gt;&lt;wsp:rsid wsp:val=&quot;00855EF1&quot;/&gt;&lt;wsp:rsid wsp:val=&quot;00866181&quot;/&gt;&lt;wsp:rsid wsp:val=&quot;0088588E&quot;/&gt;&lt;wsp:rsid wsp:val=&quot;008C3874&quot;/&gt;&lt;wsp:rsid wsp:val=&quot;008E30D7&quot;/&gt;&lt;wsp:rsid wsp:val=&quot;008F0AC1&quot;/&gt;&lt;wsp:rsid wsp:val=&quot;00911E9B&quot;/&gt;&lt;wsp:rsid wsp:val=&quot;0092068F&quot;/&gt;&lt;wsp:rsid wsp:val=&quot;00935BEB&quot;/&gt;&lt;wsp:rsid wsp:val=&quot;00985634&quot;/&gt;&lt;wsp:rsid wsp:val=&quot;00996752&quot;/&gt;&lt;wsp:rsid wsp:val=&quot;009A5F27&quot;/&gt;&lt;wsp:rsid wsp:val=&quot;009B697B&quot;/&gt;&lt;wsp:rsid wsp:val=&quot;009C69CC&quot;/&gt;&lt;wsp:rsid wsp:val=&quot;009F2E62&quot;/&gt;&lt;wsp:rsid wsp:val=&quot;00A2389D&quot;/&gt;&lt;wsp:rsid wsp:val=&quot;00A26B36&quot;/&gt;&lt;wsp:rsid wsp:val=&quot;00A5302F&quot;/&gt;&lt;wsp:rsid wsp:val=&quot;00A77830&quot;/&gt;&lt;wsp:rsid wsp:val=&quot;00A87177&quot;/&gt;&lt;wsp:rsid wsp:val=&quot;00A95931&quot;/&gt;&lt;wsp:rsid wsp:val=&quot;00AB03AF&quot;/&gt;&lt;wsp:rsid wsp:val=&quot;00AB31F2&quot;/&gt;&lt;wsp:rsid wsp:val=&quot;00AB65F6&quot;/&gt;&lt;wsp:rsid wsp:val=&quot;00AC74DA&quot;/&gt;&lt;wsp:rsid wsp:val=&quot;00AD1725&quot;/&gt;&lt;wsp:rsid wsp:val=&quot;00AD6296&quot;/&gt;&lt;wsp:rsid wsp:val=&quot;00AE6014&quot;/&gt;&lt;wsp:rsid wsp:val=&quot;00B22118&quot;/&gt;&lt;wsp:rsid wsp:val=&quot;00B300D6&quot;/&gt;&lt;wsp:rsid wsp:val=&quot;00B33814&quot;/&gt;&lt;wsp:rsid wsp:val=&quot;00B755E9&quot;/&gt;&lt;wsp:rsid wsp:val=&quot;00B901BD&quot;/&gt;&lt;wsp:rsid wsp:val=&quot;00BC700F&quot;/&gt;&lt;wsp:rsid wsp:val=&quot;00C31866&quot;/&gt;&lt;wsp:rsid wsp:val=&quot;00C55CAC&quot;/&gt;&lt;wsp:rsid wsp:val=&quot;00C7269B&quot;/&gt;&lt;wsp:rsid wsp:val=&quot;00C80C6B&quot;/&gt;&lt;wsp:rsid wsp:val=&quot;00C85A73&quot;/&gt;&lt;wsp:rsid wsp:val=&quot;00C97EBD&quot;/&gt;&lt;wsp:rsid wsp:val=&quot;00CB13DB&quot;/&gt;&lt;wsp:rsid wsp:val=&quot;00CB28BC&quot;/&gt;&lt;wsp:rsid wsp:val=&quot;00CB4FE0&quot;/&gt;&lt;wsp:rsid wsp:val=&quot;00CB6E07&quot;/&gt;&lt;wsp:rsid wsp:val=&quot;00CC3F30&quot;/&gt;&lt;wsp:rsid wsp:val=&quot;00CC6D72&quot;/&gt;&lt;wsp:rsid wsp:val=&quot;00CE121F&quot;/&gt;&lt;wsp:rsid wsp:val=&quot;00CF5AFB&quot;/&gt;&lt;wsp:rsid wsp:val=&quot;00D13814&quot;/&gt;&lt;wsp:rsid wsp:val=&quot;00D404F6&quot;/&gt;&lt;wsp:rsid wsp:val=&quot;00D63196&quot;/&gt;&lt;wsp:rsid wsp:val=&quot;00D70A25&quot;/&gt;&lt;wsp:rsid wsp:val=&quot;00D76C07&quot;/&gt;&lt;wsp:rsid wsp:val=&quot;00DD09C9&quot;/&gt;&lt;wsp:rsid wsp:val=&quot;00DF41D8&quot;/&gt;&lt;wsp:rsid wsp:val=&quot;00E1083A&quot;/&gt;&lt;wsp:rsid wsp:val=&quot;00E33E44&quot;/&gt;&lt;wsp:rsid wsp:val=&quot;00E541E1&quot;/&gt;&lt;wsp:rsid wsp:val=&quot;00E61AAF&quot;/&gt;&lt;wsp:rsid wsp:val=&quot;00E63920&quot;/&gt;&lt;wsp:rsid wsp:val=&quot;00E700F2&quot;/&gt;&lt;wsp:rsid wsp:val=&quot;00EA3722&quot;/&gt;&lt;wsp:rsid wsp:val=&quot;00EB55F0&quot;/&gt;&lt;wsp:rsid wsp:val=&quot;00ED0D64&quot;/&gt;&lt;wsp:rsid wsp:val=&quot;00ED60A7&quot;/&gt;&lt;wsp:rsid wsp:val=&quot;00EF74D5&quot;/&gt;&lt;wsp:rsid wsp:val=&quot;00F246E9&quot;/&gt;&lt;wsp:rsid wsp:val=&quot;00F254AE&quot;/&gt;&lt;wsp:rsid wsp:val=&quot;00F30E2F&quot;/&gt;&lt;wsp:rsid wsp:val=&quot;00F32339&quot;/&gt;&lt;wsp:rsid wsp:val=&quot;00F66852&quot;/&gt;&lt;wsp:rsid wsp:val=&quot;00F67213&quot;/&gt;&lt;wsp:rsid wsp:val=&quot;00FA111D&quot;/&gt;&lt;wsp:rsid wsp:val=&quot;00FB1EA8&quot;/&gt;&lt;wsp:rsid wsp:val=&quot;00FC0FD5&quot;/&gt;&lt;/wsp:rsids&gt;&lt;/w:docPr&gt;&lt;w:body&gt;&lt;wx:sect&gt;&lt;w:p wsp:rsidR=&quot;00000000&quot; wsp:rsidRDefault=&quot;002E7688&quot; wsp:rsidP=&quot;002E7688&quot;&gt;&lt;m:oMathPara&gt;&lt;m:oMath&gt;&lt;m:r&gt;&lt;w:rPr&gt;&lt;w:rFonts w:ascii=&quot;Cambria Math&quot; w:h-ansi=&quot;Cambria Math&quot;/&gt;&lt;wx:font wx:val=&quot;Cambria Math&quot;/&gt;&lt;w:i/&gt;&lt;/w:rPr&gt;&lt;m:t&gt;A=D€&lt;/m:t&gt;&lt;/m:r&gt;&lt;m:sSup&gt;&lt;m:sSupPr&gt;&lt;m:ctrlPr&gt;&lt;w:rPr&gt;&lt;w:rFonts w:ascii=&quot;Cambria Math&quot; w:h-ansi=&quot;Cambria Math&quot;/&gt;&lt;wx:font wx:val=&quot;Cambria Math&quot;/&gt;&lt;/w:rPr&gt;&lt;/m:ctrlPr&gt;&lt;/m:sSupPr&gt;&lt;m:e&gt;&lt;m:r&gt;&lt;w:rPr&gt;&lt;w:rFonts w:ascii=&quot;Cambria Math&quot; w:h-ansi=&quot;Cambria Math&quot;/&gt;&lt;wx:font wx:val=&quot;Cambria Math&quot;/&gt;&lt;w:i/&gt;&lt;/w:rPr&gt;&lt;m:t&gt;r&lt;/m:t&gt;&lt;/m:r&gt;&lt;/m:e&gt;&lt;m:sup&gt;&lt;m:r&gt;&lt;w:rPr&gt;&lt;w:rFonts w:ascii=&quot;Cambria Math&quot; w:h-ansi=&quot;Cambria Math&quot;/&gt;&lt;wx:font wx:val=&quot;Cambria Math&quot;/&gt;&lt;w:i/&gt;&lt;/w:rPr&gt;&lt;m:t&gt;2&lt;/m:t&gt;&lt;/m:r&gt;&lt;/m:sup&gt;&lt;/m:sSup&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30" o:title="" chromakey="white"/>
          </v:shape>
        </w:pict>
      </w:r>
      <w:r w:rsidRPr="003C0485">
        <w:instrText xml:space="preserve"> </w:instrText>
      </w:r>
      <w:r w:rsidRPr="003C0485">
        <w:fldChar w:fldCharType="separate"/>
      </w:r>
      <w:r w:rsidR="00000000">
        <w:rPr>
          <w:position w:val="-5"/>
        </w:rPr>
        <w:pict w14:anchorId="2298D0EF">
          <v:shape id="_x0000_i1030" type="#_x0000_t75" style="width:35.25pt;height:12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stylePaneFormatFilter w:val=&quot;0E01&quot;/&gt;&lt;w:defaultTabStop w:val=&quot;720&quot;/&gt;&lt;w:hyphenationZone w:val=&quot;425&quot;/&gt;&lt;w:evenAndOddHeaders/&gt;&lt;w:drawingGridHorizontalSpacing w:val=&quot;100&quot;/&gt;&lt;w:displayHorizontalDrawingGridEvery w:val=&quot;0&quot;/&gt;&lt;w:displayVerticalDrawingGridEvery w:val=&quot;0&quot;/&gt;&lt;w:characterSpacingControl w:val=&quot;DontCompress&quot;/&gt;&lt;w:optimizeForBrowser/&gt;&lt;w:validateAgainstSchema/&gt;&lt;w:saveInvalidXML w:val=&quot;off&quot;/&gt;&lt;w:ignoreMixedContent w:val=&quot;off&quot;/&gt;&lt;w:alwaysShowPlaceholderText w:val=&quot;off&quot;/&gt;&lt;w:footnotePr&gt;&lt;w:pos w:val=&quot;beneath-text&quot;/&gt;&lt;w:numFmt w:val=&quot;chicago&quot;/&gt;&lt;/w:footnotePr&gt;&lt;w:compat&gt;&lt;w:breakWrappedTables/&gt;&lt;w:snapToGridInCell/&gt;&lt;w:applyBreakingRules/&gt;&lt;w:wrapTextWithPunct/&gt;&lt;w:useAsianBreakRules/&gt;&lt;w:dontGrowAutofit/&gt;&lt;/w:compat&gt;&lt;wsp:rsids&gt;&lt;wsp:rsidRoot wsp:val=&quot;0019785C&quot;/&gt;&lt;wsp:rsid wsp:val=&quot;00000EFF&quot;/&gt;&lt;wsp:rsid wsp:val=&quot;00002599&quot;/&gt;&lt;wsp:rsid wsp:val=&quot;00034F96&quot;/&gt;&lt;wsp:rsid wsp:val=&quot;0003789F&quot;/&gt;&lt;wsp:rsid wsp:val=&quot;00062258&quot;/&gt;&lt;wsp:rsid wsp:val=&quot;00083018&quot;/&gt;&lt;wsp:rsid wsp:val=&quot;000910EF&quot;/&gt;&lt;wsp:rsid wsp:val=&quot;000A6086&quot;/&gt;&lt;wsp:rsid wsp:val=&quot;000B2108&quot;/&gt;&lt;wsp:rsid wsp:val=&quot;000D14AE&quot;/&gt;&lt;wsp:rsid wsp:val=&quot;000E26B2&quot;/&gt;&lt;wsp:rsid wsp:val=&quot;000E4761&quot;/&gt;&lt;wsp:rsid wsp:val=&quot;000E7320&quot;/&gt;&lt;wsp:rsid wsp:val=&quot;000F211F&quot;/&gt;&lt;wsp:rsid wsp:val=&quot;00107CF4&quot;/&gt;&lt;wsp:rsid wsp:val=&quot;001121ED&quot;/&gt;&lt;wsp:rsid wsp:val=&quot;00113CC0&quot;/&gt;&lt;wsp:rsid wsp:val=&quot;00143032&quot;/&gt;&lt;wsp:rsid wsp:val=&quot;00156524&quot;/&gt;&lt;wsp:rsid wsp:val=&quot;001958B1&quot;/&gt;&lt;wsp:rsid wsp:val=&quot;0019785C&quot;/&gt;&lt;wsp:rsid wsp:val=&quot;001C59B9&quot;/&gt;&lt;wsp:rsid wsp:val=&quot;001D58E9&quot;/&gt;&lt;wsp:rsid wsp:val=&quot;001E2781&quot;/&gt;&lt;wsp:rsid wsp:val=&quot;00211888&quot;/&gt;&lt;wsp:rsid wsp:val=&quot;00212372&quot;/&gt;&lt;wsp:rsid wsp:val=&quot;00231F96&quot;/&gt;&lt;wsp:rsid wsp:val=&quot;0023793D&quot;/&gt;&lt;wsp:rsid wsp:val=&quot;002402EB&quot;/&gt;&lt;wsp:rsid wsp:val=&quot;002425C0&quot;/&gt;&lt;wsp:rsid wsp:val=&quot;00251F41&quot;/&gt;&lt;wsp:rsid wsp:val=&quot;00284ADD&quot;/&gt;&lt;wsp:rsid wsp:val=&quot;00287AE0&quot;/&gt;&lt;wsp:rsid wsp:val=&quot;002A67D0&quot;/&gt;&lt;wsp:rsid wsp:val=&quot;002C05FA&quot;/&gt;&lt;wsp:rsid wsp:val=&quot;002D4643&quot;/&gt;&lt;wsp:rsid wsp:val=&quot;002E7277&quot;/&gt;&lt;wsp:rsid wsp:val=&quot;002E7688&quot;/&gt;&lt;wsp:rsid wsp:val=&quot;002F285A&quot;/&gt;&lt;wsp:rsid wsp:val=&quot;002F5CE7&quot;/&gt;&lt;wsp:rsid wsp:val=&quot;003112B8&quot;/&gt;&lt;wsp:rsid wsp:val=&quot;0031213F&quot;/&gt;&lt;wsp:rsid wsp:val=&quot;00321123&quot;/&gt;&lt;wsp:rsid wsp:val=&quot;00335BD9&quot;/&gt;&lt;wsp:rsid wsp:val=&quot;0034262B&quot;/&gt;&lt;wsp:rsid wsp:val=&quot;003516D4&quot;/&gt;&lt;wsp:rsid wsp:val=&quot;0038032C&quot;/&gt;&lt;wsp:rsid wsp:val=&quot;003A2A40&quot;/&gt;&lt;wsp:rsid wsp:val=&quot;003C0485&quot;/&gt;&lt;wsp:rsid wsp:val=&quot;003C4E0C&quot;/&gt;&lt;wsp:rsid wsp:val=&quot;003D1561&quot;/&gt;&lt;wsp:rsid wsp:val=&quot;00417071&quot;/&gt;&lt;wsp:rsid wsp:val=&quot;00430E20&quot;/&gt;&lt;wsp:rsid wsp:val=&quot;00434B70&quot;/&gt;&lt;wsp:rsid wsp:val=&quot;00440313&quot;/&gt;&lt;wsp:rsid wsp:val=&quot;004662BC&quot;/&gt;&lt;wsp:rsid wsp:val=&quot;00470369&quot;/&gt;&lt;wsp:rsid wsp:val=&quot;00484D2A&quot;/&gt;&lt;wsp:rsid wsp:val=&quot;00487FBA&quot;/&gt;&lt;wsp:rsid wsp:val=&quot;0049356C&quot;/&gt;&lt;wsp:rsid wsp:val=&quot;004A19D2&quot;/&gt;&lt;wsp:rsid wsp:val=&quot;004B1C71&quot;/&gt;&lt;wsp:rsid wsp:val=&quot;004F1D55&quot;/&gt;&lt;wsp:rsid wsp:val=&quot;004F726E&quot;/&gt;&lt;wsp:rsid wsp:val=&quot;0051273F&quot;/&gt;&lt;wsp:rsid wsp:val=&quot;0052197F&quot;/&gt;&lt;wsp:rsid wsp:val=&quot;00523AB3&quot;/&gt;&lt;wsp:rsid wsp:val=&quot;00527CE9&quot;/&gt;&lt;wsp:rsid wsp:val=&quot;00534971&quot;/&gt;&lt;wsp:rsid wsp:val=&quot;00534D9C&quot;/&gt;&lt;wsp:rsid wsp:val=&quot;005A667A&quot;/&gt;&lt;wsp:rsid wsp:val=&quot;005B2B58&quot;/&gt;&lt;wsp:rsid wsp:val=&quot;005B7FCC&quot;/&gt;&lt;wsp:rsid wsp:val=&quot;005D56F9&quot;/&gt;&lt;wsp:rsid wsp:val=&quot;00601EAA&quot;/&gt;&lt;wsp:rsid wsp:val=&quot;006145BB&quot;/&gt;&lt;wsp:rsid wsp:val=&quot;006716FA&quot;/&gt;&lt;wsp:rsid wsp:val=&quot;00681911&quot;/&gt;&lt;wsp:rsid wsp:val=&quot;006C0C04&quot;/&gt;&lt;wsp:rsid wsp:val=&quot;006C5198&quot;/&gt;&lt;wsp:rsid wsp:val=&quot;006F2FF6&quot;/&gt;&lt;wsp:rsid wsp:val=&quot;00725EE0&quot;/&gt;&lt;wsp:rsid wsp:val=&quot;00727574&quot;/&gt;&lt;wsp:rsid wsp:val=&quot;0073562A&quot;/&gt;&lt;wsp:rsid wsp:val=&quot;00775A8E&quot;/&gt;&lt;wsp:rsid wsp:val=&quot;007A4F9A&quot;/&gt;&lt;wsp:rsid wsp:val=&quot;007A7FF9&quot;/&gt;&lt;wsp:rsid wsp:val=&quot;007B341D&quot;/&gt;&lt;wsp:rsid wsp:val=&quot;007C7093&quot;/&gt;&lt;wsp:rsid wsp:val=&quot;007D3DDE&quot;/&gt;&lt;wsp:rsid wsp:val=&quot;007E739D&quot;/&gt;&lt;wsp:rsid wsp:val=&quot;00824738&quot;/&gt;&lt;wsp:rsid wsp:val=&quot;00825EDE&quot;/&gt;&lt;wsp:rsid wsp:val=&quot;00855EF1&quot;/&gt;&lt;wsp:rsid wsp:val=&quot;00866181&quot;/&gt;&lt;wsp:rsid wsp:val=&quot;0088588E&quot;/&gt;&lt;wsp:rsid wsp:val=&quot;008C3874&quot;/&gt;&lt;wsp:rsid wsp:val=&quot;008E30D7&quot;/&gt;&lt;wsp:rsid wsp:val=&quot;008F0AC1&quot;/&gt;&lt;wsp:rsid wsp:val=&quot;00911E9B&quot;/&gt;&lt;wsp:rsid wsp:val=&quot;0092068F&quot;/&gt;&lt;wsp:rsid wsp:val=&quot;00935BEB&quot;/&gt;&lt;wsp:rsid wsp:val=&quot;00985634&quot;/&gt;&lt;wsp:rsid wsp:val=&quot;00996752&quot;/&gt;&lt;wsp:rsid wsp:val=&quot;009A5F27&quot;/&gt;&lt;wsp:rsid wsp:val=&quot;009B697B&quot;/&gt;&lt;wsp:rsid wsp:val=&quot;009C69CC&quot;/&gt;&lt;wsp:rsid wsp:val=&quot;009F2E62&quot;/&gt;&lt;wsp:rsid wsp:val=&quot;00A2389D&quot;/&gt;&lt;wsp:rsid wsp:val=&quot;00A26B36&quot;/&gt;&lt;wsp:rsid wsp:val=&quot;00A5302F&quot;/&gt;&lt;wsp:rsid wsp:val=&quot;00A77830&quot;/&gt;&lt;wsp:rsid wsp:val=&quot;00A87177&quot;/&gt;&lt;wsp:rsid wsp:val=&quot;00A95931&quot;/&gt;&lt;wsp:rsid wsp:val=&quot;00AB03AF&quot;/&gt;&lt;wsp:rsid wsp:val=&quot;00AB31F2&quot;/&gt;&lt;wsp:rsid wsp:val=&quot;00AB65F6&quot;/&gt;&lt;wsp:rsid wsp:val=&quot;00AC74DA&quot;/&gt;&lt;wsp:rsid wsp:val=&quot;00AD1725&quot;/&gt;&lt;wsp:rsid wsp:val=&quot;00AD6296&quot;/&gt;&lt;wsp:rsid wsp:val=&quot;00AE6014&quot;/&gt;&lt;wsp:rsid wsp:val=&quot;00B22118&quot;/&gt;&lt;wsp:rsid wsp:val=&quot;00B300D6&quot;/&gt;&lt;wsp:rsid wsp:val=&quot;00B33814&quot;/&gt;&lt;wsp:rsid wsp:val=&quot;00B755E9&quot;/&gt;&lt;wsp:rsid wsp:val=&quot;00B901BD&quot;/&gt;&lt;wsp:rsid wsp:val=&quot;00BC700F&quot;/&gt;&lt;wsp:rsid wsp:val=&quot;00C31866&quot;/&gt;&lt;wsp:rsid wsp:val=&quot;00C55CAC&quot;/&gt;&lt;wsp:rsid wsp:val=&quot;00C7269B&quot;/&gt;&lt;wsp:rsid wsp:val=&quot;00C80C6B&quot;/&gt;&lt;wsp:rsid wsp:val=&quot;00C85A73&quot;/&gt;&lt;wsp:rsid wsp:val=&quot;00C97EBD&quot;/&gt;&lt;wsp:rsid wsp:val=&quot;00CB13DB&quot;/&gt;&lt;wsp:rsid wsp:val=&quot;00CB28BC&quot;/&gt;&lt;wsp:rsid wsp:val=&quot;00CB4FE0&quot;/&gt;&lt;wsp:rsid wsp:val=&quot;00CB6E07&quot;/&gt;&lt;wsp:rsid wsp:val=&quot;00CC3F30&quot;/&gt;&lt;wsp:rsid wsp:val=&quot;00CC6D72&quot;/&gt;&lt;wsp:rsid wsp:val=&quot;00CE121F&quot;/&gt;&lt;wsp:rsid wsp:val=&quot;00CF5AFB&quot;/&gt;&lt;wsp:rsid wsp:val=&quot;00D13814&quot;/&gt;&lt;wsp:rsid wsp:val=&quot;00D404F6&quot;/&gt;&lt;wsp:rsid wsp:val=&quot;00D63196&quot;/&gt;&lt;wsp:rsid wsp:val=&quot;00D70A25&quot;/&gt;&lt;wsp:rsid wsp:val=&quot;00D76C07&quot;/&gt;&lt;wsp:rsid wsp:val=&quot;00DD09C9&quot;/&gt;&lt;wsp:rsid wsp:val=&quot;00DF41D8&quot;/&gt;&lt;wsp:rsid wsp:val=&quot;00E1083A&quot;/&gt;&lt;wsp:rsid wsp:val=&quot;00E33E44&quot;/&gt;&lt;wsp:rsid wsp:val=&quot;00E541E1&quot;/&gt;&lt;wsp:rsid wsp:val=&quot;00E61AAF&quot;/&gt;&lt;wsp:rsid wsp:val=&quot;00E63920&quot;/&gt;&lt;wsp:rsid wsp:val=&quot;00E700F2&quot;/&gt;&lt;wsp:rsid wsp:val=&quot;00EA3722&quot;/&gt;&lt;wsp:rsid wsp:val=&quot;00EB55F0&quot;/&gt;&lt;wsp:rsid wsp:val=&quot;00ED0D64&quot;/&gt;&lt;wsp:rsid wsp:val=&quot;00ED60A7&quot;/&gt;&lt;wsp:rsid wsp:val=&quot;00EF74D5&quot;/&gt;&lt;wsp:rsid wsp:val=&quot;00F246E9&quot;/&gt;&lt;wsp:rsid wsp:val=&quot;00F254AE&quot;/&gt;&lt;wsp:rsid wsp:val=&quot;00F30E2F&quot;/&gt;&lt;wsp:rsid wsp:val=&quot;00F32339&quot;/&gt;&lt;wsp:rsid wsp:val=&quot;00F66852&quot;/&gt;&lt;wsp:rsid wsp:val=&quot;00F67213&quot;/&gt;&lt;wsp:rsid wsp:val=&quot;00FA111D&quot;/&gt;&lt;wsp:rsid wsp:val=&quot;00FB1EA8&quot;/&gt;&lt;wsp:rsid wsp:val=&quot;00FC0FD5&quot;/&gt;&lt;/wsp:rsids&gt;&lt;/w:docPr&gt;&lt;w:body&gt;&lt;wx:sect&gt;&lt;w:p wsp:rsidR=&quot;00000000&quot; wsp:rsidRDefault=&quot;002E7688&quot; wsp:rsidP=&quot;002E7688&quot;&gt;&lt;m:oMathPara&gt;&lt;m:oMath&gt;&lt;m:r&gt;&lt;w:rPr&gt;&lt;w:rFonts w:ascii=&quot;Cambria Math&quot; w:h-ansi=&quot;Cambria Math&quot;/&gt;&lt;wx:font wx:val=&quot;Cambria Math&quot;/&gt;&lt;w:i/&gt;&lt;/w:rPr&gt;&lt;m:t&gt;A=D€&lt;/m:t&gt;&lt;/m:r&gt;&lt;m:sSup&gt;&lt;m:sSupPr&gt;&lt;m:ctrlPr&gt;&lt;w:rPr&gt;&lt;w:rFonts w:ascii=&quot;Cambria Math&quot; w:h-ansi=&quot;Cambria Math&quot;/&gt;&lt;wx:font wx:val=&quot;Cambria Math&quot;/&gt;&lt;/w:rPr&gt;&lt;/m:ctrlPr&gt;&lt;/m:sSupPr&gt;&lt;m:e&gt;&lt;m:r&gt;&lt;w:rPr&gt;&lt;w:rFonts w:ascii=&quot;Cambria Math&quot; w:h-ansi=&quot;Cambria Math&quot;/&gt;&lt;wx:font wx:val=&quot;Cambria Math&quot;/&gt;&lt;w:i/&gt;&lt;/w:rPr&gt;&lt;m:t&gt;r&lt;/m:t&gt;&lt;/m:r&gt;&lt;/m:e&gt;&lt;m:sup&gt;&lt;m:r&gt;&lt;w:rPr&gt;&lt;w:rFonts w:ascii=&quot;Cambria Math&quot; w:h-ansi=&quot;Cambria Math&quot;/&gt;&lt;wx:font wx:val=&quot;Cambria Math&quot;/&gt;&lt;w:i/&gt;&lt;/w:rPr&gt;&lt;m:t&gt;2&lt;/m:t&gt;&lt;/m:r&gt;&lt;/m:sup&gt;&lt;/m:sSup&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30" o:title="" chromakey="white"/>
          </v:shape>
        </w:pict>
      </w:r>
      <w:r w:rsidRPr="003C0485">
        <w:fldChar w:fldCharType="end"/>
      </w:r>
      <w:r w:rsidR="00CF5AFB" w:rsidRPr="00CE121F">
        <w:t>.                          (A.1)</w:t>
      </w:r>
    </w:p>
    <w:p w14:paraId="7BC18348" w14:textId="77777777" w:rsidR="003C4E0C" w:rsidRDefault="003C4E0C" w:rsidP="003C4E0C">
      <w:pPr>
        <w:pStyle w:val="ICST-Bodytextwithindent"/>
      </w:pPr>
    </w:p>
    <w:p w14:paraId="49D6681A" w14:textId="77777777" w:rsidR="00484D2A" w:rsidRDefault="003C4E0C" w:rsidP="00484D2A">
      <w:pPr>
        <w:pStyle w:val="ICST-Bodytextnoindent"/>
      </w:pPr>
      <w:r w:rsidRPr="00F254AE">
        <w:t>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00484D2A">
        <w:t xml:space="preserve">. </w:t>
      </w:r>
      <w:r w:rsidR="00484D2A" w:rsidRPr="00F254AE">
        <w:t>This is the body text</w:t>
      </w:r>
      <w:r w:rsidR="00484D2A">
        <w:t xml:space="preserve"> with no indent.</w:t>
      </w:r>
    </w:p>
    <w:p w14:paraId="41648C88" w14:textId="77777777" w:rsidR="000B2108" w:rsidRDefault="000B2108" w:rsidP="000B2108">
      <w:pPr>
        <w:pStyle w:val="ICST-Bodytextwithindent"/>
      </w:pP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r>
        <w:t>This is the body text with indent.</w:t>
      </w:r>
      <w:r w:rsidRPr="00F254AE">
        <w:t xml:space="preserve"> </w:t>
      </w:r>
    </w:p>
    <w:p w14:paraId="49700423" w14:textId="77777777" w:rsidR="00CE121F" w:rsidRDefault="00484D2A" w:rsidP="00484D2A">
      <w:pPr>
        <w:pStyle w:val="ICST-Bodytextwithindent"/>
      </w:pPr>
      <w:r>
        <w:br w:type="column"/>
      </w:r>
      <w:r w:rsidR="00CE121F" w:rsidRPr="00CE121F">
        <w:t>This is the body text with indent. This is the body text with indent. This is the body text with indent. This is the</w:t>
      </w:r>
      <w:r w:rsidR="00CE121F">
        <w:t xml:space="preserve"> body text with indent.</w:t>
      </w:r>
      <w:r w:rsidR="00CE121F" w:rsidRPr="00F254AE">
        <w:t xml:space="preserve"> </w:t>
      </w:r>
      <w:r w:rsidR="00CE121F">
        <w:t>This is the body text with indent.</w:t>
      </w:r>
      <w:r w:rsidR="00CE121F" w:rsidRPr="00F254AE">
        <w:t xml:space="preserve"> </w:t>
      </w:r>
      <w:r w:rsidR="00CE121F">
        <w:t>This is the body text with indent.</w:t>
      </w:r>
      <w:r w:rsidR="00CE121F" w:rsidRPr="00F254AE">
        <w:t xml:space="preserve"> </w:t>
      </w:r>
      <w:r w:rsidR="00CE121F">
        <w:t>This is the body text with indent.</w:t>
      </w:r>
    </w:p>
    <w:p w14:paraId="695B9E89" w14:textId="77777777" w:rsidR="00CF5AFB" w:rsidRDefault="00CF5AFB" w:rsidP="00CE121F">
      <w:pPr>
        <w:pStyle w:val="ICST-Heading1"/>
        <w:rPr>
          <w:rStyle w:val="ICST-BodytextnoindentChar"/>
        </w:rPr>
      </w:pPr>
      <w:r w:rsidRPr="00CE121F">
        <w:t>Appendix B. The second appendix</w:t>
      </w:r>
    </w:p>
    <w:p w14:paraId="7ADDD637" w14:textId="77777777" w:rsidR="006C0C04" w:rsidRDefault="006C0C04" w:rsidP="006C0C04">
      <w:pPr>
        <w:pStyle w:val="ICST-Bodytextnoindent"/>
      </w:pPr>
      <w:r w:rsidRPr="00F254AE">
        <w:t>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This is the body text</w:t>
      </w:r>
      <w:r>
        <w:t xml:space="preserve"> with no indent</w:t>
      </w:r>
      <w:r w:rsidRPr="00F254AE">
        <w:t xml:space="preserve">. </w:t>
      </w:r>
    </w:p>
    <w:p w14:paraId="2B700420" w14:textId="77777777" w:rsidR="00775A8E" w:rsidRPr="00996752" w:rsidRDefault="00CF5AFB" w:rsidP="00996752">
      <w:pPr>
        <w:pStyle w:val="ICST-Acknowledgementheading"/>
      </w:pPr>
      <w:r w:rsidRPr="00996752">
        <w:t>Acknowledgements</w:t>
      </w:r>
      <w:r w:rsidR="006C0C04" w:rsidRPr="00996752">
        <w:t>.</w:t>
      </w:r>
    </w:p>
    <w:p w14:paraId="035B1B1E" w14:textId="77777777" w:rsidR="006C0C04" w:rsidRDefault="006C0C04" w:rsidP="00996752">
      <w:pPr>
        <w:pStyle w:val="ICST-Acknowlegementtext"/>
      </w:pPr>
      <w:r w:rsidRPr="006C0C04">
        <w:t xml:space="preserve">This is the </w:t>
      </w:r>
      <w:r>
        <w:t>acknowledgement text.</w:t>
      </w:r>
      <w:r w:rsidRPr="006C0C04">
        <w:t xml:space="preserve"> This is the </w:t>
      </w:r>
      <w:r>
        <w:t>acknowledgement text.</w:t>
      </w:r>
      <w:r w:rsidRPr="006C0C04">
        <w:t xml:space="preserve"> This is the </w:t>
      </w:r>
      <w:r>
        <w:t>acknowledgement text.</w:t>
      </w:r>
      <w:r w:rsidRPr="006C0C04">
        <w:t xml:space="preserve"> This is the </w:t>
      </w:r>
      <w:r>
        <w:t>acknowledgement text.</w:t>
      </w:r>
      <w:r w:rsidRPr="006C0C04">
        <w:t xml:space="preserve"> This is the </w:t>
      </w:r>
      <w:r>
        <w:t>acknowledgement text.</w:t>
      </w:r>
      <w:r w:rsidRPr="006C0C04">
        <w:t xml:space="preserve"> This is the </w:t>
      </w:r>
      <w:r>
        <w:t>acknowledgement text.</w:t>
      </w:r>
      <w:r w:rsidRPr="006C0C04">
        <w:t xml:space="preserve"> </w:t>
      </w:r>
    </w:p>
    <w:p w14:paraId="592BF90E" w14:textId="77777777" w:rsidR="00062258" w:rsidRPr="007C7093" w:rsidRDefault="00062258" w:rsidP="004F1D55">
      <w:pPr>
        <w:pStyle w:val="ICST-Heading1"/>
      </w:pPr>
      <w:r w:rsidRPr="007C7093">
        <w:t>R</w:t>
      </w:r>
      <w:r w:rsidR="00CF5AFB" w:rsidRPr="007C7093">
        <w:t>eferences</w:t>
      </w:r>
    </w:p>
    <w:p w14:paraId="689D3E93" w14:textId="77777777" w:rsidR="00535AB3" w:rsidRPr="004F1D55" w:rsidRDefault="00535AB3" w:rsidP="00535AB3">
      <w:pPr>
        <w:pStyle w:val="ICST-References"/>
      </w:pPr>
      <w:r w:rsidRPr="00E87DA8">
        <w:rPr>
          <w:b/>
          <w:bCs w:val="0"/>
        </w:rPr>
        <w:t>Journal article</w:t>
      </w:r>
      <w:r w:rsidRPr="005378CA">
        <w:rPr>
          <w:b/>
          <w:bCs w:val="0"/>
        </w:rPr>
        <w:t>:</w:t>
      </w:r>
      <w:r w:rsidRPr="004F1D55">
        <w:t xml:space="preserve"> </w:t>
      </w:r>
      <w:r w:rsidRPr="00E87DA8">
        <w:t xml:space="preserve">Author AA, Author BB, Author CC, Author DD. Title of article. Abbreviated title of journal. </w:t>
      </w:r>
      <w:r>
        <w:t>Year</w:t>
      </w:r>
      <w:r w:rsidRPr="00E87DA8">
        <w:t xml:space="preserve"> of publication;</w:t>
      </w:r>
      <w:r>
        <w:t xml:space="preserve"> </w:t>
      </w:r>
      <w:r w:rsidRPr="00E87DA8">
        <w:t>volume number(issue number):page numbers</w:t>
      </w:r>
      <w:r w:rsidRPr="004F1D55">
        <w:t>.</w:t>
      </w:r>
    </w:p>
    <w:p w14:paraId="73766C8F" w14:textId="77777777" w:rsidR="00535AB3" w:rsidRDefault="00535AB3" w:rsidP="00535AB3">
      <w:pPr>
        <w:pStyle w:val="ICST-References"/>
      </w:pPr>
      <w:r w:rsidRPr="00E87DA8">
        <w:rPr>
          <w:b/>
          <w:bCs w:val="0"/>
        </w:rPr>
        <w:t>Book</w:t>
      </w:r>
      <w:r w:rsidRPr="005378CA">
        <w:rPr>
          <w:b/>
          <w:bCs w:val="0"/>
        </w:rPr>
        <w:t>:</w:t>
      </w:r>
      <w:r>
        <w:t xml:space="preserve"> </w:t>
      </w:r>
      <w:r w:rsidRPr="00E87DA8">
        <w:t>Author AA. Title of book. Edition [if not first]. Place of publication: Publisher; Year of publication. Pagination.</w:t>
      </w:r>
    </w:p>
    <w:p w14:paraId="212F9E04" w14:textId="77777777" w:rsidR="00535AB3" w:rsidRDefault="00535AB3" w:rsidP="00535AB3">
      <w:pPr>
        <w:pStyle w:val="ICST-References"/>
      </w:pPr>
      <w:r w:rsidRPr="00E87DA8">
        <w:rPr>
          <w:b/>
          <w:bCs w:val="0"/>
        </w:rPr>
        <w:t>Book Chapter</w:t>
      </w:r>
      <w:r w:rsidRPr="005378CA">
        <w:rPr>
          <w:b/>
          <w:bCs w:val="0"/>
        </w:rPr>
        <w:t>:</w:t>
      </w:r>
      <w:r>
        <w:t xml:space="preserve"> </w:t>
      </w:r>
      <w:r w:rsidRPr="00E87DA8">
        <w:t>Author AA, Author BB. Title of book. Edition. Place of publication: Publisher; Year of publication. Chapter number, Chapter title; p. [page numbers of chapter]</w:t>
      </w:r>
      <w:r>
        <w:t xml:space="preserve">. </w:t>
      </w:r>
    </w:p>
    <w:p w14:paraId="1E11AC31" w14:textId="5C632588" w:rsidR="00ED0D64" w:rsidRDefault="00535AB3" w:rsidP="00535AB3">
      <w:pPr>
        <w:pStyle w:val="ICST-References"/>
      </w:pPr>
      <w:r w:rsidRPr="00E87DA8">
        <w:rPr>
          <w:b/>
          <w:bCs w:val="0"/>
        </w:rPr>
        <w:t>Conference</w:t>
      </w:r>
      <w:r w:rsidRPr="005378CA">
        <w:rPr>
          <w:b/>
          <w:bCs w:val="0"/>
        </w:rPr>
        <w:t>:</w:t>
      </w:r>
      <w:r>
        <w:t xml:space="preserve"> </w:t>
      </w:r>
      <w:r w:rsidRPr="00E87DA8">
        <w:t>Author AA. Title of paper. In: Editor AA, editor. Title of book. Proceedings of the Title of the Conference; Date of conference; Location of conference. Place of publication: Publisher's name; Year of publication. p. page numbers.</w:t>
      </w:r>
    </w:p>
    <w:sectPr w:rsidR="00ED0D64" w:rsidSect="0049356C">
      <w:headerReference w:type="first" r:id="rId31"/>
      <w:footerReference w:type="first" r:id="rId32"/>
      <w:footnotePr>
        <w:numFmt w:val="chicago"/>
      </w:footnotePr>
      <w:type w:val="continuous"/>
      <w:pgSz w:w="11906" w:h="16838" w:code="9"/>
      <w:pgMar w:top="1644" w:right="907" w:bottom="1531" w:left="907" w:header="680" w:footer="680" w:gutter="0"/>
      <w:cols w:num="2"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1450E" w14:textId="77777777" w:rsidR="00B576FA" w:rsidRDefault="00B576FA">
      <w:r>
        <w:separator/>
      </w:r>
    </w:p>
  </w:endnote>
  <w:endnote w:type="continuationSeparator" w:id="0">
    <w:p w14:paraId="2719B454" w14:textId="77777777" w:rsidR="00B576FA" w:rsidRDefault="00B57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Cond">
    <w:altName w:val="Arial"/>
    <w:panose1 w:val="00000000000000000000"/>
    <w:charset w:val="00"/>
    <w:family w:val="swiss"/>
    <w:notTrueType/>
    <w:pitch w:val="variable"/>
    <w:sig w:usb0="20000287" w:usb1="00000001" w:usb2="00000000" w:usb3="00000000" w:csb0="0000019F" w:csb1="00000000"/>
  </w:font>
  <w:font w:name="Miriam">
    <w:charset w:val="B1"/>
    <w:family w:val="swiss"/>
    <w:pitch w:val="variable"/>
    <w:sig w:usb0="00000803" w:usb1="00000000" w:usb2="00000000" w:usb3="00000000" w:csb0="00000021" w:csb1="00000000"/>
  </w:font>
  <w:font w:name="Tennessee Roman">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AF23C" w14:textId="77777777" w:rsidR="006C0C04" w:rsidRPr="00ED0D64" w:rsidRDefault="007A4F9A">
    <w:pPr>
      <w:jc w:val="center"/>
    </w:pPr>
    <w:r w:rsidRPr="00ED0D64">
      <w:rPr>
        <w:sz w:val="18"/>
        <w:szCs w:val="18"/>
      </w:rPr>
      <w:fldChar w:fldCharType="begin"/>
    </w:r>
    <w:r w:rsidR="006C0C04" w:rsidRPr="00ED0D64">
      <w:rPr>
        <w:sz w:val="18"/>
        <w:szCs w:val="18"/>
      </w:rPr>
      <w:instrText xml:space="preserve"> PAGE   \* MERGEFORMAT </w:instrText>
    </w:r>
    <w:r w:rsidRPr="00ED0D64">
      <w:rPr>
        <w:sz w:val="18"/>
        <w:szCs w:val="18"/>
      </w:rPr>
      <w:fldChar w:fldCharType="separate"/>
    </w:r>
    <w:r w:rsidR="003A2A40">
      <w:rPr>
        <w:noProof/>
        <w:sz w:val="18"/>
        <w:szCs w:val="18"/>
      </w:rPr>
      <w:t>2</w:t>
    </w:r>
    <w:r w:rsidRPr="00ED0D64">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B4FA" w14:textId="77777777" w:rsidR="006C0C04" w:rsidRPr="00ED0D64" w:rsidRDefault="007A4F9A" w:rsidP="00ED0D64">
    <w:pPr>
      <w:jc w:val="center"/>
    </w:pPr>
    <w:r w:rsidRPr="00ED0D64">
      <w:rPr>
        <w:sz w:val="18"/>
        <w:szCs w:val="18"/>
      </w:rPr>
      <w:fldChar w:fldCharType="begin"/>
    </w:r>
    <w:r w:rsidR="006C0C04" w:rsidRPr="00ED0D64">
      <w:rPr>
        <w:sz w:val="18"/>
        <w:szCs w:val="18"/>
      </w:rPr>
      <w:instrText xml:space="preserve"> PAGE   \* MERGEFORMAT </w:instrText>
    </w:r>
    <w:r w:rsidRPr="00ED0D64">
      <w:rPr>
        <w:sz w:val="18"/>
        <w:szCs w:val="18"/>
      </w:rPr>
      <w:fldChar w:fldCharType="separate"/>
    </w:r>
    <w:r w:rsidR="00834258">
      <w:rPr>
        <w:noProof/>
        <w:sz w:val="18"/>
        <w:szCs w:val="18"/>
      </w:rPr>
      <w:t>3</w:t>
    </w:r>
    <w:r w:rsidRPr="00ED0D64">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9ADD7" w14:textId="44DFAD37" w:rsidR="003516D4" w:rsidRPr="00091A50" w:rsidRDefault="003516D4" w:rsidP="003516D4">
    <w:pPr>
      <w:tabs>
        <w:tab w:val="left" w:pos="4320"/>
        <w:tab w:val="center" w:pos="5046"/>
        <w:tab w:val="left" w:pos="5760"/>
        <w:tab w:val="left" w:pos="7200"/>
        <w:tab w:val="left" w:pos="7920"/>
        <w:tab w:val="left" w:pos="8156"/>
        <w:tab w:val="left" w:pos="8640"/>
        <w:tab w:val="left" w:pos="9360"/>
      </w:tabs>
      <w:rPr>
        <w:rFonts w:ascii="Arial" w:hAnsi="Arial" w:cs="Arial"/>
        <w:i/>
        <w:sz w:val="16"/>
        <w:szCs w:val="16"/>
      </w:rPr>
    </w:pPr>
    <w:r w:rsidRPr="00DC238C">
      <w:rPr>
        <w:sz w:val="16"/>
        <w:szCs w:val="16"/>
      </w:rPr>
      <w:tab/>
    </w:r>
    <w:r>
      <w:rPr>
        <w:sz w:val="16"/>
        <w:szCs w:val="16"/>
      </w:rPr>
      <w:tab/>
    </w:r>
    <w:r w:rsidR="007A4F9A" w:rsidRPr="00DC238C">
      <w:rPr>
        <w:sz w:val="16"/>
        <w:szCs w:val="16"/>
      </w:rPr>
      <w:fldChar w:fldCharType="begin"/>
    </w:r>
    <w:r w:rsidRPr="00DC238C">
      <w:rPr>
        <w:sz w:val="16"/>
        <w:szCs w:val="16"/>
      </w:rPr>
      <w:instrText xml:space="preserve"> PAGE   \* MERGEFORMAT </w:instrText>
    </w:r>
    <w:r w:rsidR="007A4F9A" w:rsidRPr="00DC238C">
      <w:rPr>
        <w:sz w:val="16"/>
        <w:szCs w:val="16"/>
      </w:rPr>
      <w:fldChar w:fldCharType="separate"/>
    </w:r>
    <w:r w:rsidR="00834258">
      <w:rPr>
        <w:noProof/>
        <w:sz w:val="16"/>
        <w:szCs w:val="16"/>
      </w:rPr>
      <w:t>1</w:t>
    </w:r>
    <w:r w:rsidR="007A4F9A" w:rsidRPr="00DC238C">
      <w:rPr>
        <w:sz w:val="16"/>
        <w:szCs w:val="16"/>
      </w:rPr>
      <w:fldChar w:fldCharType="end"/>
    </w:r>
    <w:r w:rsidRPr="00DC238C">
      <w:rPr>
        <w:sz w:val="16"/>
        <w:szCs w:val="16"/>
      </w:rPr>
      <w:tab/>
    </w:r>
    <w:r w:rsidRPr="00DC238C">
      <w:rPr>
        <w:sz w:val="16"/>
        <w:szCs w:val="16"/>
      </w:rPr>
      <w:tab/>
    </w:r>
    <w:r w:rsidRPr="00DC238C">
      <w:rPr>
        <w:sz w:val="16"/>
        <w:szCs w:val="16"/>
      </w:rPr>
      <w:tab/>
    </w:r>
    <w:r w:rsidRPr="00DC238C">
      <w:rPr>
        <w:sz w:val="16"/>
        <w:szCs w:val="16"/>
      </w:rPr>
      <w:tab/>
    </w:r>
    <w:r w:rsidRPr="00DC238C">
      <w:rPr>
        <w:sz w:val="16"/>
        <w:szCs w:val="16"/>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A601E" w14:textId="3606FB33" w:rsidR="0052197F" w:rsidRPr="00091A50" w:rsidRDefault="0052197F" w:rsidP="0052197F">
    <w:pPr>
      <w:tabs>
        <w:tab w:val="left" w:pos="4320"/>
        <w:tab w:val="center" w:pos="5046"/>
        <w:tab w:val="left" w:pos="5760"/>
        <w:tab w:val="left" w:pos="7200"/>
        <w:tab w:val="left" w:pos="7920"/>
        <w:tab w:val="left" w:pos="8156"/>
        <w:tab w:val="left" w:pos="8640"/>
        <w:tab w:val="left" w:pos="9360"/>
      </w:tabs>
      <w:rPr>
        <w:rFonts w:ascii="Arial" w:hAnsi="Arial" w:cs="Arial"/>
        <w:i/>
        <w:sz w:val="16"/>
        <w:szCs w:val="16"/>
      </w:rPr>
    </w:pPr>
    <w:r w:rsidRPr="00DC238C">
      <w:rPr>
        <w:sz w:val="16"/>
        <w:szCs w:val="16"/>
      </w:rPr>
      <w:tab/>
    </w:r>
    <w:r>
      <w:rPr>
        <w:sz w:val="16"/>
        <w:szCs w:val="16"/>
      </w:rPr>
      <w:tab/>
    </w:r>
    <w:r w:rsidRPr="00DC238C">
      <w:rPr>
        <w:sz w:val="16"/>
        <w:szCs w:val="16"/>
      </w:rPr>
      <w:fldChar w:fldCharType="begin"/>
    </w:r>
    <w:r w:rsidRPr="00DC238C">
      <w:rPr>
        <w:sz w:val="16"/>
        <w:szCs w:val="16"/>
      </w:rPr>
      <w:instrText xml:space="preserve"> PAGE   \* MERGEFORMAT </w:instrText>
    </w:r>
    <w:r w:rsidRPr="00DC238C">
      <w:rPr>
        <w:sz w:val="16"/>
        <w:szCs w:val="16"/>
      </w:rPr>
      <w:fldChar w:fldCharType="separate"/>
    </w:r>
    <w:r w:rsidR="00834258">
      <w:rPr>
        <w:noProof/>
        <w:sz w:val="16"/>
        <w:szCs w:val="16"/>
      </w:rPr>
      <w:t>2</w:t>
    </w:r>
    <w:r w:rsidRPr="00DC238C">
      <w:rPr>
        <w:sz w:val="16"/>
        <w:szCs w:val="16"/>
      </w:rPr>
      <w:fldChar w:fldCharType="end"/>
    </w:r>
    <w:r w:rsidRPr="00DC238C">
      <w:rPr>
        <w:sz w:val="16"/>
        <w:szCs w:val="16"/>
      </w:rPr>
      <w:tab/>
    </w:r>
    <w:r w:rsidRPr="00DC238C">
      <w:rPr>
        <w:sz w:val="16"/>
        <w:szCs w:val="16"/>
      </w:rPr>
      <w:tab/>
    </w:r>
    <w:r w:rsidRPr="00DC238C">
      <w:rPr>
        <w:sz w:val="16"/>
        <w:szCs w:val="16"/>
      </w:rPr>
      <w:tab/>
    </w:r>
    <w:r w:rsidRPr="00DC238C">
      <w:rPr>
        <w:sz w:val="16"/>
        <w:szCs w:val="16"/>
      </w:rPr>
      <w:tab/>
    </w:r>
    <w:r w:rsidRPr="00DC238C">
      <w:rPr>
        <w:sz w:val="16"/>
        <w:szCs w:val="16"/>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745C" w14:textId="1E82FB81" w:rsidR="0052197F" w:rsidRPr="00091A50" w:rsidRDefault="002B1E9B" w:rsidP="0052197F">
    <w:pPr>
      <w:tabs>
        <w:tab w:val="left" w:pos="4320"/>
        <w:tab w:val="center" w:pos="5046"/>
        <w:tab w:val="left" w:pos="5760"/>
        <w:tab w:val="left" w:pos="7200"/>
        <w:tab w:val="left" w:pos="7920"/>
        <w:tab w:val="left" w:pos="8156"/>
        <w:tab w:val="left" w:pos="8640"/>
        <w:tab w:val="left" w:pos="9360"/>
      </w:tabs>
      <w:rPr>
        <w:rFonts w:ascii="Arial" w:hAnsi="Arial" w:cs="Arial"/>
        <w:i/>
        <w:sz w:val="16"/>
        <w:szCs w:val="16"/>
      </w:rPr>
    </w:pPr>
    <w:r>
      <w:rPr>
        <w:noProof/>
      </w:rPr>
      <w:drawing>
        <wp:anchor distT="0" distB="0" distL="114300" distR="114300" simplePos="0" relativeHeight="251658752" behindDoc="0" locked="0" layoutInCell="1" allowOverlap="1" wp14:anchorId="7C998DF8" wp14:editId="06DB1A0C">
          <wp:simplePos x="0" y="0"/>
          <wp:positionH relativeFrom="margin">
            <wp:align>left</wp:align>
          </wp:positionH>
          <wp:positionV relativeFrom="paragraph">
            <wp:posOffset>-71755</wp:posOffset>
          </wp:positionV>
          <wp:extent cx="1073150" cy="270510"/>
          <wp:effectExtent l="0" t="0" r="0" b="0"/>
          <wp:wrapNone/>
          <wp:docPr id="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270510"/>
                  </a:xfrm>
                  <a:prstGeom prst="rect">
                    <a:avLst/>
                  </a:prstGeom>
                  <a:noFill/>
                </pic:spPr>
              </pic:pic>
            </a:graphicData>
          </a:graphic>
          <wp14:sizeRelH relativeFrom="page">
            <wp14:pctWidth>0</wp14:pctWidth>
          </wp14:sizeRelH>
          <wp14:sizeRelV relativeFrom="page">
            <wp14:pctHeight>0</wp14:pctHeight>
          </wp14:sizeRelV>
        </wp:anchor>
      </w:drawing>
    </w:r>
    <w:r w:rsidR="0052197F" w:rsidRPr="00DC238C">
      <w:rPr>
        <w:sz w:val="16"/>
        <w:szCs w:val="16"/>
      </w:rPr>
      <w:tab/>
    </w:r>
    <w:r w:rsidR="0052197F">
      <w:rPr>
        <w:sz w:val="16"/>
        <w:szCs w:val="16"/>
      </w:rPr>
      <w:tab/>
    </w:r>
    <w:r w:rsidR="0052197F" w:rsidRPr="00DC238C">
      <w:rPr>
        <w:sz w:val="16"/>
        <w:szCs w:val="16"/>
      </w:rPr>
      <w:fldChar w:fldCharType="begin"/>
    </w:r>
    <w:r w:rsidR="0052197F" w:rsidRPr="00DC238C">
      <w:rPr>
        <w:sz w:val="16"/>
        <w:szCs w:val="16"/>
      </w:rPr>
      <w:instrText xml:space="preserve"> PAGE   \* MERGEFORMAT </w:instrText>
    </w:r>
    <w:r w:rsidR="0052197F" w:rsidRPr="00DC238C">
      <w:rPr>
        <w:sz w:val="16"/>
        <w:szCs w:val="16"/>
      </w:rPr>
      <w:fldChar w:fldCharType="separate"/>
    </w:r>
    <w:r w:rsidR="00834258">
      <w:rPr>
        <w:noProof/>
        <w:sz w:val="16"/>
        <w:szCs w:val="16"/>
      </w:rPr>
      <w:t>3</w:t>
    </w:r>
    <w:r w:rsidR="0052197F" w:rsidRPr="00DC238C">
      <w:rPr>
        <w:sz w:val="16"/>
        <w:szCs w:val="16"/>
      </w:rPr>
      <w:fldChar w:fldCharType="end"/>
    </w:r>
    <w:r w:rsidR="0052197F" w:rsidRPr="00DC238C">
      <w:rPr>
        <w:sz w:val="16"/>
        <w:szCs w:val="16"/>
      </w:rPr>
      <w:tab/>
    </w:r>
    <w:r w:rsidR="0052197F" w:rsidRPr="00DC238C">
      <w:rPr>
        <w:sz w:val="16"/>
        <w:szCs w:val="16"/>
      </w:rPr>
      <w:tab/>
    </w:r>
    <w:r w:rsidR="0052197F" w:rsidRPr="00DC238C">
      <w:rPr>
        <w:sz w:val="16"/>
        <w:szCs w:val="16"/>
      </w:rPr>
      <w:tab/>
    </w:r>
    <w:r w:rsidR="0052197F" w:rsidRPr="00DC238C">
      <w:rPr>
        <w:sz w:val="16"/>
        <w:szCs w:val="16"/>
      </w:rPr>
      <w:tab/>
    </w:r>
    <w:r w:rsidR="0052197F" w:rsidRPr="00DC238C">
      <w:rPr>
        <w:sz w:val="16"/>
        <w:szCs w:val="16"/>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DB30" w14:textId="6C25ECF6" w:rsidR="003516D4" w:rsidRPr="00091A50" w:rsidRDefault="002B1E9B" w:rsidP="003516D4">
    <w:pPr>
      <w:tabs>
        <w:tab w:val="left" w:pos="4320"/>
        <w:tab w:val="center" w:pos="5046"/>
        <w:tab w:val="left" w:pos="5760"/>
        <w:tab w:val="left" w:pos="7200"/>
        <w:tab w:val="left" w:pos="7920"/>
        <w:tab w:val="left" w:pos="8156"/>
        <w:tab w:val="left" w:pos="8640"/>
        <w:tab w:val="left" w:pos="9360"/>
      </w:tabs>
      <w:rPr>
        <w:rFonts w:ascii="Arial" w:hAnsi="Arial" w:cs="Arial"/>
        <w:i/>
        <w:sz w:val="16"/>
        <w:szCs w:val="16"/>
      </w:rPr>
    </w:pPr>
    <w:r>
      <w:rPr>
        <w:noProof/>
      </w:rPr>
      <mc:AlternateContent>
        <mc:Choice Requires="wps">
          <w:drawing>
            <wp:anchor distT="0" distB="0" distL="114300" distR="114300" simplePos="0" relativeHeight="251660800" behindDoc="1" locked="0" layoutInCell="1" allowOverlap="0" wp14:anchorId="54A61BCD" wp14:editId="28980C8B">
              <wp:simplePos x="0" y="0"/>
              <wp:positionH relativeFrom="margin">
                <wp:posOffset>3796030</wp:posOffset>
              </wp:positionH>
              <wp:positionV relativeFrom="paragraph">
                <wp:posOffset>-140335</wp:posOffset>
              </wp:positionV>
              <wp:extent cx="2611755" cy="525780"/>
              <wp:effectExtent l="0" t="0" r="0" b="0"/>
              <wp:wrapTight wrapText="bothSides">
                <wp:wrapPolygon edited="0">
                  <wp:start x="0" y="0"/>
                  <wp:lineTo x="0" y="21130"/>
                  <wp:lineTo x="21427" y="21130"/>
                  <wp:lineTo x="21427" y="0"/>
                  <wp:lineTo x="0" y="0"/>
                </wp:wrapPolygon>
              </wp:wrapTight>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1755" cy="525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D5FDC2" w14:textId="77777777" w:rsidR="003516D4" w:rsidRPr="00C16E8A" w:rsidRDefault="003516D4" w:rsidP="003516D4">
                          <w:pPr>
                            <w:jc w:val="right"/>
                            <w:rPr>
                              <w:rFonts w:ascii="Myriad Pro Cond" w:hAnsi="Myriad Pro Cond" w:cs="Arial"/>
                              <w:sz w:val="18"/>
                              <w:szCs w:val="18"/>
                            </w:rPr>
                          </w:pPr>
                          <w:r>
                            <w:rPr>
                              <w:rFonts w:ascii="Myriad Pro Cond" w:hAnsi="Myriad Pro Cond" w:cs="Arial"/>
                              <w:sz w:val="18"/>
                              <w:szCs w:val="18"/>
                            </w:rPr>
                            <w:t>EAI Endorsed</w:t>
                          </w:r>
                          <w:r w:rsidRPr="00C16E8A">
                            <w:rPr>
                              <w:rFonts w:ascii="Myriad Pro Cond" w:hAnsi="Myriad Pro Cond" w:cs="Arial"/>
                              <w:sz w:val="18"/>
                              <w:szCs w:val="18"/>
                            </w:rPr>
                            <w:t xml:space="preserve"> Transactions on </w:t>
                          </w:r>
                          <w:r>
                            <w:rPr>
                              <w:rFonts w:ascii="Myriad Pro Cond" w:hAnsi="Myriad Pro Cond" w:cs="Arial"/>
                              <w:sz w:val="18"/>
                              <w:szCs w:val="18"/>
                            </w:rPr>
                            <w:t>......................................</w:t>
                          </w:r>
                        </w:p>
                        <w:p w14:paraId="0D74D159" w14:textId="77777777" w:rsidR="003516D4" w:rsidRPr="00637E87" w:rsidRDefault="003516D4" w:rsidP="003516D4">
                          <w:pPr>
                            <w:jc w:val="right"/>
                            <w:rPr>
                              <w:rFonts w:ascii="Myriad Pro Cond" w:hAnsi="Myriad Pro Cond" w:cs="Arial"/>
                              <w:sz w:val="18"/>
                              <w:szCs w:val="18"/>
                            </w:rPr>
                          </w:pPr>
                          <w:r>
                            <w:rPr>
                              <w:rFonts w:ascii="Myriad Pro Cond" w:hAnsi="Myriad Pro Cond" w:cs="Arial"/>
                              <w:sz w:val="18"/>
                              <w:szCs w:val="18"/>
                            </w:rPr>
                            <w:t>.................-.............. 2013</w:t>
                          </w:r>
                          <w:r w:rsidRPr="00637E87">
                            <w:rPr>
                              <w:rFonts w:ascii="Myriad Pro Cond" w:hAnsi="Myriad Pro Cond" w:cs="Arial"/>
                              <w:sz w:val="18"/>
                              <w:szCs w:val="18"/>
                            </w:rPr>
                            <w:t xml:space="preserve"> |</w:t>
                          </w:r>
                          <w:r>
                            <w:rPr>
                              <w:rFonts w:ascii="Myriad Pro Cond" w:hAnsi="Myriad Pro Cond" w:cs="Arial"/>
                              <w:sz w:val="18"/>
                              <w:szCs w:val="18"/>
                            </w:rPr>
                            <w:t xml:space="preserve"> Volume ....</w:t>
                          </w:r>
                          <w:r w:rsidRPr="00637E87">
                            <w:rPr>
                              <w:rFonts w:ascii="Myriad Pro Cond" w:hAnsi="Myriad Pro Cond" w:cs="Arial"/>
                              <w:sz w:val="18"/>
                              <w:szCs w:val="18"/>
                            </w:rPr>
                            <w:t xml:space="preserve"> |</w:t>
                          </w:r>
                          <w:r>
                            <w:rPr>
                              <w:rFonts w:ascii="Myriad Pro Cond" w:hAnsi="Myriad Pro Cond" w:cs="Arial"/>
                              <w:sz w:val="18"/>
                              <w:szCs w:val="18"/>
                            </w:rPr>
                            <w:t xml:space="preserve"> Issue ....</w:t>
                          </w:r>
                          <w:r w:rsidRPr="00637E87">
                            <w:rPr>
                              <w:rFonts w:ascii="Myriad Pro Cond" w:hAnsi="Myriad Pro Cond" w:cs="Arial"/>
                              <w:sz w:val="18"/>
                              <w:szCs w:val="18"/>
                            </w:rPr>
                            <w:t>-</w:t>
                          </w:r>
                          <w:r>
                            <w:rPr>
                              <w:rFonts w:ascii="Myriad Pro Cond" w:hAnsi="Myriad Pro Cond" w:cs="Arial"/>
                              <w:sz w:val="18"/>
                              <w:szCs w:val="18"/>
                            </w:rPr>
                            <w:t>....</w:t>
                          </w:r>
                          <w:r w:rsidRPr="00637E87">
                            <w:rPr>
                              <w:rFonts w:ascii="Myriad Pro Cond" w:hAnsi="Myriad Pro Cond" w:cs="Arial"/>
                              <w:sz w:val="18"/>
                              <w:szCs w:val="18"/>
                            </w:rPr>
                            <w:t xml:space="preserve"> | e</w:t>
                          </w:r>
                          <w:r>
                            <w:rPr>
                              <w:rFonts w:ascii="Myriad Pro Cond" w:hAnsi="Myriad Pro Cond" w:cs="Arial"/>
                              <w:sz w:val="18"/>
                              <w:szCs w:val="18"/>
                            </w:rPr>
                            <w:t>...</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4A61BCD" id="_x0000_t202" coordsize="21600,21600" o:spt="202" path="m,l,21600r21600,l21600,xe">
              <v:stroke joinstyle="miter"/>
              <v:path gradientshapeok="t" o:connecttype="rect"/>
            </v:shapetype>
            <v:shape id="Text Box 1" o:spid="_x0000_s1026" type="#_x0000_t202" style="position:absolute;margin-left:298.9pt;margin-top:-11.05pt;width:205.65pt;height:41.4pt;z-index:-251655680;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" o:allowoverlap="f" stroked="f">
              <v:textbox style="mso-fit-shape-to-text:t" inset="0,0,0,0">
                <w:txbxContent>
                  <w:p w14:paraId="55D5FDC2" w14:textId="77777777" w:rsidR="003516D4" w:rsidRPr="00C16E8A" w:rsidRDefault="003516D4" w:rsidP="003516D4">
                    <w:pPr>
                      <w:jc w:val="right"/>
                      <w:rPr>
                        <w:rFonts w:ascii="Myriad Pro Cond" w:hAnsi="Myriad Pro Cond" w:cs="Arial"/>
                        <w:sz w:val="18"/>
                        <w:szCs w:val="18"/>
                      </w:rPr>
                    </w:pPr>
                    <w:r>
                      <w:rPr>
                        <w:rFonts w:ascii="Myriad Pro Cond" w:hAnsi="Myriad Pro Cond" w:cs="Arial"/>
                        <w:sz w:val="18"/>
                        <w:szCs w:val="18"/>
                      </w:rPr>
                      <w:t>EAI Endorsed</w:t>
                    </w:r>
                    <w:r w:rsidRPr="00C16E8A">
                      <w:rPr>
                        <w:rFonts w:ascii="Myriad Pro Cond" w:hAnsi="Myriad Pro Cond" w:cs="Arial"/>
                        <w:sz w:val="18"/>
                        <w:szCs w:val="18"/>
                      </w:rPr>
                      <w:t xml:space="preserve"> Transactions on </w:t>
                    </w:r>
                    <w:r>
                      <w:rPr>
                        <w:rFonts w:ascii="Myriad Pro Cond" w:hAnsi="Myriad Pro Cond" w:cs="Arial"/>
                        <w:sz w:val="18"/>
                        <w:szCs w:val="18"/>
                      </w:rPr>
                      <w:t>......................................</w:t>
                    </w:r>
                  </w:p>
                  <w:p w14:paraId="0D74D159" w14:textId="77777777" w:rsidR="003516D4" w:rsidRPr="00637E87" w:rsidRDefault="003516D4" w:rsidP="003516D4">
                    <w:pPr>
                      <w:jc w:val="right"/>
                      <w:rPr>
                        <w:rFonts w:ascii="Myriad Pro Cond" w:hAnsi="Myriad Pro Cond" w:cs="Arial"/>
                        <w:sz w:val="18"/>
                        <w:szCs w:val="18"/>
                      </w:rPr>
                    </w:pPr>
                    <w:r>
                      <w:rPr>
                        <w:rFonts w:ascii="Myriad Pro Cond" w:hAnsi="Myriad Pro Cond" w:cs="Arial"/>
                        <w:sz w:val="18"/>
                        <w:szCs w:val="18"/>
                      </w:rPr>
                      <w:t>.................-.............. 2013</w:t>
                    </w:r>
                    <w:r w:rsidRPr="00637E87">
                      <w:rPr>
                        <w:rFonts w:ascii="Myriad Pro Cond" w:hAnsi="Myriad Pro Cond" w:cs="Arial"/>
                        <w:sz w:val="18"/>
                        <w:szCs w:val="18"/>
                      </w:rPr>
                      <w:t xml:space="preserve"> |</w:t>
                    </w:r>
                    <w:r>
                      <w:rPr>
                        <w:rFonts w:ascii="Myriad Pro Cond" w:hAnsi="Myriad Pro Cond" w:cs="Arial"/>
                        <w:sz w:val="18"/>
                        <w:szCs w:val="18"/>
                      </w:rPr>
                      <w:t xml:space="preserve"> Volume ....</w:t>
                    </w:r>
                    <w:r w:rsidRPr="00637E87">
                      <w:rPr>
                        <w:rFonts w:ascii="Myriad Pro Cond" w:hAnsi="Myriad Pro Cond" w:cs="Arial"/>
                        <w:sz w:val="18"/>
                        <w:szCs w:val="18"/>
                      </w:rPr>
                      <w:t xml:space="preserve"> |</w:t>
                    </w:r>
                    <w:r>
                      <w:rPr>
                        <w:rFonts w:ascii="Myriad Pro Cond" w:hAnsi="Myriad Pro Cond" w:cs="Arial"/>
                        <w:sz w:val="18"/>
                        <w:szCs w:val="18"/>
                      </w:rPr>
                      <w:t xml:space="preserve"> Issue ....</w:t>
                    </w:r>
                    <w:r w:rsidRPr="00637E87">
                      <w:rPr>
                        <w:rFonts w:ascii="Myriad Pro Cond" w:hAnsi="Myriad Pro Cond" w:cs="Arial"/>
                        <w:sz w:val="18"/>
                        <w:szCs w:val="18"/>
                      </w:rPr>
                      <w:t>-</w:t>
                    </w:r>
                    <w:r>
                      <w:rPr>
                        <w:rFonts w:ascii="Myriad Pro Cond" w:hAnsi="Myriad Pro Cond" w:cs="Arial"/>
                        <w:sz w:val="18"/>
                        <w:szCs w:val="18"/>
                      </w:rPr>
                      <w:t>....</w:t>
                    </w:r>
                    <w:r w:rsidRPr="00637E87">
                      <w:rPr>
                        <w:rFonts w:ascii="Myriad Pro Cond" w:hAnsi="Myriad Pro Cond" w:cs="Arial"/>
                        <w:sz w:val="18"/>
                        <w:szCs w:val="18"/>
                      </w:rPr>
                      <w:t xml:space="preserve"> | e</w:t>
                    </w:r>
                    <w:r>
                      <w:rPr>
                        <w:rFonts w:ascii="Myriad Pro Cond" w:hAnsi="Myriad Pro Cond" w:cs="Arial"/>
                        <w:sz w:val="18"/>
                        <w:szCs w:val="18"/>
                      </w:rPr>
                      <w:t>...</w:t>
                    </w:r>
                  </w:p>
                </w:txbxContent>
              </v:textbox>
              <w10:wrap type="tight" anchorx="margin"/>
            </v:shape>
          </w:pict>
        </mc:Fallback>
      </mc:AlternateContent>
    </w:r>
    <w:r>
      <w:rPr>
        <w:noProof/>
      </w:rPr>
      <w:drawing>
        <wp:anchor distT="0" distB="0" distL="114300" distR="114300" simplePos="0" relativeHeight="251661824" behindDoc="1" locked="0" layoutInCell="1" allowOverlap="1" wp14:anchorId="0385716D" wp14:editId="4F465E98">
          <wp:simplePos x="0" y="0"/>
          <wp:positionH relativeFrom="column">
            <wp:posOffset>-635</wp:posOffset>
          </wp:positionH>
          <wp:positionV relativeFrom="paragraph">
            <wp:posOffset>-226695</wp:posOffset>
          </wp:positionV>
          <wp:extent cx="1192530" cy="436245"/>
          <wp:effectExtent l="0" t="0" r="0" b="0"/>
          <wp:wrapTight wrapText="bothSides">
            <wp:wrapPolygon edited="0">
              <wp:start x="6556" y="3773"/>
              <wp:lineTo x="0" y="5659"/>
              <wp:lineTo x="0" y="17921"/>
              <wp:lineTo x="6556" y="20751"/>
              <wp:lineTo x="7936" y="20751"/>
              <wp:lineTo x="21393" y="17921"/>
              <wp:lineTo x="21393" y="5659"/>
              <wp:lineTo x="7936" y="3773"/>
              <wp:lineTo x="6556" y="3773"/>
            </wp:wrapPolygon>
          </wp:wrapTight>
          <wp:docPr id="1" name="Picture 3" descr="EAI-log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I-logo.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2530" cy="436245"/>
                  </a:xfrm>
                  <a:prstGeom prst="rect">
                    <a:avLst/>
                  </a:prstGeom>
                  <a:noFill/>
                </pic:spPr>
              </pic:pic>
            </a:graphicData>
          </a:graphic>
          <wp14:sizeRelH relativeFrom="page">
            <wp14:pctWidth>0</wp14:pctWidth>
          </wp14:sizeRelH>
          <wp14:sizeRelV relativeFrom="page">
            <wp14:pctHeight>0</wp14:pctHeight>
          </wp14:sizeRelV>
        </wp:anchor>
      </w:drawing>
    </w:r>
    <w:r w:rsidR="003516D4" w:rsidRPr="00DC238C">
      <w:rPr>
        <w:sz w:val="16"/>
        <w:szCs w:val="16"/>
      </w:rPr>
      <w:tab/>
    </w:r>
    <w:r w:rsidR="003516D4">
      <w:rPr>
        <w:sz w:val="16"/>
        <w:szCs w:val="16"/>
      </w:rPr>
      <w:tab/>
    </w:r>
    <w:r w:rsidR="007A4F9A" w:rsidRPr="00DC238C">
      <w:rPr>
        <w:sz w:val="16"/>
        <w:szCs w:val="16"/>
      </w:rPr>
      <w:fldChar w:fldCharType="begin"/>
    </w:r>
    <w:r w:rsidR="003516D4" w:rsidRPr="00DC238C">
      <w:rPr>
        <w:sz w:val="16"/>
        <w:szCs w:val="16"/>
      </w:rPr>
      <w:instrText xml:space="preserve"> PAGE   \* MERGEFORMAT </w:instrText>
    </w:r>
    <w:r w:rsidR="007A4F9A" w:rsidRPr="00DC238C">
      <w:rPr>
        <w:sz w:val="16"/>
        <w:szCs w:val="16"/>
      </w:rPr>
      <w:fldChar w:fldCharType="separate"/>
    </w:r>
    <w:r w:rsidR="003516D4">
      <w:rPr>
        <w:noProof/>
        <w:sz w:val="16"/>
        <w:szCs w:val="16"/>
      </w:rPr>
      <w:t>3</w:t>
    </w:r>
    <w:r w:rsidR="007A4F9A" w:rsidRPr="00DC238C">
      <w:rPr>
        <w:sz w:val="16"/>
        <w:szCs w:val="16"/>
      </w:rPr>
      <w:fldChar w:fldCharType="end"/>
    </w:r>
    <w:r w:rsidR="003516D4" w:rsidRPr="00DC238C">
      <w:rPr>
        <w:sz w:val="16"/>
        <w:szCs w:val="16"/>
      </w:rPr>
      <w:tab/>
    </w:r>
    <w:r w:rsidR="003516D4" w:rsidRPr="00DC238C">
      <w:rPr>
        <w:sz w:val="16"/>
        <w:szCs w:val="16"/>
      </w:rPr>
      <w:tab/>
    </w:r>
    <w:r w:rsidR="003516D4" w:rsidRPr="00DC238C">
      <w:rPr>
        <w:sz w:val="16"/>
        <w:szCs w:val="16"/>
      </w:rPr>
      <w:tab/>
    </w:r>
    <w:r w:rsidR="003516D4" w:rsidRPr="00DC238C">
      <w:rPr>
        <w:sz w:val="16"/>
        <w:szCs w:val="16"/>
      </w:rPr>
      <w:tab/>
    </w:r>
    <w:r w:rsidR="003516D4" w:rsidRPr="00DC238C">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7DF72" w14:textId="77777777" w:rsidR="00B576FA" w:rsidRPr="002A67D0" w:rsidRDefault="00B576FA" w:rsidP="002A67D0">
      <w:pPr>
        <w:pStyle w:val="Footer"/>
      </w:pPr>
      <w:r>
        <w:separator/>
      </w:r>
    </w:p>
  </w:footnote>
  <w:footnote w:type="continuationSeparator" w:id="0">
    <w:p w14:paraId="76326DCA" w14:textId="77777777" w:rsidR="00B576FA" w:rsidRDefault="00B576FA">
      <w:r>
        <w:continuationSeparator/>
      </w:r>
    </w:p>
  </w:footnote>
  <w:footnote w:type="continuationNotice" w:id="1">
    <w:p w14:paraId="3EDF8C9F" w14:textId="77777777" w:rsidR="00B576FA" w:rsidRDefault="00B576FA"/>
  </w:footnote>
  <w:footnote w:id="2">
    <w:p w14:paraId="31FA7E89" w14:textId="001D7D35" w:rsidR="00850717" w:rsidRDefault="00850717">
      <w:pPr>
        <w:pStyle w:val="FootnoteText"/>
        <w:rPr>
          <w:szCs w:val="16"/>
        </w:rPr>
      </w:pPr>
      <w:r w:rsidRPr="00850717">
        <w:rPr>
          <w:rStyle w:val="FootnoteReference"/>
          <w:szCs w:val="16"/>
        </w:rPr>
        <w:footnoteRef/>
      </w:r>
      <w:r w:rsidRPr="00850717">
        <w:rPr>
          <w:szCs w:val="16"/>
        </w:rPr>
        <w:t>Corresponding author. Email:</w:t>
      </w:r>
      <w:r w:rsidR="00B1699F">
        <w:rPr>
          <w:szCs w:val="16"/>
        </w:rPr>
        <w:t xml:space="preserve"> </w:t>
      </w:r>
      <w:hyperlink r:id="rId1" w:history="1">
        <w:r w:rsidR="00B26CDD" w:rsidRPr="00947CAC">
          <w:rPr>
            <w:rStyle w:val="Hyperlink"/>
            <w:szCs w:val="16"/>
          </w:rPr>
          <w:t>author@emailaddress.com</w:t>
        </w:r>
      </w:hyperlink>
    </w:p>
    <w:p w14:paraId="0A2D9AB7" w14:textId="06590245" w:rsidR="00B26CDD" w:rsidRDefault="00B26CDD">
      <w:pPr>
        <w:pStyle w:val="FootnoteText"/>
        <w:rPr>
          <w:szCs w:val="16"/>
        </w:rPr>
      </w:pPr>
    </w:p>
    <w:p w14:paraId="1FB8C465" w14:textId="77777777" w:rsidR="00B26CDD" w:rsidRPr="00850717" w:rsidRDefault="00B26CDD">
      <w:pPr>
        <w:pStyle w:val="FootnoteText"/>
        <w:rPr>
          <w:szCs w:val="16"/>
          <w:lang w:val="sk-SK"/>
        </w:rPr>
      </w:pPr>
    </w:p>
  </w:footnote>
  <w:footnote w:id="3">
    <w:p w14:paraId="07688526" w14:textId="4F92DE9B" w:rsidR="00CC62C3" w:rsidRPr="00CC62C3" w:rsidRDefault="00CC62C3">
      <w:pPr>
        <w:pStyle w:val="FootnoteText"/>
        <w:rPr>
          <w:lang w:val="sk-SK"/>
        </w:rPr>
      </w:pPr>
      <w:r>
        <w:rPr>
          <w:rStyle w:val="FootnoteReference"/>
        </w:rPr>
        <w:footnoteRef/>
      </w:r>
      <w:r>
        <w:t xml:space="preserve"> </w:t>
      </w:r>
      <w:r>
        <w:rPr>
          <w:lang w:val="sk-SK"/>
        </w:rPr>
        <w:t>This is an example of a footnote to the text.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B546" w14:textId="77777777" w:rsidR="0038032C" w:rsidRDefault="0038032C" w:rsidP="00C55CAC">
    <w:pPr>
      <w:pStyle w:val="Header"/>
      <w:rPr>
        <w:rFonts w:ascii="Arial" w:hAnsi="Arial" w:cs="Arial"/>
        <w:sz w:val="18"/>
        <w:szCs w:val="18"/>
      </w:rPr>
    </w:pPr>
  </w:p>
  <w:p w14:paraId="510A174B" w14:textId="0D2222D7" w:rsidR="00C55CAC" w:rsidRPr="00C55CAC" w:rsidRDefault="002B1E9B" w:rsidP="00C55CAC">
    <w:pPr>
      <w:pStyle w:val="Header"/>
      <w:rPr>
        <w:rFonts w:ascii="Arial" w:hAnsi="Arial" w:cs="Arial"/>
        <w:sz w:val="18"/>
        <w:szCs w:val="18"/>
      </w:rPr>
    </w:pPr>
    <w:r>
      <w:rPr>
        <w:noProof/>
      </w:rPr>
      <mc:AlternateContent>
        <mc:Choice Requires="wps">
          <w:drawing>
            <wp:anchor distT="4294967295" distB="4294967295" distL="114300" distR="114300" simplePos="0" relativeHeight="251653632" behindDoc="0" locked="0" layoutInCell="1" allowOverlap="1" wp14:anchorId="110952B8" wp14:editId="7B5F2BD9">
              <wp:simplePos x="0" y="0"/>
              <wp:positionH relativeFrom="column">
                <wp:posOffset>0</wp:posOffset>
              </wp:positionH>
              <wp:positionV relativeFrom="page">
                <wp:posOffset>701039</wp:posOffset>
              </wp:positionV>
              <wp:extent cx="6407785" cy="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0316FE" id="_x0000_t32" coordsize="21600,21600" o:spt="32" o:oned="t" path="m,l21600,21600e" filled="f">
              <v:path arrowok="t" fillok="f" o:connecttype="none"/>
              <o:lock v:ext="edit" shapetype="t"/>
            </v:shapetype>
            <v:shape id="AutoShape 5" o:spid="_x0000_s1026" type="#_x0000_t32" style="position:absolute;margin-left:0;margin-top:55.2pt;width:504.55pt;height:0;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" strokeweight="1pt">
              <w10:wrap anchory="page"/>
            </v:shape>
          </w:pict>
        </mc:Fallback>
      </mc:AlternateContent>
    </w:r>
    <w:r w:rsidR="00C55CAC" w:rsidRPr="00C55CAC">
      <w:rPr>
        <w:rFonts w:ascii="Arial" w:hAnsi="Arial" w:cs="Arial"/>
        <w:sz w:val="18"/>
        <w:szCs w:val="18"/>
      </w:rPr>
      <w:t xml:space="preserve">A. N. Author, B. N. </w:t>
    </w:r>
    <w:r w:rsidR="00C55CAC" w:rsidRPr="00E541E1">
      <w:rPr>
        <w:rStyle w:val="ICST-OddheaderChar"/>
      </w:rPr>
      <w:t>Author</w:t>
    </w:r>
    <w:r w:rsidR="00C55CAC" w:rsidRPr="00C55CAC">
      <w:rPr>
        <w:rFonts w:ascii="Arial" w:hAnsi="Arial" w:cs="Arial"/>
        <w:sz w:val="18"/>
        <w:szCs w:val="18"/>
      </w:rPr>
      <w:t xml:space="preserve"> and C. N. Author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E250" w14:textId="4FD7C21B" w:rsidR="0099690F" w:rsidRPr="0099690F" w:rsidRDefault="002B1E9B" w:rsidP="0099690F">
    <w:pPr>
      <w:pStyle w:val="Header"/>
      <w:tabs>
        <w:tab w:val="clear" w:pos="4513"/>
        <w:tab w:val="clear" w:pos="9026"/>
        <w:tab w:val="left" w:pos="9300"/>
      </w:tabs>
      <w:jc w:val="right"/>
    </w:pPr>
    <w:r>
      <w:rPr>
        <w:noProof/>
      </w:rPr>
      <mc:AlternateContent>
        <mc:Choice Requires="wps">
          <w:drawing>
            <wp:anchor distT="4294967295" distB="4294967295" distL="114300" distR="114300" simplePos="0" relativeHeight="251659776" behindDoc="0" locked="0" layoutInCell="1" allowOverlap="1" wp14:anchorId="2CFA6614" wp14:editId="5F04A26B">
              <wp:simplePos x="0" y="0"/>
              <wp:positionH relativeFrom="column">
                <wp:posOffset>0</wp:posOffset>
              </wp:positionH>
              <wp:positionV relativeFrom="page">
                <wp:posOffset>701039</wp:posOffset>
              </wp:positionV>
              <wp:extent cx="6407785" cy="0"/>
              <wp:effectExtent l="0" t="0" r="0" b="0"/>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7CD928" id="_x0000_t32" coordsize="21600,21600" o:spt="32" o:oned="t" path="m,l21600,21600e" filled="f">
              <v:path arrowok="t" fillok="f" o:connecttype="none"/>
              <o:lock v:ext="edit" shapetype="t"/>
            </v:shapetype>
            <v:shape id="AutoShape 5" o:spid="_x0000_s1026" type="#_x0000_t32" style="position:absolute;margin-left:0;margin-top:55.2pt;width:504.5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" strokeweight="1pt">
              <w10:wrap anchory="page"/>
            </v:shape>
          </w:pict>
        </mc:Fallback>
      </mc:AlternateContent>
    </w:r>
    <w:r w:rsidR="0099690F" w:rsidRPr="0099690F">
      <w:t>Paper title</w:t>
    </w:r>
  </w:p>
  <w:p w14:paraId="45942B79" w14:textId="3E9DDE3F" w:rsidR="006C0C04" w:rsidRDefault="006C0C04" w:rsidP="0099690F">
    <w:pPr>
      <w:jc w:val="right"/>
    </w:pPr>
  </w:p>
  <w:p w14:paraId="30A08000" w14:textId="185B3C8B" w:rsidR="0099690F" w:rsidRDefault="0099690F" w:rsidP="0099690F">
    <w:pPr>
      <w:jc w:val="right"/>
    </w:pPr>
  </w:p>
  <w:p w14:paraId="7F2E7157" w14:textId="77777777" w:rsidR="0099690F" w:rsidRPr="00EA3722" w:rsidRDefault="0099690F" w:rsidP="0099690F">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39472" w14:textId="77777777" w:rsidR="003516D4" w:rsidRPr="005F4307" w:rsidRDefault="003516D4" w:rsidP="003516D4">
    <w:pPr>
      <w:pStyle w:val="Header"/>
      <w:tabs>
        <w:tab w:val="clear" w:pos="4513"/>
        <w:tab w:val="clear" w:pos="9026"/>
        <w:tab w:val="left" w:pos="5625"/>
      </w:tabs>
      <w:rPr>
        <w:rFonts w:ascii="Myriad Pro Cond" w:hAnsi="Myriad Pro Cond" w:cs="Arial"/>
        <w:b/>
        <w:sz w:val="44"/>
        <w:szCs w:val="44"/>
      </w:rPr>
    </w:pPr>
    <w:r>
      <w:rPr>
        <w:rFonts w:ascii="Myriad Pro Cond" w:hAnsi="Myriad Pro Cond" w:cs="Arial"/>
        <w:b/>
        <w:sz w:val="44"/>
        <w:szCs w:val="44"/>
      </w:rPr>
      <w:t>EAI Endorsed</w:t>
    </w:r>
    <w:r w:rsidRPr="005F4307">
      <w:rPr>
        <w:rFonts w:ascii="Myriad Pro Cond" w:hAnsi="Myriad Pro Cond" w:cs="Arial"/>
        <w:b/>
        <w:sz w:val="44"/>
        <w:szCs w:val="44"/>
      </w:rPr>
      <w:t xml:space="preserve"> </w:t>
    </w:r>
    <w:r w:rsidRPr="00FE1265">
      <w:rPr>
        <w:rFonts w:ascii="Myriad Pro Cond" w:hAnsi="Myriad Pro Cond" w:cs="Miriam"/>
        <w:b/>
        <w:sz w:val="44"/>
        <w:szCs w:val="44"/>
      </w:rPr>
      <w:t>Transactions</w:t>
    </w:r>
    <w:r>
      <w:rPr>
        <w:rFonts w:ascii="Myriad Pro Cond" w:hAnsi="Myriad Pro Cond" w:cs="Miriam"/>
        <w:b/>
        <w:sz w:val="44"/>
        <w:szCs w:val="44"/>
      </w:rPr>
      <w:tab/>
    </w:r>
  </w:p>
  <w:p w14:paraId="0802C457" w14:textId="5203DB02" w:rsidR="003516D4" w:rsidRPr="00413A00" w:rsidRDefault="002B1E9B" w:rsidP="003516D4">
    <w:pPr>
      <w:pStyle w:val="Header"/>
      <w:tabs>
        <w:tab w:val="clear" w:pos="4513"/>
        <w:tab w:val="clear" w:pos="9026"/>
        <w:tab w:val="left" w:pos="4425"/>
        <w:tab w:val="left" w:pos="7174"/>
      </w:tabs>
      <w:rPr>
        <w:rFonts w:ascii="Myriad Pro Cond" w:hAnsi="Myriad Pro Cond"/>
        <w:b/>
        <w:sz w:val="28"/>
        <w:szCs w:val="28"/>
        <w:lang w:val="en-US"/>
      </w:rPr>
    </w:pPr>
    <w:r>
      <w:rPr>
        <w:noProof/>
      </w:rPr>
      <w:drawing>
        <wp:anchor distT="0" distB="0" distL="114300" distR="114300" simplePos="0" relativeHeight="251657728" behindDoc="0" locked="0" layoutInCell="1" allowOverlap="1" wp14:anchorId="2DB725E6" wp14:editId="3E4757E6">
          <wp:simplePos x="0" y="0"/>
          <wp:positionH relativeFrom="column">
            <wp:posOffset>5727700</wp:posOffset>
          </wp:positionH>
          <wp:positionV relativeFrom="paragraph">
            <wp:posOffset>18415</wp:posOffset>
          </wp:positionV>
          <wp:extent cx="621030" cy="184150"/>
          <wp:effectExtent l="0" t="0" r="0" b="0"/>
          <wp:wrapNone/>
          <wp:docPr id="9"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 cy="18415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5680" behindDoc="0" locked="0" layoutInCell="1" allowOverlap="1" wp14:anchorId="6635C637" wp14:editId="2CA65747">
              <wp:simplePos x="0" y="0"/>
              <wp:positionH relativeFrom="column">
                <wp:posOffset>0</wp:posOffset>
              </wp:positionH>
              <wp:positionV relativeFrom="paragraph">
                <wp:posOffset>269239</wp:posOffset>
              </wp:positionV>
              <wp:extent cx="6407785" cy="0"/>
              <wp:effectExtent l="0" t="0" r="0" b="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88E149" id="_x0000_t32" coordsize="21600,21600" o:spt="32" o:oned="t" path="m,l21600,21600e" filled="f">
              <v:path arrowok="t" fillok="f" o:connecttype="none"/>
              <o:lock v:ext="edit" shapetype="t"/>
            </v:shapetype>
            <v:shape id="AutoShape 4" o:spid="_x0000_s1026" type="#_x0000_t32" style="position:absolute;margin-left:0;margin-top:21.2pt;width:504.55pt;height:0;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" strokeweight="1pt"/>
          </w:pict>
        </mc:Fallback>
      </mc:AlternateContent>
    </w:r>
    <w:r w:rsidR="003516D4" w:rsidRPr="005F4307">
      <w:rPr>
        <w:rFonts w:ascii="Myriad Pro Cond" w:hAnsi="Myriad Pro Cond" w:cs="Arial"/>
        <w:b/>
        <w:sz w:val="28"/>
        <w:szCs w:val="28"/>
      </w:rPr>
      <w:t xml:space="preserve">on </w:t>
    </w:r>
    <w:r w:rsidR="003516D4">
      <w:rPr>
        <w:rFonts w:ascii="Myriad Pro Cond" w:hAnsi="Myriad Pro Cond" w:cs="Arial"/>
        <w:b/>
        <w:sz w:val="28"/>
        <w:szCs w:val="28"/>
      </w:rPr>
      <w:t>__________________________</w:t>
    </w:r>
    <w:r w:rsidR="003516D4">
      <w:rPr>
        <w:rFonts w:ascii="Tennessee Roman" w:hAnsi="Tennessee Roman"/>
        <w:color w:val="262626"/>
        <w:sz w:val="26"/>
        <w:szCs w:val="26"/>
      </w:rPr>
      <w:tab/>
    </w:r>
    <w:r w:rsidR="0019785C">
      <w:rPr>
        <w:color w:val="7F7F7F"/>
        <w:sz w:val="26"/>
        <w:szCs w:val="26"/>
      </w:rPr>
      <w:t>Research Article</w:t>
    </w:r>
  </w:p>
  <w:p w14:paraId="6D32F8DF" w14:textId="77777777" w:rsidR="003516D4" w:rsidRPr="00413A00" w:rsidRDefault="003516D4" w:rsidP="003516D4">
    <w:pPr>
      <w:pStyle w:val="Header"/>
    </w:pPr>
  </w:p>
  <w:p w14:paraId="578276DA" w14:textId="77777777" w:rsidR="003516D4" w:rsidRPr="00440E0B" w:rsidRDefault="003516D4" w:rsidP="003516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E3504" w14:textId="77777777" w:rsidR="006C0C04" w:rsidRDefault="006C0C04" w:rsidP="00A95931">
    <w:r>
      <w:t>1</w:t>
    </w:r>
    <w:r w:rsidRPr="00EA3722">
      <w:rPr>
        <w:vertAlign w:val="superscript"/>
      </w:rPr>
      <w:t>st</w:t>
    </w:r>
    <w:r>
      <w:t xml:space="preserve"> author’s surname • 2</w:t>
    </w:r>
    <w:r w:rsidRPr="00EA3722">
      <w:rPr>
        <w:vertAlign w:val="superscript"/>
      </w:rPr>
      <w:t>nd</w:t>
    </w:r>
    <w:r>
      <w:t xml:space="preserve"> author’s surname • 3</w:t>
    </w:r>
    <w:r w:rsidRPr="00866181">
      <w:rPr>
        <w:vertAlign w:val="superscript"/>
      </w:rPr>
      <w:t>rd</w:t>
    </w:r>
    <w:r>
      <w:t xml:space="preserve"> author’s surname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5943" w14:textId="77777777" w:rsidR="0052197F" w:rsidRDefault="0052197F" w:rsidP="0052197F">
    <w:pPr>
      <w:pStyle w:val="Header"/>
      <w:rPr>
        <w:rFonts w:ascii="Arial" w:hAnsi="Arial" w:cs="Arial"/>
        <w:sz w:val="18"/>
        <w:szCs w:val="18"/>
      </w:rPr>
    </w:pPr>
  </w:p>
  <w:p w14:paraId="49BF1FA1" w14:textId="772AB70D" w:rsidR="0052197F" w:rsidRPr="00C55CAC" w:rsidRDefault="002B1E9B" w:rsidP="0052197F">
    <w:pPr>
      <w:pStyle w:val="Header"/>
      <w:jc w:val="right"/>
      <w:rPr>
        <w:rFonts w:ascii="Arial" w:hAnsi="Arial" w:cs="Arial"/>
        <w:sz w:val="18"/>
        <w:szCs w:val="18"/>
      </w:rPr>
    </w:pPr>
    <w:r>
      <w:rPr>
        <w:noProof/>
      </w:rPr>
      <mc:AlternateContent>
        <mc:Choice Requires="wps">
          <w:drawing>
            <wp:anchor distT="4294967295" distB="4294967295" distL="114300" distR="114300" simplePos="0" relativeHeight="251656704" behindDoc="0" locked="0" layoutInCell="1" allowOverlap="1" wp14:anchorId="728BE9E9" wp14:editId="45555F02">
              <wp:simplePos x="0" y="0"/>
              <wp:positionH relativeFrom="column">
                <wp:posOffset>0</wp:posOffset>
              </wp:positionH>
              <wp:positionV relativeFrom="page">
                <wp:posOffset>701039</wp:posOffset>
              </wp:positionV>
              <wp:extent cx="6407785" cy="0"/>
              <wp:effectExtent l="0" t="0" r="0" b="0"/>
              <wp:wrapNone/>
              <wp:docPr id="3"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1F6090" id="_x0000_t32" coordsize="21600,21600" o:spt="32" o:oned="t" path="m,l21600,21600e" filled="f">
              <v:path arrowok="t" fillok="f" o:connecttype="none"/>
              <o:lock v:ext="edit" shapetype="t"/>
            </v:shapetype>
            <v:shape id="AutoShape 49" o:spid="_x0000_s1026" type="#_x0000_t32" style="position:absolute;margin-left:0;margin-top:55.2pt;width:504.5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" strokeweight="1pt">
              <w10:wrap anchory="page"/>
            </v:shape>
          </w:pict>
        </mc:Fallback>
      </mc:AlternateContent>
    </w:r>
    <w:r w:rsidR="0052197F">
      <w:rPr>
        <w:rFonts w:ascii="Arial" w:hAnsi="Arial" w:cs="Arial"/>
        <w:sz w:val="18"/>
        <w:szCs w:val="18"/>
      </w:rPr>
      <w:t>Pape</w:t>
    </w:r>
    <w:r w:rsidR="0052197F" w:rsidRPr="00C55CAC">
      <w:rPr>
        <w:rFonts w:ascii="Arial" w:hAnsi="Arial" w:cs="Arial"/>
        <w:sz w:val="18"/>
        <w:szCs w:val="18"/>
      </w:rPr>
      <w:t>r</w:t>
    </w:r>
    <w:r w:rsidR="0052197F">
      <w:rPr>
        <w:rFonts w:ascii="Arial" w:hAnsi="Arial" w:cs="Arial"/>
        <w:sz w:val="18"/>
        <w:szCs w:val="18"/>
      </w:rPr>
      <w:t xml:space="preserve"> Title</w:t>
    </w:r>
  </w:p>
  <w:p w14:paraId="442D377C" w14:textId="77777777" w:rsidR="006C0C04" w:rsidRPr="0052197F" w:rsidRDefault="006C0C04" w:rsidP="0052197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E8D7F" w14:textId="77777777" w:rsidR="0038032C" w:rsidRDefault="0038032C" w:rsidP="0038032C">
    <w:pPr>
      <w:jc w:val="right"/>
      <w:rPr>
        <w:i/>
      </w:rPr>
    </w:pPr>
  </w:p>
  <w:p w14:paraId="28370925" w14:textId="72A0DBB3" w:rsidR="0038032C" w:rsidRPr="00B22118" w:rsidRDefault="002B1E9B" w:rsidP="00E541E1">
    <w:pPr>
      <w:pStyle w:val="ICST-EvenHeader"/>
    </w:pPr>
    <w:r>
      <w:rPr>
        <w:noProof/>
      </w:rPr>
      <mc:AlternateContent>
        <mc:Choice Requires="wps">
          <w:drawing>
            <wp:anchor distT="4294967295" distB="4294967295" distL="114300" distR="114300" simplePos="0" relativeHeight="251654656" behindDoc="0" locked="0" layoutInCell="1" allowOverlap="1" wp14:anchorId="29E86CE3" wp14:editId="758E640A">
              <wp:simplePos x="0" y="0"/>
              <wp:positionH relativeFrom="column">
                <wp:posOffset>0</wp:posOffset>
              </wp:positionH>
              <wp:positionV relativeFrom="page">
                <wp:posOffset>701039</wp:posOffset>
              </wp:positionV>
              <wp:extent cx="6407785" cy="0"/>
              <wp:effectExtent l="0" t="0" r="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FD8CE5" id="_x0000_t32" coordsize="21600,21600" o:spt="32" o:oned="t" path="m,l21600,21600e" filled="f">
              <v:path arrowok="t" fillok="f" o:connecttype="none"/>
              <o:lock v:ext="edit" shapetype="t"/>
            </v:shapetype>
            <v:shape id="AutoShape 6" o:spid="_x0000_s1026" type="#_x0000_t32" style="position:absolute;margin-left:0;margin-top:55.2pt;width:504.55pt;height:0;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" strokeweight="1pt">
              <w10:wrap anchory="page"/>
            </v:shape>
          </w:pict>
        </mc:Fallback>
      </mc:AlternateContent>
    </w:r>
    <w:r w:rsidR="0038032C">
      <w:t>This is the title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B4D89"/>
    <w:multiLevelType w:val="hybridMultilevel"/>
    <w:tmpl w:val="6A3AB0DA"/>
    <w:lvl w:ilvl="0" w:tplc="1FD6AE70">
      <w:start w:val="1"/>
      <w:numFmt w:val="bullet"/>
      <w:lvlText w:val=""/>
      <w:lvlJc w:val="left"/>
      <w:pPr>
        <w:tabs>
          <w:tab w:val="num" w:pos="947"/>
        </w:tabs>
        <w:ind w:left="947" w:hanging="360"/>
      </w:pPr>
      <w:rPr>
        <w:rFonts w:ascii="Symbol" w:hAnsi="Symbol" w:hint="default"/>
      </w:rPr>
    </w:lvl>
    <w:lvl w:ilvl="1" w:tplc="08090003" w:tentative="1">
      <w:start w:val="1"/>
      <w:numFmt w:val="bullet"/>
      <w:lvlText w:val="o"/>
      <w:lvlJc w:val="left"/>
      <w:pPr>
        <w:tabs>
          <w:tab w:val="num" w:pos="1667"/>
        </w:tabs>
        <w:ind w:left="1667" w:hanging="360"/>
      </w:pPr>
      <w:rPr>
        <w:rFonts w:ascii="Courier New" w:hAnsi="Courier New" w:cs="Courier New" w:hint="default"/>
      </w:rPr>
    </w:lvl>
    <w:lvl w:ilvl="2" w:tplc="08090005" w:tentative="1">
      <w:start w:val="1"/>
      <w:numFmt w:val="bullet"/>
      <w:lvlText w:val=""/>
      <w:lvlJc w:val="left"/>
      <w:pPr>
        <w:tabs>
          <w:tab w:val="num" w:pos="2387"/>
        </w:tabs>
        <w:ind w:left="2387" w:hanging="360"/>
      </w:pPr>
      <w:rPr>
        <w:rFonts w:ascii="Wingdings" w:hAnsi="Wingdings" w:hint="default"/>
      </w:rPr>
    </w:lvl>
    <w:lvl w:ilvl="3" w:tplc="08090001" w:tentative="1">
      <w:start w:val="1"/>
      <w:numFmt w:val="bullet"/>
      <w:lvlText w:val=""/>
      <w:lvlJc w:val="left"/>
      <w:pPr>
        <w:tabs>
          <w:tab w:val="num" w:pos="3107"/>
        </w:tabs>
        <w:ind w:left="3107" w:hanging="360"/>
      </w:pPr>
      <w:rPr>
        <w:rFonts w:ascii="Symbol" w:hAnsi="Symbol" w:hint="default"/>
      </w:rPr>
    </w:lvl>
    <w:lvl w:ilvl="4" w:tplc="08090003" w:tentative="1">
      <w:start w:val="1"/>
      <w:numFmt w:val="bullet"/>
      <w:lvlText w:val="o"/>
      <w:lvlJc w:val="left"/>
      <w:pPr>
        <w:tabs>
          <w:tab w:val="num" w:pos="3827"/>
        </w:tabs>
        <w:ind w:left="3827" w:hanging="360"/>
      </w:pPr>
      <w:rPr>
        <w:rFonts w:ascii="Courier New" w:hAnsi="Courier New" w:cs="Courier New" w:hint="default"/>
      </w:rPr>
    </w:lvl>
    <w:lvl w:ilvl="5" w:tplc="08090005" w:tentative="1">
      <w:start w:val="1"/>
      <w:numFmt w:val="bullet"/>
      <w:lvlText w:val=""/>
      <w:lvlJc w:val="left"/>
      <w:pPr>
        <w:tabs>
          <w:tab w:val="num" w:pos="4547"/>
        </w:tabs>
        <w:ind w:left="4547" w:hanging="360"/>
      </w:pPr>
      <w:rPr>
        <w:rFonts w:ascii="Wingdings" w:hAnsi="Wingdings" w:hint="default"/>
      </w:rPr>
    </w:lvl>
    <w:lvl w:ilvl="6" w:tplc="08090001" w:tentative="1">
      <w:start w:val="1"/>
      <w:numFmt w:val="bullet"/>
      <w:lvlText w:val=""/>
      <w:lvlJc w:val="left"/>
      <w:pPr>
        <w:tabs>
          <w:tab w:val="num" w:pos="5267"/>
        </w:tabs>
        <w:ind w:left="5267" w:hanging="360"/>
      </w:pPr>
      <w:rPr>
        <w:rFonts w:ascii="Symbol" w:hAnsi="Symbol" w:hint="default"/>
      </w:rPr>
    </w:lvl>
    <w:lvl w:ilvl="7" w:tplc="08090003" w:tentative="1">
      <w:start w:val="1"/>
      <w:numFmt w:val="bullet"/>
      <w:lvlText w:val="o"/>
      <w:lvlJc w:val="left"/>
      <w:pPr>
        <w:tabs>
          <w:tab w:val="num" w:pos="5987"/>
        </w:tabs>
        <w:ind w:left="5987" w:hanging="360"/>
      </w:pPr>
      <w:rPr>
        <w:rFonts w:ascii="Courier New" w:hAnsi="Courier New" w:cs="Courier New" w:hint="default"/>
      </w:rPr>
    </w:lvl>
    <w:lvl w:ilvl="8" w:tplc="08090005" w:tentative="1">
      <w:start w:val="1"/>
      <w:numFmt w:val="bullet"/>
      <w:lvlText w:val=""/>
      <w:lvlJc w:val="left"/>
      <w:pPr>
        <w:tabs>
          <w:tab w:val="num" w:pos="6707"/>
        </w:tabs>
        <w:ind w:left="6707" w:hanging="360"/>
      </w:pPr>
      <w:rPr>
        <w:rFonts w:ascii="Wingdings" w:hAnsi="Wingdings" w:hint="default"/>
      </w:rPr>
    </w:lvl>
  </w:abstractNum>
  <w:abstractNum w:abstractNumId="1" w15:restartNumberingAfterBreak="0">
    <w:nsid w:val="179A3566"/>
    <w:multiLevelType w:val="hybridMultilevel"/>
    <w:tmpl w:val="9800D9F4"/>
    <w:lvl w:ilvl="0" w:tplc="DD3CF1D2">
      <w:start w:val="1"/>
      <w:numFmt w:val="bullet"/>
      <w:lvlText w:val=""/>
      <w:lvlJc w:val="left"/>
      <w:pPr>
        <w:tabs>
          <w:tab w:val="num" w:pos="947"/>
        </w:tabs>
        <w:ind w:left="947" w:hanging="360"/>
      </w:pPr>
      <w:rPr>
        <w:rFonts w:ascii="Symbol" w:hAnsi="Symbol" w:hint="default"/>
      </w:rPr>
    </w:lvl>
    <w:lvl w:ilvl="1" w:tplc="08090003" w:tentative="1">
      <w:start w:val="1"/>
      <w:numFmt w:val="bullet"/>
      <w:lvlText w:val="o"/>
      <w:lvlJc w:val="left"/>
      <w:pPr>
        <w:tabs>
          <w:tab w:val="num" w:pos="1667"/>
        </w:tabs>
        <w:ind w:left="1667" w:hanging="360"/>
      </w:pPr>
      <w:rPr>
        <w:rFonts w:ascii="Courier New" w:hAnsi="Courier New" w:cs="Courier New" w:hint="default"/>
      </w:rPr>
    </w:lvl>
    <w:lvl w:ilvl="2" w:tplc="08090005" w:tentative="1">
      <w:start w:val="1"/>
      <w:numFmt w:val="bullet"/>
      <w:lvlText w:val=""/>
      <w:lvlJc w:val="left"/>
      <w:pPr>
        <w:tabs>
          <w:tab w:val="num" w:pos="2387"/>
        </w:tabs>
        <w:ind w:left="2387" w:hanging="360"/>
      </w:pPr>
      <w:rPr>
        <w:rFonts w:ascii="Wingdings" w:hAnsi="Wingdings" w:hint="default"/>
      </w:rPr>
    </w:lvl>
    <w:lvl w:ilvl="3" w:tplc="08090001" w:tentative="1">
      <w:start w:val="1"/>
      <w:numFmt w:val="bullet"/>
      <w:lvlText w:val=""/>
      <w:lvlJc w:val="left"/>
      <w:pPr>
        <w:tabs>
          <w:tab w:val="num" w:pos="3107"/>
        </w:tabs>
        <w:ind w:left="3107" w:hanging="360"/>
      </w:pPr>
      <w:rPr>
        <w:rFonts w:ascii="Symbol" w:hAnsi="Symbol" w:hint="default"/>
      </w:rPr>
    </w:lvl>
    <w:lvl w:ilvl="4" w:tplc="08090003" w:tentative="1">
      <w:start w:val="1"/>
      <w:numFmt w:val="bullet"/>
      <w:lvlText w:val="o"/>
      <w:lvlJc w:val="left"/>
      <w:pPr>
        <w:tabs>
          <w:tab w:val="num" w:pos="3827"/>
        </w:tabs>
        <w:ind w:left="3827" w:hanging="360"/>
      </w:pPr>
      <w:rPr>
        <w:rFonts w:ascii="Courier New" w:hAnsi="Courier New" w:cs="Courier New" w:hint="default"/>
      </w:rPr>
    </w:lvl>
    <w:lvl w:ilvl="5" w:tplc="08090005" w:tentative="1">
      <w:start w:val="1"/>
      <w:numFmt w:val="bullet"/>
      <w:lvlText w:val=""/>
      <w:lvlJc w:val="left"/>
      <w:pPr>
        <w:tabs>
          <w:tab w:val="num" w:pos="4547"/>
        </w:tabs>
        <w:ind w:left="4547" w:hanging="360"/>
      </w:pPr>
      <w:rPr>
        <w:rFonts w:ascii="Wingdings" w:hAnsi="Wingdings" w:hint="default"/>
      </w:rPr>
    </w:lvl>
    <w:lvl w:ilvl="6" w:tplc="08090001" w:tentative="1">
      <w:start w:val="1"/>
      <w:numFmt w:val="bullet"/>
      <w:lvlText w:val=""/>
      <w:lvlJc w:val="left"/>
      <w:pPr>
        <w:tabs>
          <w:tab w:val="num" w:pos="5267"/>
        </w:tabs>
        <w:ind w:left="5267" w:hanging="360"/>
      </w:pPr>
      <w:rPr>
        <w:rFonts w:ascii="Symbol" w:hAnsi="Symbol" w:hint="default"/>
      </w:rPr>
    </w:lvl>
    <w:lvl w:ilvl="7" w:tplc="08090003" w:tentative="1">
      <w:start w:val="1"/>
      <w:numFmt w:val="bullet"/>
      <w:lvlText w:val="o"/>
      <w:lvlJc w:val="left"/>
      <w:pPr>
        <w:tabs>
          <w:tab w:val="num" w:pos="5987"/>
        </w:tabs>
        <w:ind w:left="5987" w:hanging="360"/>
      </w:pPr>
      <w:rPr>
        <w:rFonts w:ascii="Courier New" w:hAnsi="Courier New" w:cs="Courier New" w:hint="default"/>
      </w:rPr>
    </w:lvl>
    <w:lvl w:ilvl="8" w:tplc="08090005" w:tentative="1">
      <w:start w:val="1"/>
      <w:numFmt w:val="bullet"/>
      <w:lvlText w:val=""/>
      <w:lvlJc w:val="left"/>
      <w:pPr>
        <w:tabs>
          <w:tab w:val="num" w:pos="6707"/>
        </w:tabs>
        <w:ind w:left="6707" w:hanging="360"/>
      </w:pPr>
      <w:rPr>
        <w:rFonts w:ascii="Wingdings" w:hAnsi="Wingdings" w:hint="default"/>
      </w:rPr>
    </w:lvl>
  </w:abstractNum>
  <w:abstractNum w:abstractNumId="2" w15:restartNumberingAfterBreak="0">
    <w:nsid w:val="17A72772"/>
    <w:multiLevelType w:val="hybridMultilevel"/>
    <w:tmpl w:val="CF5A6296"/>
    <w:lvl w:ilvl="0" w:tplc="CD7CB2BA">
      <w:start w:val="1"/>
      <w:numFmt w:val="lowerLetter"/>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3" w15:restartNumberingAfterBreak="0">
    <w:nsid w:val="206C12C5"/>
    <w:multiLevelType w:val="hybridMultilevel"/>
    <w:tmpl w:val="784A0A1A"/>
    <w:lvl w:ilvl="0" w:tplc="B2E2061C">
      <w:start w:val="1"/>
      <w:numFmt w:val="lowerRoman"/>
      <w:lvlText w:val="(%1)"/>
      <w:lvlJc w:val="right"/>
      <w:pPr>
        <w:tabs>
          <w:tab w:val="num" w:pos="947"/>
        </w:tabs>
        <w:ind w:left="947" w:hanging="360"/>
      </w:pPr>
      <w:rPr>
        <w:rFonts w:hint="default"/>
      </w:rPr>
    </w:lvl>
    <w:lvl w:ilvl="1" w:tplc="F8069B5A">
      <w:start w:val="1"/>
      <w:numFmt w:val="lowerLetter"/>
      <w:lvlText w:val="(%2)"/>
      <w:lvlJc w:val="left"/>
      <w:pPr>
        <w:tabs>
          <w:tab w:val="num" w:pos="1667"/>
        </w:tabs>
        <w:ind w:left="1667" w:hanging="360"/>
      </w:pPr>
      <w:rPr>
        <w:rFonts w:hint="default"/>
      </w:rPr>
    </w:lvl>
    <w:lvl w:ilvl="2" w:tplc="08090005" w:tentative="1">
      <w:start w:val="1"/>
      <w:numFmt w:val="bullet"/>
      <w:lvlText w:val=""/>
      <w:lvlJc w:val="left"/>
      <w:pPr>
        <w:tabs>
          <w:tab w:val="num" w:pos="2387"/>
        </w:tabs>
        <w:ind w:left="2387" w:hanging="360"/>
      </w:pPr>
      <w:rPr>
        <w:rFonts w:ascii="Wingdings" w:hAnsi="Wingdings" w:hint="default"/>
      </w:rPr>
    </w:lvl>
    <w:lvl w:ilvl="3" w:tplc="08090001" w:tentative="1">
      <w:start w:val="1"/>
      <w:numFmt w:val="bullet"/>
      <w:lvlText w:val=""/>
      <w:lvlJc w:val="left"/>
      <w:pPr>
        <w:tabs>
          <w:tab w:val="num" w:pos="3107"/>
        </w:tabs>
        <w:ind w:left="3107" w:hanging="360"/>
      </w:pPr>
      <w:rPr>
        <w:rFonts w:ascii="Symbol" w:hAnsi="Symbol" w:hint="default"/>
      </w:rPr>
    </w:lvl>
    <w:lvl w:ilvl="4" w:tplc="08090003" w:tentative="1">
      <w:start w:val="1"/>
      <w:numFmt w:val="bullet"/>
      <w:lvlText w:val="o"/>
      <w:lvlJc w:val="left"/>
      <w:pPr>
        <w:tabs>
          <w:tab w:val="num" w:pos="3827"/>
        </w:tabs>
        <w:ind w:left="3827" w:hanging="360"/>
      </w:pPr>
      <w:rPr>
        <w:rFonts w:ascii="Courier New" w:hAnsi="Courier New" w:cs="Courier New" w:hint="default"/>
      </w:rPr>
    </w:lvl>
    <w:lvl w:ilvl="5" w:tplc="08090005" w:tentative="1">
      <w:start w:val="1"/>
      <w:numFmt w:val="bullet"/>
      <w:lvlText w:val=""/>
      <w:lvlJc w:val="left"/>
      <w:pPr>
        <w:tabs>
          <w:tab w:val="num" w:pos="4547"/>
        </w:tabs>
        <w:ind w:left="4547" w:hanging="360"/>
      </w:pPr>
      <w:rPr>
        <w:rFonts w:ascii="Wingdings" w:hAnsi="Wingdings" w:hint="default"/>
      </w:rPr>
    </w:lvl>
    <w:lvl w:ilvl="6" w:tplc="08090001" w:tentative="1">
      <w:start w:val="1"/>
      <w:numFmt w:val="bullet"/>
      <w:lvlText w:val=""/>
      <w:lvlJc w:val="left"/>
      <w:pPr>
        <w:tabs>
          <w:tab w:val="num" w:pos="5267"/>
        </w:tabs>
        <w:ind w:left="5267" w:hanging="360"/>
      </w:pPr>
      <w:rPr>
        <w:rFonts w:ascii="Symbol" w:hAnsi="Symbol" w:hint="default"/>
      </w:rPr>
    </w:lvl>
    <w:lvl w:ilvl="7" w:tplc="08090003" w:tentative="1">
      <w:start w:val="1"/>
      <w:numFmt w:val="bullet"/>
      <w:lvlText w:val="o"/>
      <w:lvlJc w:val="left"/>
      <w:pPr>
        <w:tabs>
          <w:tab w:val="num" w:pos="5987"/>
        </w:tabs>
        <w:ind w:left="5987" w:hanging="360"/>
      </w:pPr>
      <w:rPr>
        <w:rFonts w:ascii="Courier New" w:hAnsi="Courier New" w:cs="Courier New" w:hint="default"/>
      </w:rPr>
    </w:lvl>
    <w:lvl w:ilvl="8" w:tplc="08090005" w:tentative="1">
      <w:start w:val="1"/>
      <w:numFmt w:val="bullet"/>
      <w:lvlText w:val=""/>
      <w:lvlJc w:val="left"/>
      <w:pPr>
        <w:tabs>
          <w:tab w:val="num" w:pos="6707"/>
        </w:tabs>
        <w:ind w:left="6707" w:hanging="360"/>
      </w:pPr>
      <w:rPr>
        <w:rFonts w:ascii="Wingdings" w:hAnsi="Wingdings" w:hint="default"/>
      </w:rPr>
    </w:lvl>
  </w:abstractNum>
  <w:abstractNum w:abstractNumId="4" w15:restartNumberingAfterBreak="0">
    <w:nsid w:val="20AA61AF"/>
    <w:multiLevelType w:val="hybridMultilevel"/>
    <w:tmpl w:val="728E4ED6"/>
    <w:lvl w:ilvl="0" w:tplc="651C52CE">
      <w:start w:val="1"/>
      <w:numFmt w:val="bullet"/>
      <w:lvlText w:val=""/>
      <w:lvlJc w:val="left"/>
      <w:pPr>
        <w:ind w:left="1060" w:hanging="36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5" w15:restartNumberingAfterBreak="0">
    <w:nsid w:val="23E95F93"/>
    <w:multiLevelType w:val="multilevel"/>
    <w:tmpl w:val="905C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B807E2"/>
    <w:multiLevelType w:val="hybridMultilevel"/>
    <w:tmpl w:val="FC26C6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EF6F06"/>
    <w:multiLevelType w:val="hybridMultilevel"/>
    <w:tmpl w:val="7556CE10"/>
    <w:lvl w:ilvl="0" w:tplc="B2E2061C">
      <w:start w:val="1"/>
      <w:numFmt w:val="lowerRoman"/>
      <w:lvlText w:val="(%1)"/>
      <w:lvlJc w:val="right"/>
      <w:pPr>
        <w:tabs>
          <w:tab w:val="num" w:pos="947"/>
        </w:tabs>
        <w:ind w:left="947" w:hanging="360"/>
      </w:pPr>
      <w:rPr>
        <w:rFonts w:hint="default"/>
      </w:rPr>
    </w:lvl>
    <w:lvl w:ilvl="1" w:tplc="08090003">
      <w:start w:val="1"/>
      <w:numFmt w:val="bullet"/>
      <w:lvlText w:val="o"/>
      <w:lvlJc w:val="left"/>
      <w:pPr>
        <w:tabs>
          <w:tab w:val="num" w:pos="1667"/>
        </w:tabs>
        <w:ind w:left="1667" w:hanging="360"/>
      </w:pPr>
      <w:rPr>
        <w:rFonts w:ascii="Courier New" w:hAnsi="Courier New" w:cs="Courier New" w:hint="default"/>
      </w:rPr>
    </w:lvl>
    <w:lvl w:ilvl="2" w:tplc="08090005" w:tentative="1">
      <w:start w:val="1"/>
      <w:numFmt w:val="bullet"/>
      <w:lvlText w:val=""/>
      <w:lvlJc w:val="left"/>
      <w:pPr>
        <w:tabs>
          <w:tab w:val="num" w:pos="2387"/>
        </w:tabs>
        <w:ind w:left="2387" w:hanging="360"/>
      </w:pPr>
      <w:rPr>
        <w:rFonts w:ascii="Wingdings" w:hAnsi="Wingdings" w:hint="default"/>
      </w:rPr>
    </w:lvl>
    <w:lvl w:ilvl="3" w:tplc="08090001" w:tentative="1">
      <w:start w:val="1"/>
      <w:numFmt w:val="bullet"/>
      <w:lvlText w:val=""/>
      <w:lvlJc w:val="left"/>
      <w:pPr>
        <w:tabs>
          <w:tab w:val="num" w:pos="3107"/>
        </w:tabs>
        <w:ind w:left="3107" w:hanging="360"/>
      </w:pPr>
      <w:rPr>
        <w:rFonts w:ascii="Symbol" w:hAnsi="Symbol" w:hint="default"/>
      </w:rPr>
    </w:lvl>
    <w:lvl w:ilvl="4" w:tplc="08090003" w:tentative="1">
      <w:start w:val="1"/>
      <w:numFmt w:val="bullet"/>
      <w:lvlText w:val="o"/>
      <w:lvlJc w:val="left"/>
      <w:pPr>
        <w:tabs>
          <w:tab w:val="num" w:pos="3827"/>
        </w:tabs>
        <w:ind w:left="3827" w:hanging="360"/>
      </w:pPr>
      <w:rPr>
        <w:rFonts w:ascii="Courier New" w:hAnsi="Courier New" w:cs="Courier New" w:hint="default"/>
      </w:rPr>
    </w:lvl>
    <w:lvl w:ilvl="5" w:tplc="08090005" w:tentative="1">
      <w:start w:val="1"/>
      <w:numFmt w:val="bullet"/>
      <w:lvlText w:val=""/>
      <w:lvlJc w:val="left"/>
      <w:pPr>
        <w:tabs>
          <w:tab w:val="num" w:pos="4547"/>
        </w:tabs>
        <w:ind w:left="4547" w:hanging="360"/>
      </w:pPr>
      <w:rPr>
        <w:rFonts w:ascii="Wingdings" w:hAnsi="Wingdings" w:hint="default"/>
      </w:rPr>
    </w:lvl>
    <w:lvl w:ilvl="6" w:tplc="08090001" w:tentative="1">
      <w:start w:val="1"/>
      <w:numFmt w:val="bullet"/>
      <w:lvlText w:val=""/>
      <w:lvlJc w:val="left"/>
      <w:pPr>
        <w:tabs>
          <w:tab w:val="num" w:pos="5267"/>
        </w:tabs>
        <w:ind w:left="5267" w:hanging="360"/>
      </w:pPr>
      <w:rPr>
        <w:rFonts w:ascii="Symbol" w:hAnsi="Symbol" w:hint="default"/>
      </w:rPr>
    </w:lvl>
    <w:lvl w:ilvl="7" w:tplc="08090003" w:tentative="1">
      <w:start w:val="1"/>
      <w:numFmt w:val="bullet"/>
      <w:lvlText w:val="o"/>
      <w:lvlJc w:val="left"/>
      <w:pPr>
        <w:tabs>
          <w:tab w:val="num" w:pos="5987"/>
        </w:tabs>
        <w:ind w:left="5987" w:hanging="360"/>
      </w:pPr>
      <w:rPr>
        <w:rFonts w:ascii="Courier New" w:hAnsi="Courier New" w:cs="Courier New" w:hint="default"/>
      </w:rPr>
    </w:lvl>
    <w:lvl w:ilvl="8" w:tplc="08090005" w:tentative="1">
      <w:start w:val="1"/>
      <w:numFmt w:val="bullet"/>
      <w:lvlText w:val=""/>
      <w:lvlJc w:val="left"/>
      <w:pPr>
        <w:tabs>
          <w:tab w:val="num" w:pos="6707"/>
        </w:tabs>
        <w:ind w:left="6707" w:hanging="360"/>
      </w:pPr>
      <w:rPr>
        <w:rFonts w:ascii="Wingdings" w:hAnsi="Wingdings" w:hint="default"/>
      </w:rPr>
    </w:lvl>
  </w:abstractNum>
  <w:abstractNum w:abstractNumId="8" w15:restartNumberingAfterBreak="0">
    <w:nsid w:val="47E5603D"/>
    <w:multiLevelType w:val="hybridMultilevel"/>
    <w:tmpl w:val="55C01434"/>
    <w:lvl w:ilvl="0" w:tplc="4ECA2D38">
      <w:start w:val="1"/>
      <w:numFmt w:val="bullet"/>
      <w:lvlText w:val=""/>
      <w:lvlJc w:val="left"/>
      <w:pPr>
        <w:tabs>
          <w:tab w:val="num" w:pos="947"/>
        </w:tabs>
        <w:ind w:left="947" w:hanging="360"/>
      </w:pPr>
      <w:rPr>
        <w:rFonts w:ascii="Symbol" w:hAnsi="Symbol" w:hint="default"/>
      </w:rPr>
    </w:lvl>
    <w:lvl w:ilvl="1" w:tplc="08090003" w:tentative="1">
      <w:start w:val="1"/>
      <w:numFmt w:val="bullet"/>
      <w:lvlText w:val="o"/>
      <w:lvlJc w:val="left"/>
      <w:pPr>
        <w:tabs>
          <w:tab w:val="num" w:pos="1667"/>
        </w:tabs>
        <w:ind w:left="1667" w:hanging="360"/>
      </w:pPr>
      <w:rPr>
        <w:rFonts w:ascii="Courier New" w:hAnsi="Courier New" w:cs="Courier New" w:hint="default"/>
      </w:rPr>
    </w:lvl>
    <w:lvl w:ilvl="2" w:tplc="08090005" w:tentative="1">
      <w:start w:val="1"/>
      <w:numFmt w:val="bullet"/>
      <w:lvlText w:val=""/>
      <w:lvlJc w:val="left"/>
      <w:pPr>
        <w:tabs>
          <w:tab w:val="num" w:pos="2387"/>
        </w:tabs>
        <w:ind w:left="2387" w:hanging="360"/>
      </w:pPr>
      <w:rPr>
        <w:rFonts w:ascii="Wingdings" w:hAnsi="Wingdings" w:hint="default"/>
      </w:rPr>
    </w:lvl>
    <w:lvl w:ilvl="3" w:tplc="08090001" w:tentative="1">
      <w:start w:val="1"/>
      <w:numFmt w:val="bullet"/>
      <w:lvlText w:val=""/>
      <w:lvlJc w:val="left"/>
      <w:pPr>
        <w:tabs>
          <w:tab w:val="num" w:pos="3107"/>
        </w:tabs>
        <w:ind w:left="3107" w:hanging="360"/>
      </w:pPr>
      <w:rPr>
        <w:rFonts w:ascii="Symbol" w:hAnsi="Symbol" w:hint="default"/>
      </w:rPr>
    </w:lvl>
    <w:lvl w:ilvl="4" w:tplc="08090003" w:tentative="1">
      <w:start w:val="1"/>
      <w:numFmt w:val="bullet"/>
      <w:lvlText w:val="o"/>
      <w:lvlJc w:val="left"/>
      <w:pPr>
        <w:tabs>
          <w:tab w:val="num" w:pos="3827"/>
        </w:tabs>
        <w:ind w:left="3827" w:hanging="360"/>
      </w:pPr>
      <w:rPr>
        <w:rFonts w:ascii="Courier New" w:hAnsi="Courier New" w:cs="Courier New" w:hint="default"/>
      </w:rPr>
    </w:lvl>
    <w:lvl w:ilvl="5" w:tplc="08090005" w:tentative="1">
      <w:start w:val="1"/>
      <w:numFmt w:val="bullet"/>
      <w:lvlText w:val=""/>
      <w:lvlJc w:val="left"/>
      <w:pPr>
        <w:tabs>
          <w:tab w:val="num" w:pos="4547"/>
        </w:tabs>
        <w:ind w:left="4547" w:hanging="360"/>
      </w:pPr>
      <w:rPr>
        <w:rFonts w:ascii="Wingdings" w:hAnsi="Wingdings" w:hint="default"/>
      </w:rPr>
    </w:lvl>
    <w:lvl w:ilvl="6" w:tplc="08090001" w:tentative="1">
      <w:start w:val="1"/>
      <w:numFmt w:val="bullet"/>
      <w:lvlText w:val=""/>
      <w:lvlJc w:val="left"/>
      <w:pPr>
        <w:tabs>
          <w:tab w:val="num" w:pos="5267"/>
        </w:tabs>
        <w:ind w:left="5267" w:hanging="360"/>
      </w:pPr>
      <w:rPr>
        <w:rFonts w:ascii="Symbol" w:hAnsi="Symbol" w:hint="default"/>
      </w:rPr>
    </w:lvl>
    <w:lvl w:ilvl="7" w:tplc="08090003" w:tentative="1">
      <w:start w:val="1"/>
      <w:numFmt w:val="bullet"/>
      <w:lvlText w:val="o"/>
      <w:lvlJc w:val="left"/>
      <w:pPr>
        <w:tabs>
          <w:tab w:val="num" w:pos="5987"/>
        </w:tabs>
        <w:ind w:left="5987" w:hanging="360"/>
      </w:pPr>
      <w:rPr>
        <w:rFonts w:ascii="Courier New" w:hAnsi="Courier New" w:cs="Courier New" w:hint="default"/>
      </w:rPr>
    </w:lvl>
    <w:lvl w:ilvl="8" w:tplc="08090005" w:tentative="1">
      <w:start w:val="1"/>
      <w:numFmt w:val="bullet"/>
      <w:lvlText w:val=""/>
      <w:lvlJc w:val="left"/>
      <w:pPr>
        <w:tabs>
          <w:tab w:val="num" w:pos="6707"/>
        </w:tabs>
        <w:ind w:left="6707" w:hanging="360"/>
      </w:pPr>
      <w:rPr>
        <w:rFonts w:ascii="Wingdings" w:hAnsi="Wingdings" w:hint="default"/>
      </w:rPr>
    </w:lvl>
  </w:abstractNum>
  <w:abstractNum w:abstractNumId="9" w15:restartNumberingAfterBreak="0">
    <w:nsid w:val="52E3033A"/>
    <w:multiLevelType w:val="hybridMultilevel"/>
    <w:tmpl w:val="08783638"/>
    <w:lvl w:ilvl="0" w:tplc="0809000F">
      <w:start w:val="1"/>
      <w:numFmt w:val="decimal"/>
      <w:lvlText w:val="%1."/>
      <w:lvlJc w:val="left"/>
      <w:pPr>
        <w:tabs>
          <w:tab w:val="num" w:pos="947"/>
        </w:tabs>
        <w:ind w:left="947" w:hanging="360"/>
      </w:pPr>
      <w:rPr>
        <w:rFonts w:hint="default"/>
      </w:rPr>
    </w:lvl>
    <w:lvl w:ilvl="1" w:tplc="08090003">
      <w:start w:val="1"/>
      <w:numFmt w:val="bullet"/>
      <w:lvlText w:val="o"/>
      <w:lvlJc w:val="left"/>
      <w:pPr>
        <w:tabs>
          <w:tab w:val="num" w:pos="1667"/>
        </w:tabs>
        <w:ind w:left="1667" w:hanging="360"/>
      </w:pPr>
      <w:rPr>
        <w:rFonts w:ascii="Courier New" w:hAnsi="Courier New" w:cs="Courier New" w:hint="default"/>
      </w:rPr>
    </w:lvl>
    <w:lvl w:ilvl="2" w:tplc="08090005" w:tentative="1">
      <w:start w:val="1"/>
      <w:numFmt w:val="bullet"/>
      <w:lvlText w:val=""/>
      <w:lvlJc w:val="left"/>
      <w:pPr>
        <w:tabs>
          <w:tab w:val="num" w:pos="2387"/>
        </w:tabs>
        <w:ind w:left="2387" w:hanging="360"/>
      </w:pPr>
      <w:rPr>
        <w:rFonts w:ascii="Wingdings" w:hAnsi="Wingdings" w:hint="default"/>
      </w:rPr>
    </w:lvl>
    <w:lvl w:ilvl="3" w:tplc="08090001" w:tentative="1">
      <w:start w:val="1"/>
      <w:numFmt w:val="bullet"/>
      <w:lvlText w:val=""/>
      <w:lvlJc w:val="left"/>
      <w:pPr>
        <w:tabs>
          <w:tab w:val="num" w:pos="3107"/>
        </w:tabs>
        <w:ind w:left="3107" w:hanging="360"/>
      </w:pPr>
      <w:rPr>
        <w:rFonts w:ascii="Symbol" w:hAnsi="Symbol" w:hint="default"/>
      </w:rPr>
    </w:lvl>
    <w:lvl w:ilvl="4" w:tplc="08090003" w:tentative="1">
      <w:start w:val="1"/>
      <w:numFmt w:val="bullet"/>
      <w:lvlText w:val="o"/>
      <w:lvlJc w:val="left"/>
      <w:pPr>
        <w:tabs>
          <w:tab w:val="num" w:pos="3827"/>
        </w:tabs>
        <w:ind w:left="3827" w:hanging="360"/>
      </w:pPr>
      <w:rPr>
        <w:rFonts w:ascii="Courier New" w:hAnsi="Courier New" w:cs="Courier New" w:hint="default"/>
      </w:rPr>
    </w:lvl>
    <w:lvl w:ilvl="5" w:tplc="08090005" w:tentative="1">
      <w:start w:val="1"/>
      <w:numFmt w:val="bullet"/>
      <w:lvlText w:val=""/>
      <w:lvlJc w:val="left"/>
      <w:pPr>
        <w:tabs>
          <w:tab w:val="num" w:pos="4547"/>
        </w:tabs>
        <w:ind w:left="4547" w:hanging="360"/>
      </w:pPr>
      <w:rPr>
        <w:rFonts w:ascii="Wingdings" w:hAnsi="Wingdings" w:hint="default"/>
      </w:rPr>
    </w:lvl>
    <w:lvl w:ilvl="6" w:tplc="08090001" w:tentative="1">
      <w:start w:val="1"/>
      <w:numFmt w:val="bullet"/>
      <w:lvlText w:val=""/>
      <w:lvlJc w:val="left"/>
      <w:pPr>
        <w:tabs>
          <w:tab w:val="num" w:pos="5267"/>
        </w:tabs>
        <w:ind w:left="5267" w:hanging="360"/>
      </w:pPr>
      <w:rPr>
        <w:rFonts w:ascii="Symbol" w:hAnsi="Symbol" w:hint="default"/>
      </w:rPr>
    </w:lvl>
    <w:lvl w:ilvl="7" w:tplc="08090003" w:tentative="1">
      <w:start w:val="1"/>
      <w:numFmt w:val="bullet"/>
      <w:lvlText w:val="o"/>
      <w:lvlJc w:val="left"/>
      <w:pPr>
        <w:tabs>
          <w:tab w:val="num" w:pos="5987"/>
        </w:tabs>
        <w:ind w:left="5987" w:hanging="360"/>
      </w:pPr>
      <w:rPr>
        <w:rFonts w:ascii="Courier New" w:hAnsi="Courier New" w:cs="Courier New" w:hint="default"/>
      </w:rPr>
    </w:lvl>
    <w:lvl w:ilvl="8" w:tplc="08090005" w:tentative="1">
      <w:start w:val="1"/>
      <w:numFmt w:val="bullet"/>
      <w:lvlText w:val=""/>
      <w:lvlJc w:val="left"/>
      <w:pPr>
        <w:tabs>
          <w:tab w:val="num" w:pos="6707"/>
        </w:tabs>
        <w:ind w:left="6707" w:hanging="360"/>
      </w:pPr>
      <w:rPr>
        <w:rFonts w:ascii="Wingdings" w:hAnsi="Wingdings" w:hint="default"/>
      </w:rPr>
    </w:lvl>
  </w:abstractNum>
  <w:abstractNum w:abstractNumId="10" w15:restartNumberingAfterBreak="0">
    <w:nsid w:val="5A3F7E27"/>
    <w:multiLevelType w:val="hybridMultilevel"/>
    <w:tmpl w:val="8892CB34"/>
    <w:lvl w:ilvl="0" w:tplc="34EA56A0">
      <w:start w:val="1"/>
      <w:numFmt w:val="bullet"/>
      <w:pStyle w:val="ICST-Bulletedlist"/>
      <w:lvlText w:val=""/>
      <w:lvlJc w:val="left"/>
      <w:pPr>
        <w:ind w:left="1307" w:hanging="360"/>
      </w:pPr>
      <w:rPr>
        <w:rFonts w:ascii="Symbol" w:hAnsi="Symbol" w:hint="default"/>
      </w:rPr>
    </w:lvl>
    <w:lvl w:ilvl="1" w:tplc="08090019" w:tentative="1">
      <w:start w:val="1"/>
      <w:numFmt w:val="lowerLetter"/>
      <w:lvlText w:val="%2."/>
      <w:lvlJc w:val="left"/>
      <w:pPr>
        <w:ind w:left="2027" w:hanging="360"/>
      </w:pPr>
    </w:lvl>
    <w:lvl w:ilvl="2" w:tplc="0809001B" w:tentative="1">
      <w:start w:val="1"/>
      <w:numFmt w:val="lowerRoman"/>
      <w:lvlText w:val="%3."/>
      <w:lvlJc w:val="right"/>
      <w:pPr>
        <w:ind w:left="2747" w:hanging="180"/>
      </w:pPr>
    </w:lvl>
    <w:lvl w:ilvl="3" w:tplc="0809000F" w:tentative="1">
      <w:start w:val="1"/>
      <w:numFmt w:val="decimal"/>
      <w:lvlText w:val="%4."/>
      <w:lvlJc w:val="left"/>
      <w:pPr>
        <w:ind w:left="3467" w:hanging="360"/>
      </w:pPr>
    </w:lvl>
    <w:lvl w:ilvl="4" w:tplc="08090019" w:tentative="1">
      <w:start w:val="1"/>
      <w:numFmt w:val="lowerLetter"/>
      <w:lvlText w:val="%5."/>
      <w:lvlJc w:val="left"/>
      <w:pPr>
        <w:ind w:left="4187" w:hanging="360"/>
      </w:pPr>
    </w:lvl>
    <w:lvl w:ilvl="5" w:tplc="0809001B" w:tentative="1">
      <w:start w:val="1"/>
      <w:numFmt w:val="lowerRoman"/>
      <w:lvlText w:val="%6."/>
      <w:lvlJc w:val="right"/>
      <w:pPr>
        <w:ind w:left="4907" w:hanging="180"/>
      </w:pPr>
    </w:lvl>
    <w:lvl w:ilvl="6" w:tplc="0809000F" w:tentative="1">
      <w:start w:val="1"/>
      <w:numFmt w:val="decimal"/>
      <w:lvlText w:val="%7."/>
      <w:lvlJc w:val="left"/>
      <w:pPr>
        <w:ind w:left="5627" w:hanging="360"/>
      </w:pPr>
    </w:lvl>
    <w:lvl w:ilvl="7" w:tplc="08090019" w:tentative="1">
      <w:start w:val="1"/>
      <w:numFmt w:val="lowerLetter"/>
      <w:lvlText w:val="%8."/>
      <w:lvlJc w:val="left"/>
      <w:pPr>
        <w:ind w:left="6347" w:hanging="360"/>
      </w:pPr>
    </w:lvl>
    <w:lvl w:ilvl="8" w:tplc="0809001B" w:tentative="1">
      <w:start w:val="1"/>
      <w:numFmt w:val="lowerRoman"/>
      <w:lvlText w:val="%9."/>
      <w:lvlJc w:val="right"/>
      <w:pPr>
        <w:ind w:left="7067" w:hanging="180"/>
      </w:pPr>
    </w:lvl>
  </w:abstractNum>
  <w:abstractNum w:abstractNumId="11" w15:restartNumberingAfterBreak="0">
    <w:nsid w:val="5E6A5D6A"/>
    <w:multiLevelType w:val="hybridMultilevel"/>
    <w:tmpl w:val="79EA987A"/>
    <w:lvl w:ilvl="0" w:tplc="25FA5A32">
      <w:start w:val="1"/>
      <w:numFmt w:val="lowerRoman"/>
      <w:pStyle w:val="ICST-Listnumbered"/>
      <w:lvlText w:val="(%1)"/>
      <w:lvlJc w:val="right"/>
      <w:pPr>
        <w:ind w:left="1307" w:hanging="360"/>
      </w:pPr>
      <w:rPr>
        <w:rFonts w:hint="default"/>
      </w:rPr>
    </w:lvl>
    <w:lvl w:ilvl="1" w:tplc="08090019" w:tentative="1">
      <w:start w:val="1"/>
      <w:numFmt w:val="lowerLetter"/>
      <w:lvlText w:val="%2."/>
      <w:lvlJc w:val="left"/>
      <w:pPr>
        <w:ind w:left="2027" w:hanging="360"/>
      </w:pPr>
    </w:lvl>
    <w:lvl w:ilvl="2" w:tplc="0809001B" w:tentative="1">
      <w:start w:val="1"/>
      <w:numFmt w:val="lowerRoman"/>
      <w:lvlText w:val="%3."/>
      <w:lvlJc w:val="right"/>
      <w:pPr>
        <w:ind w:left="2747" w:hanging="180"/>
      </w:pPr>
    </w:lvl>
    <w:lvl w:ilvl="3" w:tplc="0809000F" w:tentative="1">
      <w:start w:val="1"/>
      <w:numFmt w:val="decimal"/>
      <w:lvlText w:val="%4."/>
      <w:lvlJc w:val="left"/>
      <w:pPr>
        <w:ind w:left="3467" w:hanging="360"/>
      </w:pPr>
    </w:lvl>
    <w:lvl w:ilvl="4" w:tplc="08090019" w:tentative="1">
      <w:start w:val="1"/>
      <w:numFmt w:val="lowerLetter"/>
      <w:lvlText w:val="%5."/>
      <w:lvlJc w:val="left"/>
      <w:pPr>
        <w:ind w:left="4187" w:hanging="360"/>
      </w:pPr>
    </w:lvl>
    <w:lvl w:ilvl="5" w:tplc="0809001B" w:tentative="1">
      <w:start w:val="1"/>
      <w:numFmt w:val="lowerRoman"/>
      <w:lvlText w:val="%6."/>
      <w:lvlJc w:val="right"/>
      <w:pPr>
        <w:ind w:left="4907" w:hanging="180"/>
      </w:pPr>
    </w:lvl>
    <w:lvl w:ilvl="6" w:tplc="0809000F" w:tentative="1">
      <w:start w:val="1"/>
      <w:numFmt w:val="decimal"/>
      <w:lvlText w:val="%7."/>
      <w:lvlJc w:val="left"/>
      <w:pPr>
        <w:ind w:left="5627" w:hanging="360"/>
      </w:pPr>
    </w:lvl>
    <w:lvl w:ilvl="7" w:tplc="08090019" w:tentative="1">
      <w:start w:val="1"/>
      <w:numFmt w:val="lowerLetter"/>
      <w:lvlText w:val="%8."/>
      <w:lvlJc w:val="left"/>
      <w:pPr>
        <w:ind w:left="6347" w:hanging="360"/>
      </w:pPr>
    </w:lvl>
    <w:lvl w:ilvl="8" w:tplc="0809001B" w:tentative="1">
      <w:start w:val="1"/>
      <w:numFmt w:val="lowerRoman"/>
      <w:lvlText w:val="%9."/>
      <w:lvlJc w:val="right"/>
      <w:pPr>
        <w:ind w:left="7067" w:hanging="180"/>
      </w:pPr>
    </w:lvl>
  </w:abstractNum>
  <w:abstractNum w:abstractNumId="12" w15:restartNumberingAfterBreak="0">
    <w:nsid w:val="6F892BF3"/>
    <w:multiLevelType w:val="hybridMultilevel"/>
    <w:tmpl w:val="482C4920"/>
    <w:lvl w:ilvl="0" w:tplc="BE7E6AE8">
      <w:start w:val="1"/>
      <w:numFmt w:val="decimal"/>
      <w:pStyle w:val="ICST-Referenc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A84BA0"/>
    <w:multiLevelType w:val="hybridMultilevel"/>
    <w:tmpl w:val="8586EF4C"/>
    <w:lvl w:ilvl="0" w:tplc="E164648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74C32663"/>
    <w:multiLevelType w:val="hybridMultilevel"/>
    <w:tmpl w:val="E8AA6A8A"/>
    <w:lvl w:ilvl="0" w:tplc="0809000F">
      <w:start w:val="1"/>
      <w:numFmt w:val="decimal"/>
      <w:lvlText w:val="%1."/>
      <w:lvlJc w:val="left"/>
      <w:pPr>
        <w:tabs>
          <w:tab w:val="num" w:pos="947"/>
        </w:tabs>
        <w:ind w:left="947" w:hanging="360"/>
      </w:pPr>
      <w:rPr>
        <w:rFonts w:hint="default"/>
      </w:rPr>
    </w:lvl>
    <w:lvl w:ilvl="1" w:tplc="8BEEC638">
      <w:start w:val="1"/>
      <w:numFmt w:val="lowerLetter"/>
      <w:lvlText w:val="(%2)"/>
      <w:lvlJc w:val="left"/>
      <w:pPr>
        <w:tabs>
          <w:tab w:val="num" w:pos="1667"/>
        </w:tabs>
        <w:ind w:left="1667" w:hanging="360"/>
      </w:pPr>
      <w:rPr>
        <w:rFonts w:hint="default"/>
      </w:rPr>
    </w:lvl>
    <w:lvl w:ilvl="2" w:tplc="08090005" w:tentative="1">
      <w:start w:val="1"/>
      <w:numFmt w:val="bullet"/>
      <w:lvlText w:val=""/>
      <w:lvlJc w:val="left"/>
      <w:pPr>
        <w:tabs>
          <w:tab w:val="num" w:pos="2387"/>
        </w:tabs>
        <w:ind w:left="2387" w:hanging="360"/>
      </w:pPr>
      <w:rPr>
        <w:rFonts w:ascii="Wingdings" w:hAnsi="Wingdings" w:hint="default"/>
      </w:rPr>
    </w:lvl>
    <w:lvl w:ilvl="3" w:tplc="08090001" w:tentative="1">
      <w:start w:val="1"/>
      <w:numFmt w:val="bullet"/>
      <w:lvlText w:val=""/>
      <w:lvlJc w:val="left"/>
      <w:pPr>
        <w:tabs>
          <w:tab w:val="num" w:pos="3107"/>
        </w:tabs>
        <w:ind w:left="3107" w:hanging="360"/>
      </w:pPr>
      <w:rPr>
        <w:rFonts w:ascii="Symbol" w:hAnsi="Symbol" w:hint="default"/>
      </w:rPr>
    </w:lvl>
    <w:lvl w:ilvl="4" w:tplc="08090003" w:tentative="1">
      <w:start w:val="1"/>
      <w:numFmt w:val="bullet"/>
      <w:lvlText w:val="o"/>
      <w:lvlJc w:val="left"/>
      <w:pPr>
        <w:tabs>
          <w:tab w:val="num" w:pos="3827"/>
        </w:tabs>
        <w:ind w:left="3827" w:hanging="360"/>
      </w:pPr>
      <w:rPr>
        <w:rFonts w:ascii="Courier New" w:hAnsi="Courier New" w:cs="Courier New" w:hint="default"/>
      </w:rPr>
    </w:lvl>
    <w:lvl w:ilvl="5" w:tplc="08090005" w:tentative="1">
      <w:start w:val="1"/>
      <w:numFmt w:val="bullet"/>
      <w:lvlText w:val=""/>
      <w:lvlJc w:val="left"/>
      <w:pPr>
        <w:tabs>
          <w:tab w:val="num" w:pos="4547"/>
        </w:tabs>
        <w:ind w:left="4547" w:hanging="360"/>
      </w:pPr>
      <w:rPr>
        <w:rFonts w:ascii="Wingdings" w:hAnsi="Wingdings" w:hint="default"/>
      </w:rPr>
    </w:lvl>
    <w:lvl w:ilvl="6" w:tplc="08090001" w:tentative="1">
      <w:start w:val="1"/>
      <w:numFmt w:val="bullet"/>
      <w:lvlText w:val=""/>
      <w:lvlJc w:val="left"/>
      <w:pPr>
        <w:tabs>
          <w:tab w:val="num" w:pos="5267"/>
        </w:tabs>
        <w:ind w:left="5267" w:hanging="360"/>
      </w:pPr>
      <w:rPr>
        <w:rFonts w:ascii="Symbol" w:hAnsi="Symbol" w:hint="default"/>
      </w:rPr>
    </w:lvl>
    <w:lvl w:ilvl="7" w:tplc="08090003" w:tentative="1">
      <w:start w:val="1"/>
      <w:numFmt w:val="bullet"/>
      <w:lvlText w:val="o"/>
      <w:lvlJc w:val="left"/>
      <w:pPr>
        <w:tabs>
          <w:tab w:val="num" w:pos="5987"/>
        </w:tabs>
        <w:ind w:left="5987" w:hanging="360"/>
      </w:pPr>
      <w:rPr>
        <w:rFonts w:ascii="Courier New" w:hAnsi="Courier New" w:cs="Courier New" w:hint="default"/>
      </w:rPr>
    </w:lvl>
    <w:lvl w:ilvl="8" w:tplc="08090005" w:tentative="1">
      <w:start w:val="1"/>
      <w:numFmt w:val="bullet"/>
      <w:lvlText w:val=""/>
      <w:lvlJc w:val="left"/>
      <w:pPr>
        <w:tabs>
          <w:tab w:val="num" w:pos="6707"/>
        </w:tabs>
        <w:ind w:left="6707" w:hanging="360"/>
      </w:pPr>
      <w:rPr>
        <w:rFonts w:ascii="Wingdings" w:hAnsi="Wingdings" w:hint="default"/>
      </w:rPr>
    </w:lvl>
  </w:abstractNum>
  <w:abstractNum w:abstractNumId="15" w15:restartNumberingAfterBreak="0">
    <w:nsid w:val="78E658A0"/>
    <w:multiLevelType w:val="hybridMultilevel"/>
    <w:tmpl w:val="13DAEE44"/>
    <w:lvl w:ilvl="0" w:tplc="0C64A13E">
      <w:numFmt w:val="bullet"/>
      <w:pStyle w:val="Style2"/>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A1A1C6F"/>
    <w:multiLevelType w:val="multilevel"/>
    <w:tmpl w:val="9800D9F4"/>
    <w:lvl w:ilvl="0">
      <w:start w:val="1"/>
      <w:numFmt w:val="bullet"/>
      <w:lvlText w:val=""/>
      <w:lvlJc w:val="left"/>
      <w:pPr>
        <w:tabs>
          <w:tab w:val="num" w:pos="947"/>
        </w:tabs>
        <w:ind w:left="947" w:hanging="360"/>
      </w:pPr>
      <w:rPr>
        <w:rFonts w:ascii="Symbol" w:hAnsi="Symbol" w:hint="default"/>
      </w:rPr>
    </w:lvl>
    <w:lvl w:ilvl="1">
      <w:start w:val="1"/>
      <w:numFmt w:val="bullet"/>
      <w:lvlText w:val="o"/>
      <w:lvlJc w:val="left"/>
      <w:pPr>
        <w:tabs>
          <w:tab w:val="num" w:pos="1667"/>
        </w:tabs>
        <w:ind w:left="1667" w:hanging="360"/>
      </w:pPr>
      <w:rPr>
        <w:rFonts w:ascii="Courier New" w:hAnsi="Courier New" w:cs="Courier New" w:hint="default"/>
      </w:rPr>
    </w:lvl>
    <w:lvl w:ilvl="2">
      <w:start w:val="1"/>
      <w:numFmt w:val="bullet"/>
      <w:lvlText w:val=""/>
      <w:lvlJc w:val="left"/>
      <w:pPr>
        <w:tabs>
          <w:tab w:val="num" w:pos="2387"/>
        </w:tabs>
        <w:ind w:left="2387" w:hanging="360"/>
      </w:pPr>
      <w:rPr>
        <w:rFonts w:ascii="Wingdings" w:hAnsi="Wingdings" w:hint="default"/>
      </w:rPr>
    </w:lvl>
    <w:lvl w:ilvl="3">
      <w:start w:val="1"/>
      <w:numFmt w:val="bullet"/>
      <w:lvlText w:val=""/>
      <w:lvlJc w:val="left"/>
      <w:pPr>
        <w:tabs>
          <w:tab w:val="num" w:pos="3107"/>
        </w:tabs>
        <w:ind w:left="3107" w:hanging="360"/>
      </w:pPr>
      <w:rPr>
        <w:rFonts w:ascii="Symbol" w:hAnsi="Symbol" w:hint="default"/>
      </w:rPr>
    </w:lvl>
    <w:lvl w:ilvl="4">
      <w:start w:val="1"/>
      <w:numFmt w:val="bullet"/>
      <w:lvlText w:val="o"/>
      <w:lvlJc w:val="left"/>
      <w:pPr>
        <w:tabs>
          <w:tab w:val="num" w:pos="3827"/>
        </w:tabs>
        <w:ind w:left="3827" w:hanging="360"/>
      </w:pPr>
      <w:rPr>
        <w:rFonts w:ascii="Courier New" w:hAnsi="Courier New" w:cs="Courier New" w:hint="default"/>
      </w:rPr>
    </w:lvl>
    <w:lvl w:ilvl="5">
      <w:start w:val="1"/>
      <w:numFmt w:val="bullet"/>
      <w:lvlText w:val=""/>
      <w:lvlJc w:val="left"/>
      <w:pPr>
        <w:tabs>
          <w:tab w:val="num" w:pos="4547"/>
        </w:tabs>
        <w:ind w:left="4547" w:hanging="360"/>
      </w:pPr>
      <w:rPr>
        <w:rFonts w:ascii="Wingdings" w:hAnsi="Wingdings" w:hint="default"/>
      </w:rPr>
    </w:lvl>
    <w:lvl w:ilvl="6">
      <w:start w:val="1"/>
      <w:numFmt w:val="bullet"/>
      <w:lvlText w:val=""/>
      <w:lvlJc w:val="left"/>
      <w:pPr>
        <w:tabs>
          <w:tab w:val="num" w:pos="5267"/>
        </w:tabs>
        <w:ind w:left="5267" w:hanging="360"/>
      </w:pPr>
      <w:rPr>
        <w:rFonts w:ascii="Symbol" w:hAnsi="Symbol" w:hint="default"/>
      </w:rPr>
    </w:lvl>
    <w:lvl w:ilvl="7">
      <w:start w:val="1"/>
      <w:numFmt w:val="bullet"/>
      <w:lvlText w:val="o"/>
      <w:lvlJc w:val="left"/>
      <w:pPr>
        <w:tabs>
          <w:tab w:val="num" w:pos="5987"/>
        </w:tabs>
        <w:ind w:left="5987" w:hanging="360"/>
      </w:pPr>
      <w:rPr>
        <w:rFonts w:ascii="Courier New" w:hAnsi="Courier New" w:cs="Courier New" w:hint="default"/>
      </w:rPr>
    </w:lvl>
    <w:lvl w:ilvl="8">
      <w:start w:val="1"/>
      <w:numFmt w:val="bullet"/>
      <w:lvlText w:val=""/>
      <w:lvlJc w:val="left"/>
      <w:pPr>
        <w:tabs>
          <w:tab w:val="num" w:pos="6707"/>
        </w:tabs>
        <w:ind w:left="6707" w:hanging="360"/>
      </w:pPr>
      <w:rPr>
        <w:rFonts w:ascii="Wingdings" w:hAnsi="Wingdings" w:hint="default"/>
      </w:rPr>
    </w:lvl>
  </w:abstractNum>
  <w:num w:numId="1" w16cid:durableId="1946307172">
    <w:abstractNumId w:val="15"/>
  </w:num>
  <w:num w:numId="2" w16cid:durableId="1889218055">
    <w:abstractNumId w:val="15"/>
  </w:num>
  <w:num w:numId="3" w16cid:durableId="160778899">
    <w:abstractNumId w:val="13"/>
  </w:num>
  <w:num w:numId="4" w16cid:durableId="259219158">
    <w:abstractNumId w:val="1"/>
  </w:num>
  <w:num w:numId="5" w16cid:durableId="2017884272">
    <w:abstractNumId w:val="16"/>
  </w:num>
  <w:num w:numId="6" w16cid:durableId="1469782432">
    <w:abstractNumId w:val="8"/>
  </w:num>
  <w:num w:numId="7" w16cid:durableId="1500777554">
    <w:abstractNumId w:val="0"/>
  </w:num>
  <w:num w:numId="8" w16cid:durableId="696810954">
    <w:abstractNumId w:val="5"/>
  </w:num>
  <w:num w:numId="9" w16cid:durableId="1260720965">
    <w:abstractNumId w:val="9"/>
  </w:num>
  <w:num w:numId="10" w16cid:durableId="418255116">
    <w:abstractNumId w:val="14"/>
  </w:num>
  <w:num w:numId="11" w16cid:durableId="449012524">
    <w:abstractNumId w:val="7"/>
  </w:num>
  <w:num w:numId="12" w16cid:durableId="1170028054">
    <w:abstractNumId w:val="3"/>
  </w:num>
  <w:num w:numId="13" w16cid:durableId="257834558">
    <w:abstractNumId w:val="4"/>
  </w:num>
  <w:num w:numId="14" w16cid:durableId="147479120">
    <w:abstractNumId w:val="11"/>
  </w:num>
  <w:num w:numId="15" w16cid:durableId="1710254698">
    <w:abstractNumId w:val="2"/>
  </w:num>
  <w:num w:numId="16" w16cid:durableId="1251741161">
    <w:abstractNumId w:val="12"/>
  </w:num>
  <w:num w:numId="17" w16cid:durableId="1705016090">
    <w:abstractNumId w:val="10"/>
  </w:num>
  <w:num w:numId="18" w16cid:durableId="17851530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0E01" w:allStyles="1" w:customStyles="0" w:latentStyles="0" w:stylesInUse="0" w:headingStyles="0" w:numberingStyles="0" w:tableStyles="0" w:directFormattingOnRuns="0" w:directFormattingOnParagraphs="1" w:directFormattingOnNumbering="1" w:directFormattingOnTables="1" w:clearFormatting="0" w:top3HeadingStyles="0" w:visibleStyles="0" w:alternateStyleNames="0"/>
  <w:defaultTabStop w:val="720"/>
  <w:hyphenationZone w:val="425"/>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pos w:val="beneathText"/>
    <w:numFmt w:val="chicago"/>
    <w:footnote w:id="-1"/>
    <w:footnote w:id="0"/>
    <w:footnote w:id="1"/>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YzMTIxMDY1NTU0MzVV0lEKTi0uzszPAykwqgUAAjVONCwAAAA="/>
  </w:docVars>
  <w:rsids>
    <w:rsidRoot w:val="0019785C"/>
    <w:rsid w:val="00000EFF"/>
    <w:rsid w:val="00002599"/>
    <w:rsid w:val="00034F96"/>
    <w:rsid w:val="0003789F"/>
    <w:rsid w:val="00062258"/>
    <w:rsid w:val="00083018"/>
    <w:rsid w:val="000910EF"/>
    <w:rsid w:val="000A6086"/>
    <w:rsid w:val="000B2108"/>
    <w:rsid w:val="000C745B"/>
    <w:rsid w:val="000D14AE"/>
    <w:rsid w:val="000E26B2"/>
    <w:rsid w:val="000E4761"/>
    <w:rsid w:val="000E7320"/>
    <w:rsid w:val="000F211F"/>
    <w:rsid w:val="00107CF4"/>
    <w:rsid w:val="001121ED"/>
    <w:rsid w:val="00113CC0"/>
    <w:rsid w:val="00143032"/>
    <w:rsid w:val="00156524"/>
    <w:rsid w:val="001958B1"/>
    <w:rsid w:val="0019785C"/>
    <w:rsid w:val="001C59B9"/>
    <w:rsid w:val="001D58E9"/>
    <w:rsid w:val="001E2781"/>
    <w:rsid w:val="00211888"/>
    <w:rsid w:val="00212372"/>
    <w:rsid w:val="002252C6"/>
    <w:rsid w:val="00231F96"/>
    <w:rsid w:val="0023793D"/>
    <w:rsid w:val="002402EB"/>
    <w:rsid w:val="002425C0"/>
    <w:rsid w:val="00251F41"/>
    <w:rsid w:val="00284ADD"/>
    <w:rsid w:val="00287AE0"/>
    <w:rsid w:val="002A67D0"/>
    <w:rsid w:val="002B1E9B"/>
    <w:rsid w:val="002C05FA"/>
    <w:rsid w:val="002D4643"/>
    <w:rsid w:val="002E7277"/>
    <w:rsid w:val="002F285A"/>
    <w:rsid w:val="002F5CE7"/>
    <w:rsid w:val="003112B8"/>
    <w:rsid w:val="0031213F"/>
    <w:rsid w:val="00321123"/>
    <w:rsid w:val="00335BD9"/>
    <w:rsid w:val="0034262B"/>
    <w:rsid w:val="003516D4"/>
    <w:rsid w:val="00367545"/>
    <w:rsid w:val="0038032C"/>
    <w:rsid w:val="003A2A40"/>
    <w:rsid w:val="003C0485"/>
    <w:rsid w:val="003C4E0C"/>
    <w:rsid w:val="003D1561"/>
    <w:rsid w:val="00417071"/>
    <w:rsid w:val="00430E20"/>
    <w:rsid w:val="00434B70"/>
    <w:rsid w:val="00440313"/>
    <w:rsid w:val="004662BC"/>
    <w:rsid w:val="00470369"/>
    <w:rsid w:val="00484D2A"/>
    <w:rsid w:val="00487FBA"/>
    <w:rsid w:val="0049356C"/>
    <w:rsid w:val="004A19D2"/>
    <w:rsid w:val="004B1C71"/>
    <w:rsid w:val="004F1D55"/>
    <w:rsid w:val="004F726E"/>
    <w:rsid w:val="0051273F"/>
    <w:rsid w:val="0052197F"/>
    <w:rsid w:val="00523AB3"/>
    <w:rsid w:val="00527CE9"/>
    <w:rsid w:val="00534971"/>
    <w:rsid w:val="00534D9C"/>
    <w:rsid w:val="00535AB3"/>
    <w:rsid w:val="005378CA"/>
    <w:rsid w:val="005A667A"/>
    <w:rsid w:val="005B2854"/>
    <w:rsid w:val="005B2B58"/>
    <w:rsid w:val="005B7FCC"/>
    <w:rsid w:val="005D56F9"/>
    <w:rsid w:val="005F0300"/>
    <w:rsid w:val="00601EAA"/>
    <w:rsid w:val="006145BB"/>
    <w:rsid w:val="0065142B"/>
    <w:rsid w:val="006716FA"/>
    <w:rsid w:val="00681911"/>
    <w:rsid w:val="006C0C04"/>
    <w:rsid w:val="006C5198"/>
    <w:rsid w:val="006D5FC8"/>
    <w:rsid w:val="006F2FF6"/>
    <w:rsid w:val="00725EE0"/>
    <w:rsid w:val="00727574"/>
    <w:rsid w:val="0073562A"/>
    <w:rsid w:val="00775A8E"/>
    <w:rsid w:val="007A4F9A"/>
    <w:rsid w:val="007A7FF9"/>
    <w:rsid w:val="007B341D"/>
    <w:rsid w:val="007C7093"/>
    <w:rsid w:val="007D3DDE"/>
    <w:rsid w:val="007E739D"/>
    <w:rsid w:val="00824738"/>
    <w:rsid w:val="00825EDE"/>
    <w:rsid w:val="00834258"/>
    <w:rsid w:val="00850717"/>
    <w:rsid w:val="00855EF1"/>
    <w:rsid w:val="00866181"/>
    <w:rsid w:val="0088588E"/>
    <w:rsid w:val="008C3874"/>
    <w:rsid w:val="008E30D7"/>
    <w:rsid w:val="008F0AC1"/>
    <w:rsid w:val="00911E9B"/>
    <w:rsid w:val="0092068F"/>
    <w:rsid w:val="00935BEB"/>
    <w:rsid w:val="0097687A"/>
    <w:rsid w:val="00985634"/>
    <w:rsid w:val="00996752"/>
    <w:rsid w:val="0099690F"/>
    <w:rsid w:val="009A5F27"/>
    <w:rsid w:val="009B697B"/>
    <w:rsid w:val="009C69CC"/>
    <w:rsid w:val="009F2E62"/>
    <w:rsid w:val="00A00E1F"/>
    <w:rsid w:val="00A2389D"/>
    <w:rsid w:val="00A26B36"/>
    <w:rsid w:val="00A32815"/>
    <w:rsid w:val="00A5302F"/>
    <w:rsid w:val="00A77830"/>
    <w:rsid w:val="00A87177"/>
    <w:rsid w:val="00A95931"/>
    <w:rsid w:val="00AB03AF"/>
    <w:rsid w:val="00AB31F2"/>
    <w:rsid w:val="00AB65F6"/>
    <w:rsid w:val="00AC74DA"/>
    <w:rsid w:val="00AD1725"/>
    <w:rsid w:val="00AD6296"/>
    <w:rsid w:val="00AE6014"/>
    <w:rsid w:val="00B1699F"/>
    <w:rsid w:val="00B22118"/>
    <w:rsid w:val="00B26CDD"/>
    <w:rsid w:val="00B300D6"/>
    <w:rsid w:val="00B33814"/>
    <w:rsid w:val="00B576FA"/>
    <w:rsid w:val="00B755E9"/>
    <w:rsid w:val="00B901BD"/>
    <w:rsid w:val="00BC700F"/>
    <w:rsid w:val="00C31866"/>
    <w:rsid w:val="00C55CAC"/>
    <w:rsid w:val="00C7269B"/>
    <w:rsid w:val="00C80C6B"/>
    <w:rsid w:val="00C85A73"/>
    <w:rsid w:val="00C97EBD"/>
    <w:rsid w:val="00CB13DB"/>
    <w:rsid w:val="00CB28BC"/>
    <w:rsid w:val="00CB4FE0"/>
    <w:rsid w:val="00CB6E07"/>
    <w:rsid w:val="00CC3F30"/>
    <w:rsid w:val="00CC62C3"/>
    <w:rsid w:val="00CC6D72"/>
    <w:rsid w:val="00CE121F"/>
    <w:rsid w:val="00CF5AFB"/>
    <w:rsid w:val="00D13814"/>
    <w:rsid w:val="00D404F6"/>
    <w:rsid w:val="00D538C9"/>
    <w:rsid w:val="00D63196"/>
    <w:rsid w:val="00D70A25"/>
    <w:rsid w:val="00D76C07"/>
    <w:rsid w:val="00DA07DF"/>
    <w:rsid w:val="00DD09C9"/>
    <w:rsid w:val="00DF41D8"/>
    <w:rsid w:val="00E03D03"/>
    <w:rsid w:val="00E1083A"/>
    <w:rsid w:val="00E33E44"/>
    <w:rsid w:val="00E541E1"/>
    <w:rsid w:val="00E61AAF"/>
    <w:rsid w:val="00E63920"/>
    <w:rsid w:val="00E700F2"/>
    <w:rsid w:val="00E96322"/>
    <w:rsid w:val="00EA3722"/>
    <w:rsid w:val="00EB55F0"/>
    <w:rsid w:val="00ED0D64"/>
    <w:rsid w:val="00ED60A7"/>
    <w:rsid w:val="00EF74D5"/>
    <w:rsid w:val="00F246E9"/>
    <w:rsid w:val="00F254AE"/>
    <w:rsid w:val="00F30E2F"/>
    <w:rsid w:val="00F32339"/>
    <w:rsid w:val="00F66852"/>
    <w:rsid w:val="00F67213"/>
    <w:rsid w:val="00FA111D"/>
    <w:rsid w:val="00FB1EA8"/>
    <w:rsid w:val="00FC0F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DD7646"/>
  <w15:docId w15:val="{7E496E58-B066-421E-B1EB-E83EF7ED5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A111D"/>
    <w:rPr>
      <w:lang w:val="en-GB" w:eastAsia="en-GB"/>
    </w:rPr>
  </w:style>
  <w:style w:type="paragraph" w:styleId="Heading3">
    <w:name w:val="heading 3"/>
    <w:basedOn w:val="Normal"/>
    <w:next w:val="Normal"/>
    <w:link w:val="Heading3Char"/>
    <w:semiHidden/>
    <w:unhideWhenUsed/>
    <w:qFormat/>
    <w:rsid w:val="00996752"/>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rsid w:val="00FA111D"/>
    <w:pPr>
      <w:framePr w:w="7920" w:h="1980" w:hRule="exact" w:hSpace="180" w:wrap="auto" w:hAnchor="page" w:xAlign="center" w:yAlign="bottom"/>
      <w:ind w:left="2880"/>
    </w:pPr>
    <w:rPr>
      <w:rFonts w:ascii="Arial" w:hAnsi="Arial"/>
      <w:sz w:val="24"/>
    </w:rPr>
  </w:style>
  <w:style w:type="paragraph" w:customStyle="1" w:styleId="Style1">
    <w:name w:val="Style1"/>
    <w:basedOn w:val="Normal"/>
    <w:semiHidden/>
    <w:rsid w:val="007D3DDE"/>
    <w:rPr>
      <w:rFonts w:ascii="Arial" w:hAnsi="Arial" w:cs="Arial"/>
    </w:rPr>
  </w:style>
  <w:style w:type="paragraph" w:customStyle="1" w:styleId="Style2">
    <w:name w:val="Style2"/>
    <w:basedOn w:val="Normal"/>
    <w:autoRedefine/>
    <w:semiHidden/>
    <w:rsid w:val="007D3DDE"/>
    <w:pPr>
      <w:numPr>
        <w:numId w:val="2"/>
      </w:numPr>
    </w:pPr>
    <w:rPr>
      <w:rFonts w:ascii="Arial" w:hAnsi="Arial" w:cs="Arial"/>
    </w:rPr>
  </w:style>
  <w:style w:type="paragraph" w:customStyle="1" w:styleId="ICST-Title">
    <w:name w:val="ICST-Title"/>
    <w:link w:val="ICST-TitleChar"/>
    <w:qFormat/>
    <w:rsid w:val="0073562A"/>
    <w:pPr>
      <w:spacing w:after="340"/>
    </w:pPr>
    <w:rPr>
      <w:b/>
      <w:color w:val="1777A5"/>
      <w:sz w:val="41"/>
      <w:szCs w:val="41"/>
      <w:lang w:val="en-GB" w:eastAsia="en-GB"/>
    </w:rPr>
  </w:style>
  <w:style w:type="character" w:customStyle="1" w:styleId="ICST-TitleChar">
    <w:name w:val="ICST-Title Char"/>
    <w:link w:val="ICST-Title"/>
    <w:rsid w:val="0073562A"/>
    <w:rPr>
      <w:b/>
      <w:color w:val="1777A5"/>
      <w:sz w:val="41"/>
      <w:szCs w:val="41"/>
      <w:lang w:val="en-GB" w:eastAsia="en-GB" w:bidi="ar-SA"/>
    </w:rPr>
  </w:style>
  <w:style w:type="paragraph" w:customStyle="1" w:styleId="ICST-Authorname">
    <w:name w:val="ICST-Author name"/>
    <w:qFormat/>
    <w:rsid w:val="00775A8E"/>
    <w:pPr>
      <w:spacing w:after="340"/>
    </w:pPr>
    <w:rPr>
      <w:sz w:val="24"/>
      <w:szCs w:val="24"/>
      <w:lang w:val="en-GB" w:eastAsia="en-GB"/>
    </w:rPr>
  </w:style>
  <w:style w:type="paragraph" w:customStyle="1" w:styleId="ICST-Address">
    <w:name w:val="ICST-Address"/>
    <w:basedOn w:val="ICST-Title"/>
    <w:qFormat/>
    <w:rsid w:val="00775A8E"/>
    <w:pPr>
      <w:spacing w:after="0"/>
    </w:pPr>
    <w:rPr>
      <w:b w:val="0"/>
      <w:color w:val="auto"/>
      <w:sz w:val="20"/>
      <w:szCs w:val="20"/>
    </w:rPr>
  </w:style>
  <w:style w:type="paragraph" w:customStyle="1" w:styleId="ICST-Oddheader">
    <w:name w:val="ICST-Odd header"/>
    <w:basedOn w:val="Header"/>
    <w:link w:val="ICST-OddheaderChar"/>
    <w:qFormat/>
    <w:rsid w:val="00E541E1"/>
    <w:rPr>
      <w:rFonts w:ascii="Arial" w:hAnsi="Arial" w:cs="Arial"/>
      <w:sz w:val="18"/>
      <w:szCs w:val="18"/>
    </w:rPr>
  </w:style>
  <w:style w:type="paragraph" w:customStyle="1" w:styleId="ICST-Abstractheading">
    <w:name w:val="ICST-Abstract heading"/>
    <w:link w:val="ICST-AbstractheadingChar"/>
    <w:qFormat/>
    <w:rsid w:val="0073562A"/>
    <w:pPr>
      <w:spacing w:before="539" w:after="170"/>
      <w:ind w:right="680"/>
      <w:jc w:val="both"/>
    </w:pPr>
    <w:rPr>
      <w:rFonts w:ascii="Arial" w:hAnsi="Arial"/>
      <w:b/>
      <w:color w:val="1777A5"/>
      <w:sz w:val="24"/>
      <w:szCs w:val="24"/>
      <w:lang w:val="en-GB" w:eastAsia="en-GB"/>
    </w:rPr>
  </w:style>
  <w:style w:type="paragraph" w:customStyle="1" w:styleId="ICST-EvenHeader">
    <w:name w:val="ICST-Even Header"/>
    <w:basedOn w:val="Normal"/>
    <w:link w:val="ICST-EvenHeaderChar"/>
    <w:qFormat/>
    <w:rsid w:val="003A2A40"/>
    <w:pPr>
      <w:jc w:val="right"/>
    </w:pPr>
    <w:rPr>
      <w:rFonts w:ascii="Arial" w:hAnsi="Arial" w:cs="Arial"/>
      <w:sz w:val="18"/>
      <w:szCs w:val="18"/>
    </w:rPr>
  </w:style>
  <w:style w:type="paragraph" w:customStyle="1" w:styleId="ICST-Heading1">
    <w:name w:val="ICST-Heading 1"/>
    <w:qFormat/>
    <w:rsid w:val="0073562A"/>
    <w:pPr>
      <w:spacing w:before="400" w:after="200"/>
      <w:contextualSpacing/>
    </w:pPr>
    <w:rPr>
      <w:rFonts w:ascii="Arial" w:hAnsi="Arial" w:cs="Arial"/>
      <w:b/>
      <w:bCs/>
      <w:color w:val="1777A5"/>
      <w:sz w:val="24"/>
      <w:szCs w:val="24"/>
      <w:lang w:val="en-GB" w:eastAsia="en-GB"/>
    </w:rPr>
  </w:style>
  <w:style w:type="paragraph" w:customStyle="1" w:styleId="ICST-Bodytextnoindent">
    <w:name w:val="ICST-Body text no indent"/>
    <w:link w:val="ICST-BodytextnoindentChar"/>
    <w:qFormat/>
    <w:rsid w:val="006C0C04"/>
    <w:pPr>
      <w:contextualSpacing/>
      <w:jc w:val="both"/>
    </w:pPr>
    <w:rPr>
      <w:bCs/>
      <w:lang w:val="en-GB" w:eastAsia="en-GB"/>
    </w:rPr>
  </w:style>
  <w:style w:type="character" w:customStyle="1" w:styleId="ICST-BodytextnoindentChar">
    <w:name w:val="ICST-Body text no indent Char"/>
    <w:link w:val="ICST-Bodytextnoindent"/>
    <w:rsid w:val="006C0C04"/>
    <w:rPr>
      <w:bCs/>
      <w:lang w:val="en-GB" w:eastAsia="en-GB" w:bidi="ar-SA"/>
    </w:rPr>
  </w:style>
  <w:style w:type="paragraph" w:customStyle="1" w:styleId="ICST-Heading2">
    <w:name w:val="ICST-Heading 2"/>
    <w:qFormat/>
    <w:rsid w:val="0073562A"/>
    <w:pPr>
      <w:spacing w:before="340" w:after="227"/>
      <w:contextualSpacing/>
    </w:pPr>
    <w:rPr>
      <w:rFonts w:ascii="Arial" w:hAnsi="Arial"/>
      <w:color w:val="1777A5"/>
      <w:sz w:val="24"/>
      <w:szCs w:val="24"/>
      <w:lang w:val="en-GB" w:eastAsia="en-GB"/>
    </w:rPr>
  </w:style>
  <w:style w:type="character" w:customStyle="1" w:styleId="ICST-OddheaderChar">
    <w:name w:val="ICST-Odd header Char"/>
    <w:link w:val="ICST-Oddheader"/>
    <w:rsid w:val="00E541E1"/>
    <w:rPr>
      <w:rFonts w:ascii="Arial" w:hAnsi="Arial" w:cs="Arial"/>
      <w:sz w:val="18"/>
      <w:szCs w:val="18"/>
      <w:lang w:eastAsia="en-GB"/>
    </w:rPr>
  </w:style>
  <w:style w:type="paragraph" w:customStyle="1" w:styleId="ICST-Captions">
    <w:name w:val="ICST-Captions"/>
    <w:basedOn w:val="ICST-Bodytextnoindent"/>
    <w:link w:val="ICST-CaptionsChar"/>
    <w:qFormat/>
    <w:rsid w:val="00C31866"/>
    <w:pPr>
      <w:spacing w:before="454" w:after="454"/>
      <w:jc w:val="center"/>
    </w:pPr>
    <w:rPr>
      <w:rFonts w:ascii="Arial" w:hAnsi="Arial" w:cs="Arial"/>
    </w:rPr>
  </w:style>
  <w:style w:type="character" w:customStyle="1" w:styleId="ICST-CaptionsChar">
    <w:name w:val="ICST-Captions Char"/>
    <w:link w:val="ICST-Captions"/>
    <w:rsid w:val="00C31866"/>
    <w:rPr>
      <w:rFonts w:ascii="Arial" w:hAnsi="Arial" w:cs="Arial"/>
      <w:bCs/>
      <w:lang w:val="en-GB" w:eastAsia="en-GB" w:bidi="ar-SA"/>
    </w:rPr>
  </w:style>
  <w:style w:type="paragraph" w:customStyle="1" w:styleId="ICST-Equations">
    <w:name w:val="ICST-Equations"/>
    <w:basedOn w:val="ICST-Bodytextnoindent"/>
    <w:rsid w:val="003A2A40"/>
    <w:pPr>
      <w:jc w:val="right"/>
    </w:pPr>
    <w:rPr>
      <w:bCs w:val="0"/>
    </w:rPr>
  </w:style>
  <w:style w:type="paragraph" w:customStyle="1" w:styleId="Style3">
    <w:name w:val="Style3"/>
    <w:basedOn w:val="Normal"/>
    <w:semiHidden/>
    <w:rsid w:val="004662BC"/>
    <w:pPr>
      <w:tabs>
        <w:tab w:val="num" w:pos="947"/>
      </w:tabs>
      <w:ind w:left="947" w:hanging="360"/>
    </w:pPr>
  </w:style>
  <w:style w:type="character" w:customStyle="1" w:styleId="ICST-EvenHeaderChar">
    <w:name w:val="ICST-Even Header Char"/>
    <w:link w:val="ICST-EvenHeader"/>
    <w:rsid w:val="003A2A40"/>
    <w:rPr>
      <w:rFonts w:ascii="Arial" w:hAnsi="Arial" w:cs="Arial"/>
      <w:i/>
      <w:sz w:val="18"/>
      <w:szCs w:val="18"/>
      <w:lang w:eastAsia="en-GB"/>
    </w:rPr>
  </w:style>
  <w:style w:type="paragraph" w:customStyle="1" w:styleId="ICST-References">
    <w:name w:val="ICST-References"/>
    <w:qFormat/>
    <w:rsid w:val="004F1D55"/>
    <w:pPr>
      <w:numPr>
        <w:numId w:val="16"/>
      </w:numPr>
      <w:ind w:left="400" w:hanging="400"/>
      <w:jc w:val="both"/>
    </w:pPr>
    <w:rPr>
      <w:bCs/>
      <w:sz w:val="18"/>
      <w:szCs w:val="18"/>
      <w:lang w:val="en-GB" w:eastAsia="en-GB"/>
    </w:rPr>
  </w:style>
  <w:style w:type="paragraph" w:styleId="BalloonText">
    <w:name w:val="Balloon Text"/>
    <w:basedOn w:val="Normal"/>
    <w:link w:val="BalloonTextChar"/>
    <w:rsid w:val="00DF41D8"/>
    <w:rPr>
      <w:rFonts w:ascii="Tahoma" w:hAnsi="Tahoma" w:cs="Tahoma"/>
      <w:sz w:val="16"/>
      <w:szCs w:val="16"/>
    </w:rPr>
  </w:style>
  <w:style w:type="character" w:customStyle="1" w:styleId="BalloonTextChar">
    <w:name w:val="Balloon Text Char"/>
    <w:link w:val="BalloonText"/>
    <w:rsid w:val="00DF41D8"/>
    <w:rPr>
      <w:rFonts w:ascii="Tahoma" w:hAnsi="Tahoma" w:cs="Tahoma"/>
      <w:sz w:val="16"/>
      <w:szCs w:val="16"/>
      <w:lang w:eastAsia="en-GB"/>
    </w:rPr>
  </w:style>
  <w:style w:type="table" w:styleId="TableGrid">
    <w:name w:val="Table Grid"/>
    <w:basedOn w:val="TableNormal"/>
    <w:rsid w:val="00F323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CST-Introduction">
    <w:name w:val="ICST-Introduction"/>
    <w:basedOn w:val="ICST-Heading1"/>
    <w:qFormat/>
    <w:rsid w:val="0073562A"/>
    <w:pPr>
      <w:spacing w:before="340" w:after="227"/>
    </w:pPr>
  </w:style>
  <w:style w:type="paragraph" w:customStyle="1" w:styleId="ICST-Tabletext">
    <w:name w:val="ICST-Table text"/>
    <w:basedOn w:val="Normal"/>
    <w:qFormat/>
    <w:rsid w:val="003A2A40"/>
    <w:rPr>
      <w:rFonts w:ascii="Arial" w:hAnsi="Arial" w:cs="Arial"/>
      <w:bCs/>
      <w:sz w:val="18"/>
      <w:szCs w:val="18"/>
    </w:rPr>
  </w:style>
  <w:style w:type="paragraph" w:customStyle="1" w:styleId="ICST-Listnumbered">
    <w:name w:val="ICST-List (numbered)"/>
    <w:basedOn w:val="Normal"/>
    <w:link w:val="ICST-ListnumberedChar"/>
    <w:qFormat/>
    <w:rsid w:val="004F1D55"/>
    <w:pPr>
      <w:numPr>
        <w:numId w:val="14"/>
      </w:numPr>
      <w:spacing w:before="200" w:after="200"/>
      <w:ind w:left="397" w:hanging="170"/>
      <w:contextualSpacing/>
      <w:jc w:val="both"/>
    </w:pPr>
    <w:rPr>
      <w:bCs/>
      <w:szCs w:val="25"/>
    </w:rPr>
  </w:style>
  <w:style w:type="character" w:customStyle="1" w:styleId="ICST-ListnumberedChar">
    <w:name w:val="ICST-List (numbered) Char"/>
    <w:link w:val="ICST-Listnumbered"/>
    <w:rsid w:val="004F1D55"/>
    <w:rPr>
      <w:rFonts w:ascii="Arial" w:hAnsi="Arial" w:cs="Arial"/>
      <w:bCs/>
      <w:szCs w:val="25"/>
      <w:lang w:eastAsia="en-GB"/>
    </w:rPr>
  </w:style>
  <w:style w:type="character" w:customStyle="1" w:styleId="ewic-ListnumberedChar">
    <w:name w:val="ewic-List (numbered) Char"/>
    <w:rsid w:val="004F1D55"/>
    <w:rPr>
      <w:rFonts w:ascii="Arial" w:hAnsi="Arial" w:cs="Arial"/>
      <w:bCs/>
      <w:szCs w:val="25"/>
      <w:lang w:eastAsia="en-GB"/>
    </w:rPr>
  </w:style>
  <w:style w:type="paragraph" w:styleId="Header">
    <w:name w:val="header"/>
    <w:basedOn w:val="Normal"/>
    <w:link w:val="HeaderChar"/>
    <w:rsid w:val="00523AB3"/>
    <w:pPr>
      <w:tabs>
        <w:tab w:val="center" w:pos="4513"/>
        <w:tab w:val="right" w:pos="9026"/>
      </w:tabs>
    </w:pPr>
  </w:style>
  <w:style w:type="character" w:customStyle="1" w:styleId="HeaderChar">
    <w:name w:val="Header Char"/>
    <w:link w:val="Header"/>
    <w:rsid w:val="00523AB3"/>
    <w:rPr>
      <w:lang w:eastAsia="en-GB"/>
    </w:rPr>
  </w:style>
  <w:style w:type="paragraph" w:styleId="FootnoteText">
    <w:name w:val="footnote text"/>
    <w:basedOn w:val="Normal"/>
    <w:link w:val="FootnoteTextChar"/>
    <w:rsid w:val="005B2854"/>
    <w:rPr>
      <w:sz w:val="16"/>
    </w:rPr>
  </w:style>
  <w:style w:type="character" w:customStyle="1" w:styleId="FootnoteTextChar">
    <w:name w:val="Footnote Text Char"/>
    <w:link w:val="FootnoteText"/>
    <w:rsid w:val="005B2854"/>
    <w:rPr>
      <w:sz w:val="16"/>
      <w:lang w:val="en-GB" w:eastAsia="en-GB"/>
    </w:rPr>
  </w:style>
  <w:style w:type="character" w:styleId="FootnoteReference">
    <w:name w:val="footnote reference"/>
    <w:rsid w:val="00B901BD"/>
    <w:rPr>
      <w:vertAlign w:val="superscript"/>
    </w:rPr>
  </w:style>
  <w:style w:type="paragraph" w:styleId="Footer">
    <w:name w:val="footer"/>
    <w:basedOn w:val="Normal"/>
    <w:link w:val="FooterChar"/>
    <w:uiPriority w:val="99"/>
    <w:rsid w:val="00E63920"/>
    <w:pPr>
      <w:tabs>
        <w:tab w:val="center" w:pos="4680"/>
        <w:tab w:val="right" w:pos="9360"/>
      </w:tabs>
    </w:pPr>
  </w:style>
  <w:style w:type="character" w:customStyle="1" w:styleId="FooterChar">
    <w:name w:val="Footer Char"/>
    <w:link w:val="Footer"/>
    <w:uiPriority w:val="99"/>
    <w:rsid w:val="00E63920"/>
    <w:rPr>
      <w:lang w:eastAsia="en-GB"/>
    </w:rPr>
  </w:style>
  <w:style w:type="paragraph" w:customStyle="1" w:styleId="ICST-Bodytextwithindent">
    <w:name w:val="ICST-Body text with indent"/>
    <w:basedOn w:val="ICST-Bodytextnoindent"/>
    <w:link w:val="ICST-BodytextwithindentChar"/>
    <w:qFormat/>
    <w:rsid w:val="00F254AE"/>
    <w:pPr>
      <w:ind w:firstLine="227"/>
    </w:pPr>
  </w:style>
  <w:style w:type="paragraph" w:customStyle="1" w:styleId="ICST-Acknowlegementtext">
    <w:name w:val="ICST-Acknowlegement text"/>
    <w:basedOn w:val="ICST-Bodytextnoindent"/>
    <w:link w:val="ICST-AcknowlegementtextChar"/>
    <w:qFormat/>
    <w:rsid w:val="006C0C04"/>
    <w:rPr>
      <w:sz w:val="18"/>
      <w:szCs w:val="18"/>
    </w:rPr>
  </w:style>
  <w:style w:type="character" w:customStyle="1" w:styleId="ICST-BodytextwithindentChar">
    <w:name w:val="ICST-Body text with indent Char"/>
    <w:link w:val="ICST-Bodytextwithindent"/>
    <w:rsid w:val="00F254AE"/>
    <w:rPr>
      <w:bCs/>
      <w:lang w:val="en-GB" w:eastAsia="en-GB" w:bidi="ar-SA"/>
    </w:rPr>
  </w:style>
  <w:style w:type="paragraph" w:customStyle="1" w:styleId="ICST-Acknowledgementheading">
    <w:name w:val="ICST-Acknowledgement heading"/>
    <w:basedOn w:val="ICST-Acknowlegementtext"/>
    <w:link w:val="ICST-AcknowledgementheadingChar"/>
    <w:qFormat/>
    <w:rsid w:val="0073562A"/>
    <w:pPr>
      <w:spacing w:before="340"/>
    </w:pPr>
    <w:rPr>
      <w:rFonts w:ascii="Arial" w:hAnsi="Arial" w:cs="Arial"/>
      <w:b/>
      <w:color w:val="1777A5"/>
      <w:sz w:val="20"/>
    </w:rPr>
  </w:style>
  <w:style w:type="character" w:customStyle="1" w:styleId="ICST-AcknowlegementtextChar">
    <w:name w:val="ICST-Acknowlegement text Char"/>
    <w:link w:val="ICST-Acknowlegementtext"/>
    <w:rsid w:val="006C0C04"/>
    <w:rPr>
      <w:bCs/>
      <w:sz w:val="18"/>
      <w:szCs w:val="18"/>
      <w:lang w:val="en-GB" w:eastAsia="en-GB" w:bidi="ar-SA"/>
    </w:rPr>
  </w:style>
  <w:style w:type="paragraph" w:customStyle="1" w:styleId="ICST-abstracttext">
    <w:name w:val="ICST-abstract text"/>
    <w:basedOn w:val="ICST-Abstractheading"/>
    <w:link w:val="ICST-abstracttextChar"/>
    <w:qFormat/>
    <w:rsid w:val="0073562A"/>
    <w:pPr>
      <w:shd w:val="clear" w:color="auto" w:fill="1777A5"/>
      <w:spacing w:before="0" w:after="0"/>
      <w:ind w:left="227" w:right="0"/>
    </w:pPr>
    <w:rPr>
      <w:rFonts w:ascii="Times New Roman" w:hAnsi="Times New Roman"/>
      <w:b w:val="0"/>
      <w:color w:val="FFFFFF"/>
      <w:sz w:val="20"/>
      <w:szCs w:val="20"/>
    </w:rPr>
  </w:style>
  <w:style w:type="character" w:customStyle="1" w:styleId="ICST-AcknowledgementheadingChar">
    <w:name w:val="ICST-Acknowledgement heading Char"/>
    <w:link w:val="ICST-Acknowledgementheading"/>
    <w:rsid w:val="0073562A"/>
    <w:rPr>
      <w:rFonts w:ascii="Arial" w:hAnsi="Arial" w:cs="Arial"/>
      <w:b/>
      <w:bCs w:val="0"/>
      <w:color w:val="1777A5"/>
      <w:sz w:val="18"/>
      <w:szCs w:val="18"/>
      <w:lang w:val="en-GB" w:eastAsia="en-GB" w:bidi="ar-SA"/>
    </w:rPr>
  </w:style>
  <w:style w:type="paragraph" w:customStyle="1" w:styleId="ICST-Heading3">
    <w:name w:val="ICST-Heading 3"/>
    <w:basedOn w:val="ICST-Acknowledgementheading"/>
    <w:next w:val="Heading3"/>
    <w:link w:val="ICST-Heading3Char"/>
    <w:qFormat/>
    <w:rsid w:val="0073562A"/>
    <w:pPr>
      <w:spacing w:before="227"/>
    </w:pPr>
    <w:rPr>
      <w:szCs w:val="20"/>
    </w:rPr>
  </w:style>
  <w:style w:type="character" w:customStyle="1" w:styleId="ICST-AbstractheadingChar">
    <w:name w:val="ICST-Abstract heading Char"/>
    <w:link w:val="ICST-Abstractheading"/>
    <w:rsid w:val="0073562A"/>
    <w:rPr>
      <w:rFonts w:ascii="Arial" w:hAnsi="Arial"/>
      <w:b/>
      <w:color w:val="1777A5"/>
      <w:sz w:val="24"/>
      <w:szCs w:val="24"/>
      <w:lang w:val="en-GB" w:eastAsia="en-GB" w:bidi="ar-SA"/>
    </w:rPr>
  </w:style>
  <w:style w:type="character" w:customStyle="1" w:styleId="ICST-abstracttextChar">
    <w:name w:val="ICST-abstract text Char"/>
    <w:link w:val="ICST-abstracttext"/>
    <w:rsid w:val="0073562A"/>
    <w:rPr>
      <w:rFonts w:ascii="Arial" w:hAnsi="Arial"/>
      <w:b/>
      <w:color w:val="FFFFFF"/>
      <w:sz w:val="24"/>
      <w:szCs w:val="24"/>
      <w:shd w:val="clear" w:color="auto" w:fill="1777A5"/>
      <w:lang w:val="en-GB" w:eastAsia="en-GB" w:bidi="ar-SA"/>
    </w:rPr>
  </w:style>
  <w:style w:type="paragraph" w:customStyle="1" w:styleId="ICST-Bulletedlist">
    <w:name w:val="ICST-Bulleted list"/>
    <w:basedOn w:val="ICST-Listnumbered"/>
    <w:link w:val="ICST-BulletedlistChar"/>
    <w:qFormat/>
    <w:rsid w:val="009B697B"/>
    <w:pPr>
      <w:numPr>
        <w:numId w:val="17"/>
      </w:numPr>
      <w:ind w:left="397" w:hanging="170"/>
    </w:pPr>
  </w:style>
  <w:style w:type="character" w:customStyle="1" w:styleId="ICST-Heading3Char">
    <w:name w:val="ICST-Heading 3 Char"/>
    <w:link w:val="ICST-Heading3"/>
    <w:rsid w:val="0073562A"/>
    <w:rPr>
      <w:rFonts w:ascii="Arial" w:hAnsi="Arial" w:cs="Arial"/>
      <w:b/>
      <w:bCs w:val="0"/>
      <w:color w:val="1777A5"/>
      <w:sz w:val="18"/>
      <w:szCs w:val="18"/>
      <w:lang w:val="en-GB" w:eastAsia="en-GB" w:bidi="ar-SA"/>
    </w:rPr>
  </w:style>
  <w:style w:type="paragraph" w:customStyle="1" w:styleId="ICST-Keywords">
    <w:name w:val="ICST-Keywords"/>
    <w:basedOn w:val="Normal"/>
    <w:link w:val="ICST-KeywordsChar"/>
    <w:uiPriority w:val="99"/>
    <w:qFormat/>
    <w:rsid w:val="004F1D55"/>
    <w:pPr>
      <w:spacing w:before="227" w:after="190"/>
      <w:ind w:left="227"/>
      <w:jc w:val="both"/>
    </w:pPr>
    <w:rPr>
      <w:sz w:val="18"/>
      <w:szCs w:val="48"/>
    </w:rPr>
  </w:style>
  <w:style w:type="character" w:customStyle="1" w:styleId="ICST-BulletedlistChar">
    <w:name w:val="ICST-Bulleted list Char"/>
    <w:link w:val="ICST-Bulletedlist"/>
    <w:rsid w:val="009B697B"/>
    <w:rPr>
      <w:rFonts w:ascii="Arial" w:hAnsi="Arial" w:cs="Arial"/>
      <w:bCs/>
      <w:szCs w:val="25"/>
      <w:lang w:eastAsia="en-GB"/>
    </w:rPr>
  </w:style>
  <w:style w:type="paragraph" w:customStyle="1" w:styleId="ICST-Footnotetext">
    <w:name w:val="ICST-Footnote text"/>
    <w:basedOn w:val="FootnoteText"/>
    <w:link w:val="ICST-FootnotetextChar"/>
    <w:rsid w:val="009B697B"/>
    <w:rPr>
      <w:szCs w:val="16"/>
    </w:rPr>
  </w:style>
  <w:style w:type="character" w:customStyle="1" w:styleId="ICST-FootnotetextChar">
    <w:name w:val="ICST-Footnote text Char"/>
    <w:link w:val="ICST-Footnotetext"/>
    <w:rsid w:val="009B697B"/>
    <w:rPr>
      <w:sz w:val="16"/>
      <w:szCs w:val="16"/>
      <w:lang w:eastAsia="en-GB"/>
    </w:rPr>
  </w:style>
  <w:style w:type="character" w:customStyle="1" w:styleId="ICST-KeywordsChar">
    <w:name w:val="ICST-Keywords Char"/>
    <w:link w:val="ICST-Keywords"/>
    <w:uiPriority w:val="99"/>
    <w:rsid w:val="004F1D55"/>
    <w:rPr>
      <w:rFonts w:ascii="Arial" w:hAnsi="Arial"/>
      <w:i/>
      <w:sz w:val="18"/>
      <w:szCs w:val="48"/>
      <w:lang w:eastAsia="en-GB"/>
    </w:rPr>
  </w:style>
  <w:style w:type="character" w:customStyle="1" w:styleId="Heading3Char">
    <w:name w:val="Heading 3 Char"/>
    <w:link w:val="Heading3"/>
    <w:semiHidden/>
    <w:rsid w:val="00996752"/>
    <w:rPr>
      <w:rFonts w:ascii="Cambria" w:eastAsia="Times New Roman" w:hAnsi="Cambria" w:cs="Times New Roman"/>
      <w:b/>
      <w:bCs/>
      <w:color w:val="4F81BD"/>
      <w:lang w:eastAsia="en-GB"/>
    </w:rPr>
  </w:style>
  <w:style w:type="character" w:styleId="Hyperlink">
    <w:name w:val="Hyperlink"/>
    <w:unhideWhenUsed/>
    <w:rsid w:val="006D5FC8"/>
    <w:rPr>
      <w:color w:val="0563C1"/>
      <w:u w:val="single"/>
    </w:rPr>
  </w:style>
  <w:style w:type="character" w:styleId="UnresolvedMention">
    <w:name w:val="Unresolved Mention"/>
    <w:uiPriority w:val="99"/>
    <w:semiHidden/>
    <w:unhideWhenUsed/>
    <w:rsid w:val="006D5FC8"/>
    <w:rPr>
      <w:color w:val="605E5C"/>
      <w:shd w:val="clear" w:color="auto" w:fill="E1DFDD"/>
    </w:rPr>
  </w:style>
  <w:style w:type="character" w:styleId="CommentReference">
    <w:name w:val="annotation reference"/>
    <w:semiHidden/>
    <w:unhideWhenUsed/>
    <w:rsid w:val="00850717"/>
    <w:rPr>
      <w:sz w:val="16"/>
      <w:szCs w:val="16"/>
    </w:rPr>
  </w:style>
  <w:style w:type="paragraph" w:styleId="CommentText">
    <w:name w:val="annotation text"/>
    <w:basedOn w:val="Normal"/>
    <w:link w:val="CommentTextChar"/>
    <w:semiHidden/>
    <w:unhideWhenUsed/>
    <w:rsid w:val="00850717"/>
  </w:style>
  <w:style w:type="character" w:customStyle="1" w:styleId="CommentTextChar">
    <w:name w:val="Comment Text Char"/>
    <w:link w:val="CommentText"/>
    <w:semiHidden/>
    <w:rsid w:val="00850717"/>
    <w:rPr>
      <w:lang w:val="en-GB" w:eastAsia="en-GB"/>
    </w:rPr>
  </w:style>
  <w:style w:type="paragraph" w:styleId="CommentSubject">
    <w:name w:val="annotation subject"/>
    <w:basedOn w:val="CommentText"/>
    <w:next w:val="CommentText"/>
    <w:link w:val="CommentSubjectChar"/>
    <w:semiHidden/>
    <w:unhideWhenUsed/>
    <w:rsid w:val="00850717"/>
    <w:rPr>
      <w:b/>
      <w:bCs/>
    </w:rPr>
  </w:style>
  <w:style w:type="character" w:customStyle="1" w:styleId="CommentSubjectChar">
    <w:name w:val="Comment Subject Char"/>
    <w:link w:val="CommentSubject"/>
    <w:semiHidden/>
    <w:rsid w:val="00850717"/>
    <w:rPr>
      <w:b/>
      <w:bC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625290">
      <w:bodyDiv w:val="1"/>
      <w:marLeft w:val="0"/>
      <w:marRight w:val="0"/>
      <w:marTop w:val="0"/>
      <w:marBottom w:val="0"/>
      <w:divBdr>
        <w:top w:val="none" w:sz="0" w:space="0" w:color="auto"/>
        <w:left w:val="none" w:sz="0" w:space="0" w:color="auto"/>
        <w:bottom w:val="none" w:sz="0" w:space="0" w:color="auto"/>
        <w:right w:val="none" w:sz="0" w:space="0" w:color="auto"/>
      </w:divBdr>
      <w:divsChild>
        <w:div w:id="1147160385">
          <w:marLeft w:val="0"/>
          <w:marRight w:val="0"/>
          <w:marTop w:val="100"/>
          <w:marBottom w:val="100"/>
          <w:divBdr>
            <w:top w:val="none" w:sz="0" w:space="0" w:color="auto"/>
            <w:left w:val="none" w:sz="0" w:space="0" w:color="auto"/>
            <w:bottom w:val="none" w:sz="0" w:space="0" w:color="auto"/>
            <w:right w:val="none" w:sz="0" w:space="0" w:color="auto"/>
          </w:divBdr>
          <w:divsChild>
            <w:div w:id="1734155625">
              <w:marLeft w:val="0"/>
              <w:marRight w:val="0"/>
              <w:marTop w:val="0"/>
              <w:marBottom w:val="0"/>
              <w:divBdr>
                <w:top w:val="none" w:sz="0" w:space="0" w:color="auto"/>
                <w:left w:val="none" w:sz="0" w:space="0" w:color="auto"/>
                <w:bottom w:val="none" w:sz="0" w:space="0" w:color="auto"/>
                <w:right w:val="none" w:sz="0" w:space="0" w:color="auto"/>
              </w:divBdr>
              <w:divsChild>
                <w:div w:id="773981113">
                  <w:marLeft w:val="225"/>
                  <w:marRight w:val="225"/>
                  <w:marTop w:val="0"/>
                  <w:marBottom w:val="0"/>
                  <w:divBdr>
                    <w:top w:val="none" w:sz="0" w:space="0" w:color="auto"/>
                    <w:left w:val="none" w:sz="0" w:space="0" w:color="auto"/>
                    <w:bottom w:val="none" w:sz="0" w:space="0" w:color="auto"/>
                    <w:right w:val="none" w:sz="0" w:space="0" w:color="auto"/>
                  </w:divBdr>
                  <w:divsChild>
                    <w:div w:id="168231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208409">
      <w:bodyDiv w:val="1"/>
      <w:marLeft w:val="0"/>
      <w:marRight w:val="0"/>
      <w:marTop w:val="0"/>
      <w:marBottom w:val="0"/>
      <w:divBdr>
        <w:top w:val="none" w:sz="0" w:space="0" w:color="auto"/>
        <w:left w:val="none" w:sz="0" w:space="0" w:color="auto"/>
        <w:bottom w:val="none" w:sz="0" w:space="0" w:color="auto"/>
        <w:right w:val="none" w:sz="0" w:space="0" w:color="auto"/>
      </w:divBdr>
    </w:div>
    <w:div w:id="1924605252">
      <w:bodyDiv w:val="1"/>
      <w:marLeft w:val="0"/>
      <w:marRight w:val="0"/>
      <w:marTop w:val="0"/>
      <w:marBottom w:val="0"/>
      <w:divBdr>
        <w:top w:val="none" w:sz="0" w:space="0" w:color="auto"/>
        <w:left w:val="none" w:sz="0" w:space="0" w:color="auto"/>
        <w:bottom w:val="none" w:sz="0" w:space="0" w:color="auto"/>
        <w:right w:val="none" w:sz="0" w:space="0" w:color="auto"/>
      </w:divBdr>
      <w:divsChild>
        <w:div w:id="1272778739">
          <w:marLeft w:val="0"/>
          <w:marRight w:val="0"/>
          <w:marTop w:val="100"/>
          <w:marBottom w:val="100"/>
          <w:divBdr>
            <w:top w:val="none" w:sz="0" w:space="0" w:color="auto"/>
            <w:left w:val="none" w:sz="0" w:space="0" w:color="auto"/>
            <w:bottom w:val="none" w:sz="0" w:space="0" w:color="auto"/>
            <w:right w:val="none" w:sz="0" w:space="0" w:color="auto"/>
          </w:divBdr>
          <w:divsChild>
            <w:div w:id="1473982623">
              <w:marLeft w:val="0"/>
              <w:marRight w:val="0"/>
              <w:marTop w:val="0"/>
              <w:marBottom w:val="0"/>
              <w:divBdr>
                <w:top w:val="none" w:sz="0" w:space="0" w:color="auto"/>
                <w:left w:val="none" w:sz="0" w:space="0" w:color="auto"/>
                <w:bottom w:val="none" w:sz="0" w:space="0" w:color="auto"/>
                <w:right w:val="none" w:sz="0" w:space="0" w:color="auto"/>
              </w:divBdr>
              <w:divsChild>
                <w:div w:id="1741705457">
                  <w:marLeft w:val="225"/>
                  <w:marRight w:val="225"/>
                  <w:marTop w:val="0"/>
                  <w:marBottom w:val="0"/>
                  <w:divBdr>
                    <w:top w:val="none" w:sz="0" w:space="0" w:color="auto"/>
                    <w:left w:val="none" w:sz="0" w:space="0" w:color="auto"/>
                    <w:bottom w:val="none" w:sz="0" w:space="0" w:color="auto"/>
                    <w:right w:val="none" w:sz="0" w:space="0" w:color="auto"/>
                  </w:divBdr>
                  <w:divsChild>
                    <w:div w:id="205731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diagramColors" Target="diagrams/colors1.xml"/><Relationship Id="rId26"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diagramQuickStyle" Target="diagrams/quickStyle1.xml"/><Relationship Id="rId25" Type="http://schemas.openxmlformats.org/officeDocument/2006/relationships/diagramColors" Target="diagrams/colors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image" Target="media/image2.png"/><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diagramQuickStyle" Target="diagrams/quickStyle2.xm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diagramLayout" Target="diagrams/layout2.xml"/><Relationship Id="rId28" Type="http://schemas.openxmlformats.org/officeDocument/2006/relationships/header" Target="header5.xml"/><Relationship Id="rId10" Type="http://schemas.openxmlformats.org/officeDocument/2006/relationships/header" Target="header2.xml"/><Relationship Id="rId19" Type="http://schemas.microsoft.com/office/2007/relationships/diagramDrawing" Target="diagrams/drawing1.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diagramData" Target="diagrams/data2.xml"/><Relationship Id="rId27" Type="http://schemas.openxmlformats.org/officeDocument/2006/relationships/header" Target="header4.xml"/><Relationship Id="rId30" Type="http://schemas.openxmlformats.org/officeDocument/2006/relationships/image" Target="media/image4.png"/><Relationship Id="rId8" Type="http://schemas.openxmlformats.org/officeDocument/2006/relationships/hyperlink" Target="https://creativecommons.org/licenses/by-nc-sa/4.0/" TargetMode="External"/></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5.wmf"/></Relationships>
</file>

<file path=word/_rels/footnotes.xml.rels><?xml version="1.0" encoding="UTF-8" standalone="yes"?>
<Relationships xmlns="http://schemas.openxmlformats.org/package/2006/relationships"><Relationship Id="rId1" Type="http://schemas.openxmlformats.org/officeDocument/2006/relationships/hyperlink" Target="mailto:author@emailaddress.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a\Desktop\ESCRIPTS%20-%20manuals%20and%20templates\EAI%20Endorsed%20Transactions%20Word%202000%20Template.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E38B320-CBA8-44BE-8E04-8E75D2C60D98}" type="doc">
      <dgm:prSet loTypeId="urn:microsoft.com/office/officeart/2005/8/layout/orgChart1" loCatId="hierarchy" qsTypeId="urn:microsoft.com/office/officeart/2005/8/quickstyle/simple1" qsCatId="simple" csTypeId="urn:microsoft.com/office/officeart/2005/8/colors/accent1_2" csCatId="accent1"/>
      <dgm:spPr/>
    </dgm:pt>
    <dgm:pt modelId="{CAE49AD8-286E-4EE0-9C57-E2647C2965BE}">
      <dgm:prSet/>
      <dgm:spPr>
        <a:xfrm>
          <a:off x="1010368" y="181028"/>
          <a:ext cx="834857" cy="417428"/>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endParaRPr lang="en-GB">
            <a:solidFill>
              <a:sysClr val="window" lastClr="FFFFFF"/>
            </a:solidFill>
            <a:latin typeface="Calibri" panose="020F0502020204030204"/>
            <a:ea typeface="+mn-ea"/>
            <a:cs typeface="+mn-cs"/>
          </a:endParaRPr>
        </a:p>
      </dgm:t>
    </dgm:pt>
    <dgm:pt modelId="{783A351C-FDDB-4413-8173-35FB46E767BA}" type="parTrans" cxnId="{25935F04-514C-46F8-99DC-AF4569969474}">
      <dgm:prSet/>
      <dgm:spPr/>
      <dgm:t>
        <a:bodyPr/>
        <a:lstStyle/>
        <a:p>
          <a:endParaRPr lang="en-GB"/>
        </a:p>
      </dgm:t>
    </dgm:pt>
    <dgm:pt modelId="{2AAEFE68-C7BF-4B7B-899B-17FFD47FF950}" type="sibTrans" cxnId="{25935F04-514C-46F8-99DC-AF4569969474}">
      <dgm:prSet/>
      <dgm:spPr/>
      <dgm:t>
        <a:bodyPr/>
        <a:lstStyle/>
        <a:p>
          <a:endParaRPr lang="en-GB"/>
        </a:p>
      </dgm:t>
    </dgm:pt>
    <dgm:pt modelId="{C31F2A38-EE6F-4469-BC38-1A1DCED92741}">
      <dgm:prSet/>
      <dgm:spPr>
        <a:xfrm>
          <a:off x="191" y="773777"/>
          <a:ext cx="834857" cy="417428"/>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endParaRPr lang="en-GB">
            <a:solidFill>
              <a:sysClr val="window" lastClr="FFFFFF"/>
            </a:solidFill>
            <a:latin typeface="Calibri" panose="020F0502020204030204"/>
            <a:ea typeface="+mn-ea"/>
            <a:cs typeface="+mn-cs"/>
          </a:endParaRPr>
        </a:p>
      </dgm:t>
    </dgm:pt>
    <dgm:pt modelId="{B6A22B60-E56B-4925-81AB-EAC1E2378559}" type="parTrans" cxnId="{42AF524F-8AD7-4F68-A0AD-7E22FA6A02B6}">
      <dgm:prSet/>
      <dgm:spPr>
        <a:xfrm>
          <a:off x="417620" y="598457"/>
          <a:ext cx="1010177" cy="175320"/>
        </a:xfrm>
        <a:custGeom>
          <a:avLst/>
          <a:gdLst/>
          <a:ahLst/>
          <a:cxnLst/>
          <a:rect l="0" t="0" r="0" b="0"/>
          <a:pathLst>
            <a:path>
              <a:moveTo>
                <a:pt x="1010177" y="0"/>
              </a:moveTo>
              <a:lnTo>
                <a:pt x="1010177" y="87660"/>
              </a:lnTo>
              <a:lnTo>
                <a:pt x="0" y="87660"/>
              </a:lnTo>
              <a:lnTo>
                <a:pt x="0" y="17532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GB"/>
        </a:p>
      </dgm:t>
    </dgm:pt>
    <dgm:pt modelId="{868454BC-E516-40C7-B3B5-18D7953412AF}" type="sibTrans" cxnId="{42AF524F-8AD7-4F68-A0AD-7E22FA6A02B6}">
      <dgm:prSet/>
      <dgm:spPr/>
      <dgm:t>
        <a:bodyPr/>
        <a:lstStyle/>
        <a:p>
          <a:endParaRPr lang="en-GB"/>
        </a:p>
      </dgm:t>
    </dgm:pt>
    <dgm:pt modelId="{B226234E-BD2F-43E8-BB52-57E637FAEEE2}">
      <dgm:prSet/>
      <dgm:spPr>
        <a:xfrm>
          <a:off x="1010368" y="808657"/>
          <a:ext cx="834857" cy="417428"/>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endParaRPr lang="en-GB">
            <a:solidFill>
              <a:sysClr val="window" lastClr="FFFFFF"/>
            </a:solidFill>
            <a:latin typeface="Calibri" panose="020F0502020204030204"/>
            <a:ea typeface="+mn-ea"/>
            <a:cs typeface="+mn-cs"/>
          </a:endParaRPr>
        </a:p>
      </dgm:t>
    </dgm:pt>
    <dgm:pt modelId="{84B0840F-7F12-46E2-9C6F-8CC296ADD19E}" type="parTrans" cxnId="{8C9BD2B8-B7C5-4C04-9203-413B1479242C}">
      <dgm:prSet/>
      <dgm:spPr>
        <a:xfrm>
          <a:off x="1382077" y="598457"/>
          <a:ext cx="91440" cy="210200"/>
        </a:xfrm>
        <a:custGeom>
          <a:avLst/>
          <a:gdLst/>
          <a:ahLst/>
          <a:cxnLst/>
          <a:rect l="0" t="0" r="0" b="0"/>
          <a:pathLst>
            <a:path>
              <a:moveTo>
                <a:pt x="45720" y="0"/>
              </a:moveTo>
              <a:lnTo>
                <a:pt x="45720" y="21020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GB"/>
        </a:p>
      </dgm:t>
    </dgm:pt>
    <dgm:pt modelId="{0C6A6957-7D3E-448E-9058-6DC69B2C21EF}" type="sibTrans" cxnId="{8C9BD2B8-B7C5-4C04-9203-413B1479242C}">
      <dgm:prSet/>
      <dgm:spPr/>
      <dgm:t>
        <a:bodyPr/>
        <a:lstStyle/>
        <a:p>
          <a:endParaRPr lang="en-GB"/>
        </a:p>
      </dgm:t>
    </dgm:pt>
    <dgm:pt modelId="{5ED7666C-9917-4701-A158-B269D222C950}">
      <dgm:prSet/>
      <dgm:spPr>
        <a:xfrm>
          <a:off x="2020546" y="773777"/>
          <a:ext cx="834857" cy="417428"/>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endParaRPr lang="en-GB">
            <a:solidFill>
              <a:sysClr val="window" lastClr="FFFFFF"/>
            </a:solidFill>
            <a:latin typeface="Calibri" panose="020F0502020204030204"/>
            <a:ea typeface="+mn-ea"/>
            <a:cs typeface="+mn-cs"/>
          </a:endParaRPr>
        </a:p>
      </dgm:t>
    </dgm:pt>
    <dgm:pt modelId="{3659A66C-7935-47A1-9A9E-FE0ECF317E80}" type="parTrans" cxnId="{F8963A7E-4924-43EC-97DE-2F136E975FBB}">
      <dgm:prSet/>
      <dgm:spPr>
        <a:xfrm>
          <a:off x="1427797" y="598457"/>
          <a:ext cx="1010177" cy="175320"/>
        </a:xfrm>
        <a:custGeom>
          <a:avLst/>
          <a:gdLst/>
          <a:ahLst/>
          <a:cxnLst/>
          <a:rect l="0" t="0" r="0" b="0"/>
          <a:pathLst>
            <a:path>
              <a:moveTo>
                <a:pt x="0" y="0"/>
              </a:moveTo>
              <a:lnTo>
                <a:pt x="0" y="87660"/>
              </a:lnTo>
              <a:lnTo>
                <a:pt x="1010177" y="87660"/>
              </a:lnTo>
              <a:lnTo>
                <a:pt x="1010177" y="17532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GB"/>
        </a:p>
      </dgm:t>
    </dgm:pt>
    <dgm:pt modelId="{58439A1F-F28D-458B-89DA-285927CAA46B}" type="sibTrans" cxnId="{F8963A7E-4924-43EC-97DE-2F136E975FBB}">
      <dgm:prSet/>
      <dgm:spPr/>
      <dgm:t>
        <a:bodyPr/>
        <a:lstStyle/>
        <a:p>
          <a:endParaRPr lang="en-GB"/>
        </a:p>
      </dgm:t>
    </dgm:pt>
    <dgm:pt modelId="{A2078319-43CA-4D97-A5D4-6311E60E0551}" type="pres">
      <dgm:prSet presAssocID="{FE38B320-CBA8-44BE-8E04-8E75D2C60D98}" presName="hierChild1" presStyleCnt="0">
        <dgm:presLayoutVars>
          <dgm:orgChart val="1"/>
          <dgm:chPref val="1"/>
          <dgm:dir/>
          <dgm:animOne val="branch"/>
          <dgm:animLvl val="lvl"/>
          <dgm:resizeHandles/>
        </dgm:presLayoutVars>
      </dgm:prSet>
      <dgm:spPr/>
    </dgm:pt>
    <dgm:pt modelId="{BFD6A2CB-4E16-49C3-A198-ADB4C8394678}" type="pres">
      <dgm:prSet presAssocID="{CAE49AD8-286E-4EE0-9C57-E2647C2965BE}" presName="hierRoot1" presStyleCnt="0">
        <dgm:presLayoutVars>
          <dgm:hierBranch/>
        </dgm:presLayoutVars>
      </dgm:prSet>
      <dgm:spPr/>
    </dgm:pt>
    <dgm:pt modelId="{753B88BA-C6A5-46B6-B60C-9BB7D4727C99}" type="pres">
      <dgm:prSet presAssocID="{CAE49AD8-286E-4EE0-9C57-E2647C2965BE}" presName="rootComposite1" presStyleCnt="0"/>
      <dgm:spPr/>
    </dgm:pt>
    <dgm:pt modelId="{C8558EA5-92D4-4CDE-AC6C-20406B586737}" type="pres">
      <dgm:prSet presAssocID="{CAE49AD8-286E-4EE0-9C57-E2647C2965BE}" presName="rootText1" presStyleLbl="node0" presStyleIdx="0" presStyleCnt="1">
        <dgm:presLayoutVars>
          <dgm:chPref val="3"/>
        </dgm:presLayoutVars>
      </dgm:prSet>
      <dgm:spPr/>
    </dgm:pt>
    <dgm:pt modelId="{CF8D8483-26D4-4E0A-AC9A-6AC4652F552C}" type="pres">
      <dgm:prSet presAssocID="{CAE49AD8-286E-4EE0-9C57-E2647C2965BE}" presName="rootConnector1" presStyleLbl="node1" presStyleIdx="0" presStyleCnt="0"/>
      <dgm:spPr/>
    </dgm:pt>
    <dgm:pt modelId="{AA4546A5-F399-4F30-B37A-7D89E89A6A32}" type="pres">
      <dgm:prSet presAssocID="{CAE49AD8-286E-4EE0-9C57-E2647C2965BE}" presName="hierChild2" presStyleCnt="0"/>
      <dgm:spPr/>
    </dgm:pt>
    <dgm:pt modelId="{D8570125-2896-43B4-9FA3-330752C32892}" type="pres">
      <dgm:prSet presAssocID="{B6A22B60-E56B-4925-81AB-EAC1E2378559}" presName="Name35" presStyleLbl="parChTrans1D2" presStyleIdx="0" presStyleCnt="3"/>
      <dgm:spPr/>
    </dgm:pt>
    <dgm:pt modelId="{4E33F24A-51CB-4264-9A9D-AA14D1CCD9A2}" type="pres">
      <dgm:prSet presAssocID="{C31F2A38-EE6F-4469-BC38-1A1DCED92741}" presName="hierRoot2" presStyleCnt="0">
        <dgm:presLayoutVars>
          <dgm:hierBranch/>
        </dgm:presLayoutVars>
      </dgm:prSet>
      <dgm:spPr/>
    </dgm:pt>
    <dgm:pt modelId="{07EA03C4-F68B-490B-9407-D28C9E2DD528}" type="pres">
      <dgm:prSet presAssocID="{C31F2A38-EE6F-4469-BC38-1A1DCED92741}" presName="rootComposite" presStyleCnt="0"/>
      <dgm:spPr/>
    </dgm:pt>
    <dgm:pt modelId="{93AA8839-451F-4BB4-8785-8D6B797D6F4B}" type="pres">
      <dgm:prSet presAssocID="{C31F2A38-EE6F-4469-BC38-1A1DCED92741}" presName="rootText" presStyleLbl="node2" presStyleIdx="0" presStyleCnt="3">
        <dgm:presLayoutVars>
          <dgm:chPref val="3"/>
        </dgm:presLayoutVars>
      </dgm:prSet>
      <dgm:spPr/>
    </dgm:pt>
    <dgm:pt modelId="{4EA865ED-DB4A-45A1-AE52-39F70737EAD5}" type="pres">
      <dgm:prSet presAssocID="{C31F2A38-EE6F-4469-BC38-1A1DCED92741}" presName="rootConnector" presStyleLbl="node2" presStyleIdx="0" presStyleCnt="3"/>
      <dgm:spPr/>
    </dgm:pt>
    <dgm:pt modelId="{2194E167-5A90-4539-BE9E-CEC1ECA8BBD3}" type="pres">
      <dgm:prSet presAssocID="{C31F2A38-EE6F-4469-BC38-1A1DCED92741}" presName="hierChild4" presStyleCnt="0"/>
      <dgm:spPr/>
    </dgm:pt>
    <dgm:pt modelId="{D915CA3F-707D-4B82-B845-7B536F0CA2D8}" type="pres">
      <dgm:prSet presAssocID="{C31F2A38-EE6F-4469-BC38-1A1DCED92741}" presName="hierChild5" presStyleCnt="0"/>
      <dgm:spPr/>
    </dgm:pt>
    <dgm:pt modelId="{F75C0479-941E-4220-BBEE-EEB801F35AED}" type="pres">
      <dgm:prSet presAssocID="{84B0840F-7F12-46E2-9C6F-8CC296ADD19E}" presName="Name35" presStyleLbl="parChTrans1D2" presStyleIdx="1" presStyleCnt="3"/>
      <dgm:spPr/>
    </dgm:pt>
    <dgm:pt modelId="{FB8A85F0-EB8D-4248-AB80-A92D1A4B08D3}" type="pres">
      <dgm:prSet presAssocID="{B226234E-BD2F-43E8-BB52-57E637FAEEE2}" presName="hierRoot2" presStyleCnt="0">
        <dgm:presLayoutVars>
          <dgm:hierBranch/>
        </dgm:presLayoutVars>
      </dgm:prSet>
      <dgm:spPr/>
    </dgm:pt>
    <dgm:pt modelId="{E7F2F8CB-25F9-49CE-AA2D-58D7D1DF1BFB}" type="pres">
      <dgm:prSet presAssocID="{B226234E-BD2F-43E8-BB52-57E637FAEEE2}" presName="rootComposite" presStyleCnt="0"/>
      <dgm:spPr/>
    </dgm:pt>
    <dgm:pt modelId="{8FD96755-8B5A-42C6-AEB8-B1E92D846891}" type="pres">
      <dgm:prSet presAssocID="{B226234E-BD2F-43E8-BB52-57E637FAEEE2}" presName="rootText" presStyleLbl="node2" presStyleIdx="1" presStyleCnt="3" custLinFactNeighborY="8356">
        <dgm:presLayoutVars>
          <dgm:chPref val="3"/>
        </dgm:presLayoutVars>
      </dgm:prSet>
      <dgm:spPr/>
    </dgm:pt>
    <dgm:pt modelId="{82BBD5BE-8A9A-4595-8356-828C0C25C90F}" type="pres">
      <dgm:prSet presAssocID="{B226234E-BD2F-43E8-BB52-57E637FAEEE2}" presName="rootConnector" presStyleLbl="node2" presStyleIdx="1" presStyleCnt="3"/>
      <dgm:spPr/>
    </dgm:pt>
    <dgm:pt modelId="{CE5977A4-EAF1-40BB-9717-B4267CF0D6B2}" type="pres">
      <dgm:prSet presAssocID="{B226234E-BD2F-43E8-BB52-57E637FAEEE2}" presName="hierChild4" presStyleCnt="0"/>
      <dgm:spPr/>
    </dgm:pt>
    <dgm:pt modelId="{543B1E4B-1A33-49A9-8EE6-CFE62C23E81A}" type="pres">
      <dgm:prSet presAssocID="{B226234E-BD2F-43E8-BB52-57E637FAEEE2}" presName="hierChild5" presStyleCnt="0"/>
      <dgm:spPr/>
    </dgm:pt>
    <dgm:pt modelId="{F15B2E9B-0235-47CA-8ACC-2311DD9624AF}" type="pres">
      <dgm:prSet presAssocID="{3659A66C-7935-47A1-9A9E-FE0ECF317E80}" presName="Name35" presStyleLbl="parChTrans1D2" presStyleIdx="2" presStyleCnt="3"/>
      <dgm:spPr/>
    </dgm:pt>
    <dgm:pt modelId="{750E2194-CB2E-45AA-9D8D-CC283AA613CB}" type="pres">
      <dgm:prSet presAssocID="{5ED7666C-9917-4701-A158-B269D222C950}" presName="hierRoot2" presStyleCnt="0">
        <dgm:presLayoutVars>
          <dgm:hierBranch/>
        </dgm:presLayoutVars>
      </dgm:prSet>
      <dgm:spPr/>
    </dgm:pt>
    <dgm:pt modelId="{CA305CA6-70EF-4494-A27D-5618232EEDC7}" type="pres">
      <dgm:prSet presAssocID="{5ED7666C-9917-4701-A158-B269D222C950}" presName="rootComposite" presStyleCnt="0"/>
      <dgm:spPr/>
    </dgm:pt>
    <dgm:pt modelId="{70717AED-27EF-4C50-BD10-BDA33B77AE20}" type="pres">
      <dgm:prSet presAssocID="{5ED7666C-9917-4701-A158-B269D222C950}" presName="rootText" presStyleLbl="node2" presStyleIdx="2" presStyleCnt="3">
        <dgm:presLayoutVars>
          <dgm:chPref val="3"/>
        </dgm:presLayoutVars>
      </dgm:prSet>
      <dgm:spPr/>
    </dgm:pt>
    <dgm:pt modelId="{02E924D4-237B-4F18-AF08-525E1F8D0A79}" type="pres">
      <dgm:prSet presAssocID="{5ED7666C-9917-4701-A158-B269D222C950}" presName="rootConnector" presStyleLbl="node2" presStyleIdx="2" presStyleCnt="3"/>
      <dgm:spPr/>
    </dgm:pt>
    <dgm:pt modelId="{F70D5ED3-B39A-46DB-A394-ACAA874EACEC}" type="pres">
      <dgm:prSet presAssocID="{5ED7666C-9917-4701-A158-B269D222C950}" presName="hierChild4" presStyleCnt="0"/>
      <dgm:spPr/>
    </dgm:pt>
    <dgm:pt modelId="{EC5FDA16-7A44-4672-80AB-24D73607B521}" type="pres">
      <dgm:prSet presAssocID="{5ED7666C-9917-4701-A158-B269D222C950}" presName="hierChild5" presStyleCnt="0"/>
      <dgm:spPr/>
    </dgm:pt>
    <dgm:pt modelId="{B340806D-2110-4EFE-B6A3-AD7BF09A4857}" type="pres">
      <dgm:prSet presAssocID="{CAE49AD8-286E-4EE0-9C57-E2647C2965BE}" presName="hierChild3" presStyleCnt="0"/>
      <dgm:spPr/>
    </dgm:pt>
  </dgm:ptLst>
  <dgm:cxnLst>
    <dgm:cxn modelId="{25935F04-514C-46F8-99DC-AF4569969474}" srcId="{FE38B320-CBA8-44BE-8E04-8E75D2C60D98}" destId="{CAE49AD8-286E-4EE0-9C57-E2647C2965BE}" srcOrd="0" destOrd="0" parTransId="{783A351C-FDDB-4413-8173-35FB46E767BA}" sibTransId="{2AAEFE68-C7BF-4B7B-899B-17FFD47FF950}"/>
    <dgm:cxn modelId="{87FD6E0D-69AE-4124-AB12-947B75711962}" type="presOf" srcId="{CAE49AD8-286E-4EE0-9C57-E2647C2965BE}" destId="{C8558EA5-92D4-4CDE-AC6C-20406B586737}" srcOrd="0" destOrd="0" presId="urn:microsoft.com/office/officeart/2005/8/layout/orgChart1"/>
    <dgm:cxn modelId="{8D1C040F-41C7-4260-B596-30AAD17CEB42}" type="presOf" srcId="{CAE49AD8-286E-4EE0-9C57-E2647C2965BE}" destId="{CF8D8483-26D4-4E0A-AC9A-6AC4652F552C}" srcOrd="1" destOrd="0" presId="urn:microsoft.com/office/officeart/2005/8/layout/orgChart1"/>
    <dgm:cxn modelId="{C438EC40-6A2B-4490-AD13-3369B662BD61}" type="presOf" srcId="{5ED7666C-9917-4701-A158-B269D222C950}" destId="{02E924D4-237B-4F18-AF08-525E1F8D0A79}" srcOrd="1" destOrd="0" presId="urn:microsoft.com/office/officeart/2005/8/layout/orgChart1"/>
    <dgm:cxn modelId="{0A5FAE5D-93E9-4BC5-AFCE-5115364451D8}" type="presOf" srcId="{FE38B320-CBA8-44BE-8E04-8E75D2C60D98}" destId="{A2078319-43CA-4D97-A5D4-6311E60E0551}" srcOrd="0" destOrd="0" presId="urn:microsoft.com/office/officeart/2005/8/layout/orgChart1"/>
    <dgm:cxn modelId="{23256246-FE6F-4FA3-8625-387402369600}" type="presOf" srcId="{B6A22B60-E56B-4925-81AB-EAC1E2378559}" destId="{D8570125-2896-43B4-9FA3-330752C32892}" srcOrd="0" destOrd="0" presId="urn:microsoft.com/office/officeart/2005/8/layout/orgChart1"/>
    <dgm:cxn modelId="{CBDDDE6E-FD04-4A73-819B-0B49D89A77DC}" type="presOf" srcId="{C31F2A38-EE6F-4469-BC38-1A1DCED92741}" destId="{4EA865ED-DB4A-45A1-AE52-39F70737EAD5}" srcOrd="1" destOrd="0" presId="urn:microsoft.com/office/officeart/2005/8/layout/orgChart1"/>
    <dgm:cxn modelId="{42AF524F-8AD7-4F68-A0AD-7E22FA6A02B6}" srcId="{CAE49AD8-286E-4EE0-9C57-E2647C2965BE}" destId="{C31F2A38-EE6F-4469-BC38-1A1DCED92741}" srcOrd="0" destOrd="0" parTransId="{B6A22B60-E56B-4925-81AB-EAC1E2378559}" sibTransId="{868454BC-E516-40C7-B3B5-18D7953412AF}"/>
    <dgm:cxn modelId="{CE0B2370-5323-486E-BBFD-4EDE546847B2}" type="presOf" srcId="{3659A66C-7935-47A1-9A9E-FE0ECF317E80}" destId="{F15B2E9B-0235-47CA-8ACC-2311DD9624AF}" srcOrd="0" destOrd="0" presId="urn:microsoft.com/office/officeart/2005/8/layout/orgChart1"/>
    <dgm:cxn modelId="{9E1E5E76-48FA-43F2-9781-0EB50C5333DC}" type="presOf" srcId="{C31F2A38-EE6F-4469-BC38-1A1DCED92741}" destId="{93AA8839-451F-4BB4-8785-8D6B797D6F4B}" srcOrd="0" destOrd="0" presId="urn:microsoft.com/office/officeart/2005/8/layout/orgChart1"/>
    <dgm:cxn modelId="{F8963A7E-4924-43EC-97DE-2F136E975FBB}" srcId="{CAE49AD8-286E-4EE0-9C57-E2647C2965BE}" destId="{5ED7666C-9917-4701-A158-B269D222C950}" srcOrd="2" destOrd="0" parTransId="{3659A66C-7935-47A1-9A9E-FE0ECF317E80}" sibTransId="{58439A1F-F28D-458B-89DA-285927CAA46B}"/>
    <dgm:cxn modelId="{17196083-7AB3-4F2C-81F6-EBB3C99EDC4A}" type="presOf" srcId="{B226234E-BD2F-43E8-BB52-57E637FAEEE2}" destId="{82BBD5BE-8A9A-4595-8356-828C0C25C90F}" srcOrd="1" destOrd="0" presId="urn:microsoft.com/office/officeart/2005/8/layout/orgChart1"/>
    <dgm:cxn modelId="{858A508E-5C28-4901-9FB7-863E3087F88B}" type="presOf" srcId="{84B0840F-7F12-46E2-9C6F-8CC296ADD19E}" destId="{F75C0479-941E-4220-BBEE-EEB801F35AED}" srcOrd="0" destOrd="0" presId="urn:microsoft.com/office/officeart/2005/8/layout/orgChart1"/>
    <dgm:cxn modelId="{8C9BD2B8-B7C5-4C04-9203-413B1479242C}" srcId="{CAE49AD8-286E-4EE0-9C57-E2647C2965BE}" destId="{B226234E-BD2F-43E8-BB52-57E637FAEEE2}" srcOrd="1" destOrd="0" parTransId="{84B0840F-7F12-46E2-9C6F-8CC296ADD19E}" sibTransId="{0C6A6957-7D3E-448E-9058-6DC69B2C21EF}"/>
    <dgm:cxn modelId="{DD8820CD-9287-4E8D-8E03-FC38D0DB245C}" type="presOf" srcId="{B226234E-BD2F-43E8-BB52-57E637FAEEE2}" destId="{8FD96755-8B5A-42C6-AEB8-B1E92D846891}" srcOrd="0" destOrd="0" presId="urn:microsoft.com/office/officeart/2005/8/layout/orgChart1"/>
    <dgm:cxn modelId="{CEB649E3-1771-4773-ACE4-A54D17DC3C0F}" type="presOf" srcId="{5ED7666C-9917-4701-A158-B269D222C950}" destId="{70717AED-27EF-4C50-BD10-BDA33B77AE20}" srcOrd="0" destOrd="0" presId="urn:microsoft.com/office/officeart/2005/8/layout/orgChart1"/>
    <dgm:cxn modelId="{D30784E8-8BE3-4F91-9B9B-36C123BF5AF0}" type="presParOf" srcId="{A2078319-43CA-4D97-A5D4-6311E60E0551}" destId="{BFD6A2CB-4E16-49C3-A198-ADB4C8394678}" srcOrd="0" destOrd="0" presId="urn:microsoft.com/office/officeart/2005/8/layout/orgChart1"/>
    <dgm:cxn modelId="{213BA79B-0495-4C76-B29E-7E5F319449A6}" type="presParOf" srcId="{BFD6A2CB-4E16-49C3-A198-ADB4C8394678}" destId="{753B88BA-C6A5-46B6-B60C-9BB7D4727C99}" srcOrd="0" destOrd="0" presId="urn:microsoft.com/office/officeart/2005/8/layout/orgChart1"/>
    <dgm:cxn modelId="{303BCAD3-5864-4D60-A2A1-8BCD8609D22C}" type="presParOf" srcId="{753B88BA-C6A5-46B6-B60C-9BB7D4727C99}" destId="{C8558EA5-92D4-4CDE-AC6C-20406B586737}" srcOrd="0" destOrd="0" presId="urn:microsoft.com/office/officeart/2005/8/layout/orgChart1"/>
    <dgm:cxn modelId="{67251876-3A8E-4E74-B34B-AE6C4A842394}" type="presParOf" srcId="{753B88BA-C6A5-46B6-B60C-9BB7D4727C99}" destId="{CF8D8483-26D4-4E0A-AC9A-6AC4652F552C}" srcOrd="1" destOrd="0" presId="urn:microsoft.com/office/officeart/2005/8/layout/orgChart1"/>
    <dgm:cxn modelId="{7CE9F0CC-4510-4EB7-BBFB-A6960D9EAD89}" type="presParOf" srcId="{BFD6A2CB-4E16-49C3-A198-ADB4C8394678}" destId="{AA4546A5-F399-4F30-B37A-7D89E89A6A32}" srcOrd="1" destOrd="0" presId="urn:microsoft.com/office/officeart/2005/8/layout/orgChart1"/>
    <dgm:cxn modelId="{AF512A8F-3D0E-47ED-8EC2-DE6E311711F0}" type="presParOf" srcId="{AA4546A5-F399-4F30-B37A-7D89E89A6A32}" destId="{D8570125-2896-43B4-9FA3-330752C32892}" srcOrd="0" destOrd="0" presId="urn:microsoft.com/office/officeart/2005/8/layout/orgChart1"/>
    <dgm:cxn modelId="{5F477856-916D-49DA-9682-5B0ECF6AE9C9}" type="presParOf" srcId="{AA4546A5-F399-4F30-B37A-7D89E89A6A32}" destId="{4E33F24A-51CB-4264-9A9D-AA14D1CCD9A2}" srcOrd="1" destOrd="0" presId="urn:microsoft.com/office/officeart/2005/8/layout/orgChart1"/>
    <dgm:cxn modelId="{66E3A1FF-A31B-403B-BBB9-92DCACD1B746}" type="presParOf" srcId="{4E33F24A-51CB-4264-9A9D-AA14D1CCD9A2}" destId="{07EA03C4-F68B-490B-9407-D28C9E2DD528}" srcOrd="0" destOrd="0" presId="urn:microsoft.com/office/officeart/2005/8/layout/orgChart1"/>
    <dgm:cxn modelId="{CF0A5077-5CA5-4C4F-B155-0C668F6FA03C}" type="presParOf" srcId="{07EA03C4-F68B-490B-9407-D28C9E2DD528}" destId="{93AA8839-451F-4BB4-8785-8D6B797D6F4B}" srcOrd="0" destOrd="0" presId="urn:microsoft.com/office/officeart/2005/8/layout/orgChart1"/>
    <dgm:cxn modelId="{7D834AE6-2F21-4100-B4A7-1658F9DF4419}" type="presParOf" srcId="{07EA03C4-F68B-490B-9407-D28C9E2DD528}" destId="{4EA865ED-DB4A-45A1-AE52-39F70737EAD5}" srcOrd="1" destOrd="0" presId="urn:microsoft.com/office/officeart/2005/8/layout/orgChart1"/>
    <dgm:cxn modelId="{C98CE2B1-E196-4577-B276-74B2556B14DA}" type="presParOf" srcId="{4E33F24A-51CB-4264-9A9D-AA14D1CCD9A2}" destId="{2194E167-5A90-4539-BE9E-CEC1ECA8BBD3}" srcOrd="1" destOrd="0" presId="urn:microsoft.com/office/officeart/2005/8/layout/orgChart1"/>
    <dgm:cxn modelId="{E1012E27-2B41-45BD-A516-30FA8A12D2F0}" type="presParOf" srcId="{4E33F24A-51CB-4264-9A9D-AA14D1CCD9A2}" destId="{D915CA3F-707D-4B82-B845-7B536F0CA2D8}" srcOrd="2" destOrd="0" presId="urn:microsoft.com/office/officeart/2005/8/layout/orgChart1"/>
    <dgm:cxn modelId="{73B88F8F-DCC9-4D93-B5F4-EEB36CFE3F22}" type="presParOf" srcId="{AA4546A5-F399-4F30-B37A-7D89E89A6A32}" destId="{F75C0479-941E-4220-BBEE-EEB801F35AED}" srcOrd="2" destOrd="0" presId="urn:microsoft.com/office/officeart/2005/8/layout/orgChart1"/>
    <dgm:cxn modelId="{637D6E5C-FFF0-4311-A237-7BA0C4A0E23D}" type="presParOf" srcId="{AA4546A5-F399-4F30-B37A-7D89E89A6A32}" destId="{FB8A85F0-EB8D-4248-AB80-A92D1A4B08D3}" srcOrd="3" destOrd="0" presId="urn:microsoft.com/office/officeart/2005/8/layout/orgChart1"/>
    <dgm:cxn modelId="{34B340C4-4D49-4D83-8526-BD4BE59D3BD1}" type="presParOf" srcId="{FB8A85F0-EB8D-4248-AB80-A92D1A4B08D3}" destId="{E7F2F8CB-25F9-49CE-AA2D-58D7D1DF1BFB}" srcOrd="0" destOrd="0" presId="urn:microsoft.com/office/officeart/2005/8/layout/orgChart1"/>
    <dgm:cxn modelId="{F9CB1408-552E-4356-B3C6-82B7E4EA473E}" type="presParOf" srcId="{E7F2F8CB-25F9-49CE-AA2D-58D7D1DF1BFB}" destId="{8FD96755-8B5A-42C6-AEB8-B1E92D846891}" srcOrd="0" destOrd="0" presId="urn:microsoft.com/office/officeart/2005/8/layout/orgChart1"/>
    <dgm:cxn modelId="{AFD4F941-027C-4BB6-9BE3-2EB7C4DB9F76}" type="presParOf" srcId="{E7F2F8CB-25F9-49CE-AA2D-58D7D1DF1BFB}" destId="{82BBD5BE-8A9A-4595-8356-828C0C25C90F}" srcOrd="1" destOrd="0" presId="urn:microsoft.com/office/officeart/2005/8/layout/orgChart1"/>
    <dgm:cxn modelId="{EB742182-DB70-4398-A38A-20351C72EA7F}" type="presParOf" srcId="{FB8A85F0-EB8D-4248-AB80-A92D1A4B08D3}" destId="{CE5977A4-EAF1-40BB-9717-B4267CF0D6B2}" srcOrd="1" destOrd="0" presId="urn:microsoft.com/office/officeart/2005/8/layout/orgChart1"/>
    <dgm:cxn modelId="{D03DE7A6-8693-41E4-ADA2-17116720D8D9}" type="presParOf" srcId="{FB8A85F0-EB8D-4248-AB80-A92D1A4B08D3}" destId="{543B1E4B-1A33-49A9-8EE6-CFE62C23E81A}" srcOrd="2" destOrd="0" presId="urn:microsoft.com/office/officeart/2005/8/layout/orgChart1"/>
    <dgm:cxn modelId="{8427F73B-9D5B-4E6D-9E85-76A1D53A11C2}" type="presParOf" srcId="{AA4546A5-F399-4F30-B37A-7D89E89A6A32}" destId="{F15B2E9B-0235-47CA-8ACC-2311DD9624AF}" srcOrd="4" destOrd="0" presId="urn:microsoft.com/office/officeart/2005/8/layout/orgChart1"/>
    <dgm:cxn modelId="{D65B3662-F227-49A4-9A0F-36091758FD47}" type="presParOf" srcId="{AA4546A5-F399-4F30-B37A-7D89E89A6A32}" destId="{750E2194-CB2E-45AA-9D8D-CC283AA613CB}" srcOrd="5" destOrd="0" presId="urn:microsoft.com/office/officeart/2005/8/layout/orgChart1"/>
    <dgm:cxn modelId="{061452E2-7886-4B52-B8B9-F1395F569730}" type="presParOf" srcId="{750E2194-CB2E-45AA-9D8D-CC283AA613CB}" destId="{CA305CA6-70EF-4494-A27D-5618232EEDC7}" srcOrd="0" destOrd="0" presId="urn:microsoft.com/office/officeart/2005/8/layout/orgChart1"/>
    <dgm:cxn modelId="{13C41959-56D8-4134-B65D-7756BD702A14}" type="presParOf" srcId="{CA305CA6-70EF-4494-A27D-5618232EEDC7}" destId="{70717AED-27EF-4C50-BD10-BDA33B77AE20}" srcOrd="0" destOrd="0" presId="urn:microsoft.com/office/officeart/2005/8/layout/orgChart1"/>
    <dgm:cxn modelId="{34D12E6D-39EB-472B-BF54-675AA3CB7DF1}" type="presParOf" srcId="{CA305CA6-70EF-4494-A27D-5618232EEDC7}" destId="{02E924D4-237B-4F18-AF08-525E1F8D0A79}" srcOrd="1" destOrd="0" presId="urn:microsoft.com/office/officeart/2005/8/layout/orgChart1"/>
    <dgm:cxn modelId="{D775E7EA-4F80-4BAF-A433-628806F83C50}" type="presParOf" srcId="{750E2194-CB2E-45AA-9D8D-CC283AA613CB}" destId="{F70D5ED3-B39A-46DB-A394-ACAA874EACEC}" srcOrd="1" destOrd="0" presId="urn:microsoft.com/office/officeart/2005/8/layout/orgChart1"/>
    <dgm:cxn modelId="{793AFB3B-734F-4843-98CB-727DB11BB184}" type="presParOf" srcId="{750E2194-CB2E-45AA-9D8D-CC283AA613CB}" destId="{EC5FDA16-7A44-4672-80AB-24D73607B521}" srcOrd="2" destOrd="0" presId="urn:microsoft.com/office/officeart/2005/8/layout/orgChart1"/>
    <dgm:cxn modelId="{3F20A430-7A45-4A53-9B06-F4788F072AB2}" type="presParOf" srcId="{BFD6A2CB-4E16-49C3-A198-ADB4C8394678}" destId="{B340806D-2110-4EFE-B6A3-AD7BF09A4857}" srcOrd="2" destOrd="0" presId="urn:microsoft.com/office/officeart/2005/8/layout/orgChar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E38B320-CBA8-44BE-8E04-8E75D2C60D98}" type="doc">
      <dgm:prSet loTypeId="urn:microsoft.com/office/officeart/2005/8/layout/orgChart1" loCatId="hierarchy" qsTypeId="urn:microsoft.com/office/officeart/2005/8/quickstyle/simple1" qsCatId="simple" csTypeId="urn:microsoft.com/office/officeart/2005/8/colors/accent1_2" csCatId="accent1"/>
      <dgm:spPr/>
    </dgm:pt>
    <dgm:pt modelId="{CAE49AD8-286E-4EE0-9C57-E2647C2965BE}">
      <dgm:prSet/>
      <dgm:spPr>
        <a:xfrm>
          <a:off x="1385578" y="58229"/>
          <a:ext cx="1144888" cy="572444"/>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endParaRPr lang="en-GB">
            <a:solidFill>
              <a:sysClr val="window" lastClr="FFFFFF"/>
            </a:solidFill>
            <a:latin typeface="Calibri" panose="020F0502020204030204"/>
            <a:ea typeface="+mn-ea"/>
            <a:cs typeface="+mn-cs"/>
          </a:endParaRPr>
        </a:p>
      </dgm:t>
    </dgm:pt>
    <dgm:pt modelId="{783A351C-FDDB-4413-8173-35FB46E767BA}" type="parTrans" cxnId="{25935F04-514C-46F8-99DC-AF4569969474}">
      <dgm:prSet/>
      <dgm:spPr/>
      <dgm:t>
        <a:bodyPr/>
        <a:lstStyle/>
        <a:p>
          <a:endParaRPr lang="en-GB"/>
        </a:p>
      </dgm:t>
    </dgm:pt>
    <dgm:pt modelId="{2AAEFE68-C7BF-4B7B-899B-17FFD47FF950}" type="sibTrans" cxnId="{25935F04-514C-46F8-99DC-AF4569969474}">
      <dgm:prSet/>
      <dgm:spPr/>
      <dgm:t>
        <a:bodyPr/>
        <a:lstStyle/>
        <a:p>
          <a:endParaRPr lang="en-GB"/>
        </a:p>
      </dgm:t>
    </dgm:pt>
    <dgm:pt modelId="{C31F2A38-EE6F-4469-BC38-1A1DCED92741}">
      <dgm:prSet/>
      <dgm:spPr>
        <a:xfrm>
          <a:off x="262" y="871100"/>
          <a:ext cx="1144888" cy="572444"/>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endParaRPr lang="en-GB">
            <a:solidFill>
              <a:sysClr val="window" lastClr="FFFFFF"/>
            </a:solidFill>
            <a:latin typeface="Calibri" panose="020F0502020204030204"/>
            <a:ea typeface="+mn-ea"/>
            <a:cs typeface="+mn-cs"/>
          </a:endParaRPr>
        </a:p>
      </dgm:t>
    </dgm:pt>
    <dgm:pt modelId="{B6A22B60-E56B-4925-81AB-EAC1E2378559}" type="parTrans" cxnId="{42AF524F-8AD7-4F68-A0AD-7E22FA6A02B6}">
      <dgm:prSet/>
      <dgm:spPr>
        <a:xfrm>
          <a:off x="572707" y="630674"/>
          <a:ext cx="1385315" cy="240426"/>
        </a:xfrm>
        <a:custGeom>
          <a:avLst/>
          <a:gdLst/>
          <a:ahLst/>
          <a:cxnLst/>
          <a:rect l="0" t="0" r="0" b="0"/>
          <a:pathLst>
            <a:path>
              <a:moveTo>
                <a:pt x="1385315" y="0"/>
              </a:moveTo>
              <a:lnTo>
                <a:pt x="1385315" y="120213"/>
              </a:lnTo>
              <a:lnTo>
                <a:pt x="0" y="120213"/>
              </a:lnTo>
              <a:lnTo>
                <a:pt x="0" y="240426"/>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GB"/>
        </a:p>
      </dgm:t>
    </dgm:pt>
    <dgm:pt modelId="{868454BC-E516-40C7-B3B5-18D7953412AF}" type="sibTrans" cxnId="{42AF524F-8AD7-4F68-A0AD-7E22FA6A02B6}">
      <dgm:prSet/>
      <dgm:spPr/>
      <dgm:t>
        <a:bodyPr/>
        <a:lstStyle/>
        <a:p>
          <a:endParaRPr lang="en-GB"/>
        </a:p>
      </dgm:t>
    </dgm:pt>
    <dgm:pt modelId="{B226234E-BD2F-43E8-BB52-57E637FAEEE2}">
      <dgm:prSet/>
      <dgm:spPr>
        <a:xfrm>
          <a:off x="1385578" y="871100"/>
          <a:ext cx="1144888" cy="572444"/>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endParaRPr lang="en-GB">
            <a:solidFill>
              <a:sysClr val="window" lastClr="FFFFFF"/>
            </a:solidFill>
            <a:latin typeface="Calibri" panose="020F0502020204030204"/>
            <a:ea typeface="+mn-ea"/>
            <a:cs typeface="+mn-cs"/>
          </a:endParaRPr>
        </a:p>
      </dgm:t>
    </dgm:pt>
    <dgm:pt modelId="{84B0840F-7F12-46E2-9C6F-8CC296ADD19E}" type="parTrans" cxnId="{8C9BD2B8-B7C5-4C04-9203-413B1479242C}">
      <dgm:prSet/>
      <dgm:spPr>
        <a:xfrm>
          <a:off x="1912302" y="630674"/>
          <a:ext cx="91440" cy="240426"/>
        </a:xfrm>
        <a:custGeom>
          <a:avLst/>
          <a:gdLst/>
          <a:ahLst/>
          <a:cxnLst/>
          <a:rect l="0" t="0" r="0" b="0"/>
          <a:pathLst>
            <a:path>
              <a:moveTo>
                <a:pt x="45720" y="0"/>
              </a:moveTo>
              <a:lnTo>
                <a:pt x="45720" y="240426"/>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GB"/>
        </a:p>
      </dgm:t>
    </dgm:pt>
    <dgm:pt modelId="{0C6A6957-7D3E-448E-9058-6DC69B2C21EF}" type="sibTrans" cxnId="{8C9BD2B8-B7C5-4C04-9203-413B1479242C}">
      <dgm:prSet/>
      <dgm:spPr/>
      <dgm:t>
        <a:bodyPr/>
        <a:lstStyle/>
        <a:p>
          <a:endParaRPr lang="en-GB"/>
        </a:p>
      </dgm:t>
    </dgm:pt>
    <dgm:pt modelId="{5ED7666C-9917-4701-A158-B269D222C950}">
      <dgm:prSet/>
      <dgm:spPr>
        <a:xfrm>
          <a:off x="2770893" y="871100"/>
          <a:ext cx="1144888" cy="572444"/>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endParaRPr lang="en-GB">
            <a:solidFill>
              <a:sysClr val="window" lastClr="FFFFFF"/>
            </a:solidFill>
            <a:latin typeface="Calibri" panose="020F0502020204030204"/>
            <a:ea typeface="+mn-ea"/>
            <a:cs typeface="+mn-cs"/>
          </a:endParaRPr>
        </a:p>
      </dgm:t>
    </dgm:pt>
    <dgm:pt modelId="{3659A66C-7935-47A1-9A9E-FE0ECF317E80}" type="parTrans" cxnId="{F8963A7E-4924-43EC-97DE-2F136E975FBB}">
      <dgm:prSet/>
      <dgm:spPr>
        <a:xfrm>
          <a:off x="1958022" y="630674"/>
          <a:ext cx="1385315" cy="240426"/>
        </a:xfrm>
        <a:custGeom>
          <a:avLst/>
          <a:gdLst/>
          <a:ahLst/>
          <a:cxnLst/>
          <a:rect l="0" t="0" r="0" b="0"/>
          <a:pathLst>
            <a:path>
              <a:moveTo>
                <a:pt x="0" y="0"/>
              </a:moveTo>
              <a:lnTo>
                <a:pt x="0" y="120213"/>
              </a:lnTo>
              <a:lnTo>
                <a:pt x="1385315" y="120213"/>
              </a:lnTo>
              <a:lnTo>
                <a:pt x="1385315" y="240426"/>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GB"/>
        </a:p>
      </dgm:t>
    </dgm:pt>
    <dgm:pt modelId="{58439A1F-F28D-458B-89DA-285927CAA46B}" type="sibTrans" cxnId="{F8963A7E-4924-43EC-97DE-2F136E975FBB}">
      <dgm:prSet/>
      <dgm:spPr/>
      <dgm:t>
        <a:bodyPr/>
        <a:lstStyle/>
        <a:p>
          <a:endParaRPr lang="en-GB"/>
        </a:p>
      </dgm:t>
    </dgm:pt>
    <dgm:pt modelId="{A2078319-43CA-4D97-A5D4-6311E60E0551}" type="pres">
      <dgm:prSet presAssocID="{FE38B320-CBA8-44BE-8E04-8E75D2C60D98}" presName="hierChild1" presStyleCnt="0">
        <dgm:presLayoutVars>
          <dgm:orgChart val="1"/>
          <dgm:chPref val="1"/>
          <dgm:dir/>
          <dgm:animOne val="branch"/>
          <dgm:animLvl val="lvl"/>
          <dgm:resizeHandles/>
        </dgm:presLayoutVars>
      </dgm:prSet>
      <dgm:spPr/>
    </dgm:pt>
    <dgm:pt modelId="{BFD6A2CB-4E16-49C3-A198-ADB4C8394678}" type="pres">
      <dgm:prSet presAssocID="{CAE49AD8-286E-4EE0-9C57-E2647C2965BE}" presName="hierRoot1" presStyleCnt="0">
        <dgm:presLayoutVars>
          <dgm:hierBranch/>
        </dgm:presLayoutVars>
      </dgm:prSet>
      <dgm:spPr/>
    </dgm:pt>
    <dgm:pt modelId="{753B88BA-C6A5-46B6-B60C-9BB7D4727C99}" type="pres">
      <dgm:prSet presAssocID="{CAE49AD8-286E-4EE0-9C57-E2647C2965BE}" presName="rootComposite1" presStyleCnt="0"/>
      <dgm:spPr/>
    </dgm:pt>
    <dgm:pt modelId="{C8558EA5-92D4-4CDE-AC6C-20406B586737}" type="pres">
      <dgm:prSet presAssocID="{CAE49AD8-286E-4EE0-9C57-E2647C2965BE}" presName="rootText1" presStyleLbl="node0" presStyleIdx="0" presStyleCnt="1">
        <dgm:presLayoutVars>
          <dgm:chPref val="3"/>
        </dgm:presLayoutVars>
      </dgm:prSet>
      <dgm:spPr/>
    </dgm:pt>
    <dgm:pt modelId="{CF8D8483-26D4-4E0A-AC9A-6AC4652F552C}" type="pres">
      <dgm:prSet presAssocID="{CAE49AD8-286E-4EE0-9C57-E2647C2965BE}" presName="rootConnector1" presStyleLbl="node1" presStyleIdx="0" presStyleCnt="0"/>
      <dgm:spPr/>
    </dgm:pt>
    <dgm:pt modelId="{AA4546A5-F399-4F30-B37A-7D89E89A6A32}" type="pres">
      <dgm:prSet presAssocID="{CAE49AD8-286E-4EE0-9C57-E2647C2965BE}" presName="hierChild2" presStyleCnt="0"/>
      <dgm:spPr/>
    </dgm:pt>
    <dgm:pt modelId="{D8570125-2896-43B4-9FA3-330752C32892}" type="pres">
      <dgm:prSet presAssocID="{B6A22B60-E56B-4925-81AB-EAC1E2378559}" presName="Name35" presStyleLbl="parChTrans1D2" presStyleIdx="0" presStyleCnt="3"/>
      <dgm:spPr/>
    </dgm:pt>
    <dgm:pt modelId="{4E33F24A-51CB-4264-9A9D-AA14D1CCD9A2}" type="pres">
      <dgm:prSet presAssocID="{C31F2A38-EE6F-4469-BC38-1A1DCED92741}" presName="hierRoot2" presStyleCnt="0">
        <dgm:presLayoutVars>
          <dgm:hierBranch/>
        </dgm:presLayoutVars>
      </dgm:prSet>
      <dgm:spPr/>
    </dgm:pt>
    <dgm:pt modelId="{07EA03C4-F68B-490B-9407-D28C9E2DD528}" type="pres">
      <dgm:prSet presAssocID="{C31F2A38-EE6F-4469-BC38-1A1DCED92741}" presName="rootComposite" presStyleCnt="0"/>
      <dgm:spPr/>
    </dgm:pt>
    <dgm:pt modelId="{93AA8839-451F-4BB4-8785-8D6B797D6F4B}" type="pres">
      <dgm:prSet presAssocID="{C31F2A38-EE6F-4469-BC38-1A1DCED92741}" presName="rootText" presStyleLbl="node2" presStyleIdx="0" presStyleCnt="3">
        <dgm:presLayoutVars>
          <dgm:chPref val="3"/>
        </dgm:presLayoutVars>
      </dgm:prSet>
      <dgm:spPr/>
    </dgm:pt>
    <dgm:pt modelId="{4EA865ED-DB4A-45A1-AE52-39F70737EAD5}" type="pres">
      <dgm:prSet presAssocID="{C31F2A38-EE6F-4469-BC38-1A1DCED92741}" presName="rootConnector" presStyleLbl="node2" presStyleIdx="0" presStyleCnt="3"/>
      <dgm:spPr/>
    </dgm:pt>
    <dgm:pt modelId="{2194E167-5A90-4539-BE9E-CEC1ECA8BBD3}" type="pres">
      <dgm:prSet presAssocID="{C31F2A38-EE6F-4469-BC38-1A1DCED92741}" presName="hierChild4" presStyleCnt="0"/>
      <dgm:spPr/>
    </dgm:pt>
    <dgm:pt modelId="{D915CA3F-707D-4B82-B845-7B536F0CA2D8}" type="pres">
      <dgm:prSet presAssocID="{C31F2A38-EE6F-4469-BC38-1A1DCED92741}" presName="hierChild5" presStyleCnt="0"/>
      <dgm:spPr/>
    </dgm:pt>
    <dgm:pt modelId="{F75C0479-941E-4220-BBEE-EEB801F35AED}" type="pres">
      <dgm:prSet presAssocID="{84B0840F-7F12-46E2-9C6F-8CC296ADD19E}" presName="Name35" presStyleLbl="parChTrans1D2" presStyleIdx="1" presStyleCnt="3"/>
      <dgm:spPr/>
    </dgm:pt>
    <dgm:pt modelId="{FB8A85F0-EB8D-4248-AB80-A92D1A4B08D3}" type="pres">
      <dgm:prSet presAssocID="{B226234E-BD2F-43E8-BB52-57E637FAEEE2}" presName="hierRoot2" presStyleCnt="0">
        <dgm:presLayoutVars>
          <dgm:hierBranch/>
        </dgm:presLayoutVars>
      </dgm:prSet>
      <dgm:spPr/>
    </dgm:pt>
    <dgm:pt modelId="{E7F2F8CB-25F9-49CE-AA2D-58D7D1DF1BFB}" type="pres">
      <dgm:prSet presAssocID="{B226234E-BD2F-43E8-BB52-57E637FAEEE2}" presName="rootComposite" presStyleCnt="0"/>
      <dgm:spPr/>
    </dgm:pt>
    <dgm:pt modelId="{8FD96755-8B5A-42C6-AEB8-B1E92D846891}" type="pres">
      <dgm:prSet presAssocID="{B226234E-BD2F-43E8-BB52-57E637FAEEE2}" presName="rootText" presStyleLbl="node2" presStyleIdx="1" presStyleCnt="3">
        <dgm:presLayoutVars>
          <dgm:chPref val="3"/>
        </dgm:presLayoutVars>
      </dgm:prSet>
      <dgm:spPr/>
    </dgm:pt>
    <dgm:pt modelId="{82BBD5BE-8A9A-4595-8356-828C0C25C90F}" type="pres">
      <dgm:prSet presAssocID="{B226234E-BD2F-43E8-BB52-57E637FAEEE2}" presName="rootConnector" presStyleLbl="node2" presStyleIdx="1" presStyleCnt="3"/>
      <dgm:spPr/>
    </dgm:pt>
    <dgm:pt modelId="{CE5977A4-EAF1-40BB-9717-B4267CF0D6B2}" type="pres">
      <dgm:prSet presAssocID="{B226234E-BD2F-43E8-BB52-57E637FAEEE2}" presName="hierChild4" presStyleCnt="0"/>
      <dgm:spPr/>
    </dgm:pt>
    <dgm:pt modelId="{543B1E4B-1A33-49A9-8EE6-CFE62C23E81A}" type="pres">
      <dgm:prSet presAssocID="{B226234E-BD2F-43E8-BB52-57E637FAEEE2}" presName="hierChild5" presStyleCnt="0"/>
      <dgm:spPr/>
    </dgm:pt>
    <dgm:pt modelId="{F15B2E9B-0235-47CA-8ACC-2311DD9624AF}" type="pres">
      <dgm:prSet presAssocID="{3659A66C-7935-47A1-9A9E-FE0ECF317E80}" presName="Name35" presStyleLbl="parChTrans1D2" presStyleIdx="2" presStyleCnt="3"/>
      <dgm:spPr/>
    </dgm:pt>
    <dgm:pt modelId="{750E2194-CB2E-45AA-9D8D-CC283AA613CB}" type="pres">
      <dgm:prSet presAssocID="{5ED7666C-9917-4701-A158-B269D222C950}" presName="hierRoot2" presStyleCnt="0">
        <dgm:presLayoutVars>
          <dgm:hierBranch/>
        </dgm:presLayoutVars>
      </dgm:prSet>
      <dgm:spPr/>
    </dgm:pt>
    <dgm:pt modelId="{CA305CA6-70EF-4494-A27D-5618232EEDC7}" type="pres">
      <dgm:prSet presAssocID="{5ED7666C-9917-4701-A158-B269D222C950}" presName="rootComposite" presStyleCnt="0"/>
      <dgm:spPr/>
    </dgm:pt>
    <dgm:pt modelId="{70717AED-27EF-4C50-BD10-BDA33B77AE20}" type="pres">
      <dgm:prSet presAssocID="{5ED7666C-9917-4701-A158-B269D222C950}" presName="rootText" presStyleLbl="node2" presStyleIdx="2" presStyleCnt="3">
        <dgm:presLayoutVars>
          <dgm:chPref val="3"/>
        </dgm:presLayoutVars>
      </dgm:prSet>
      <dgm:spPr/>
    </dgm:pt>
    <dgm:pt modelId="{02E924D4-237B-4F18-AF08-525E1F8D0A79}" type="pres">
      <dgm:prSet presAssocID="{5ED7666C-9917-4701-A158-B269D222C950}" presName="rootConnector" presStyleLbl="node2" presStyleIdx="2" presStyleCnt="3"/>
      <dgm:spPr/>
    </dgm:pt>
    <dgm:pt modelId="{F70D5ED3-B39A-46DB-A394-ACAA874EACEC}" type="pres">
      <dgm:prSet presAssocID="{5ED7666C-9917-4701-A158-B269D222C950}" presName="hierChild4" presStyleCnt="0"/>
      <dgm:spPr/>
    </dgm:pt>
    <dgm:pt modelId="{EC5FDA16-7A44-4672-80AB-24D73607B521}" type="pres">
      <dgm:prSet presAssocID="{5ED7666C-9917-4701-A158-B269D222C950}" presName="hierChild5" presStyleCnt="0"/>
      <dgm:spPr/>
    </dgm:pt>
    <dgm:pt modelId="{B340806D-2110-4EFE-B6A3-AD7BF09A4857}" type="pres">
      <dgm:prSet presAssocID="{CAE49AD8-286E-4EE0-9C57-E2647C2965BE}" presName="hierChild3" presStyleCnt="0"/>
      <dgm:spPr/>
    </dgm:pt>
  </dgm:ptLst>
  <dgm:cxnLst>
    <dgm:cxn modelId="{25935F04-514C-46F8-99DC-AF4569969474}" srcId="{FE38B320-CBA8-44BE-8E04-8E75D2C60D98}" destId="{CAE49AD8-286E-4EE0-9C57-E2647C2965BE}" srcOrd="0" destOrd="0" parTransId="{783A351C-FDDB-4413-8173-35FB46E767BA}" sibTransId="{2AAEFE68-C7BF-4B7B-899B-17FFD47FF950}"/>
    <dgm:cxn modelId="{524D681D-AD5C-4B78-BD09-3F0A955A0757}" type="presOf" srcId="{FE38B320-CBA8-44BE-8E04-8E75D2C60D98}" destId="{A2078319-43CA-4D97-A5D4-6311E60E0551}" srcOrd="0" destOrd="0" presId="urn:microsoft.com/office/officeart/2005/8/layout/orgChart1"/>
    <dgm:cxn modelId="{20AEEC29-A116-4080-8957-9EC4DFA0557B}" type="presOf" srcId="{84B0840F-7F12-46E2-9C6F-8CC296ADD19E}" destId="{F75C0479-941E-4220-BBEE-EEB801F35AED}" srcOrd="0" destOrd="0" presId="urn:microsoft.com/office/officeart/2005/8/layout/orgChart1"/>
    <dgm:cxn modelId="{E451263C-D211-4117-A032-E5B2B33C23B6}" type="presOf" srcId="{C31F2A38-EE6F-4469-BC38-1A1DCED92741}" destId="{93AA8839-451F-4BB4-8785-8D6B797D6F4B}" srcOrd="0" destOrd="0" presId="urn:microsoft.com/office/officeart/2005/8/layout/orgChart1"/>
    <dgm:cxn modelId="{6E9DC13C-2ADD-4BEF-860A-076F27E52D7F}" type="presOf" srcId="{B226234E-BD2F-43E8-BB52-57E637FAEEE2}" destId="{8FD96755-8B5A-42C6-AEB8-B1E92D846891}" srcOrd="0" destOrd="0" presId="urn:microsoft.com/office/officeart/2005/8/layout/orgChart1"/>
    <dgm:cxn modelId="{022F1465-AF84-4B64-B715-4DC76F57A47A}" type="presOf" srcId="{5ED7666C-9917-4701-A158-B269D222C950}" destId="{02E924D4-237B-4F18-AF08-525E1F8D0A79}" srcOrd="1" destOrd="0" presId="urn:microsoft.com/office/officeart/2005/8/layout/orgChart1"/>
    <dgm:cxn modelId="{42AF524F-8AD7-4F68-A0AD-7E22FA6A02B6}" srcId="{CAE49AD8-286E-4EE0-9C57-E2647C2965BE}" destId="{C31F2A38-EE6F-4469-BC38-1A1DCED92741}" srcOrd="0" destOrd="0" parTransId="{B6A22B60-E56B-4925-81AB-EAC1E2378559}" sibTransId="{868454BC-E516-40C7-B3B5-18D7953412AF}"/>
    <dgm:cxn modelId="{F8963A7E-4924-43EC-97DE-2F136E975FBB}" srcId="{CAE49AD8-286E-4EE0-9C57-E2647C2965BE}" destId="{5ED7666C-9917-4701-A158-B269D222C950}" srcOrd="2" destOrd="0" parTransId="{3659A66C-7935-47A1-9A9E-FE0ECF317E80}" sibTransId="{58439A1F-F28D-458B-89DA-285927CAA46B}"/>
    <dgm:cxn modelId="{4F54B68D-EB4E-4CAB-9CB7-B4509FF9B00A}" type="presOf" srcId="{C31F2A38-EE6F-4469-BC38-1A1DCED92741}" destId="{4EA865ED-DB4A-45A1-AE52-39F70737EAD5}" srcOrd="1" destOrd="0" presId="urn:microsoft.com/office/officeart/2005/8/layout/orgChart1"/>
    <dgm:cxn modelId="{D77BD68D-3563-4DEA-A067-6E251E8B2387}" type="presOf" srcId="{5ED7666C-9917-4701-A158-B269D222C950}" destId="{70717AED-27EF-4C50-BD10-BDA33B77AE20}" srcOrd="0" destOrd="0" presId="urn:microsoft.com/office/officeart/2005/8/layout/orgChart1"/>
    <dgm:cxn modelId="{3DE62F93-67DF-4B22-A4DD-A746F894E8F2}" type="presOf" srcId="{CAE49AD8-286E-4EE0-9C57-E2647C2965BE}" destId="{CF8D8483-26D4-4E0A-AC9A-6AC4652F552C}" srcOrd="1" destOrd="0" presId="urn:microsoft.com/office/officeart/2005/8/layout/orgChart1"/>
    <dgm:cxn modelId="{A7ABA7B2-4541-4D71-815F-E9535C604681}" type="presOf" srcId="{3659A66C-7935-47A1-9A9E-FE0ECF317E80}" destId="{F15B2E9B-0235-47CA-8ACC-2311DD9624AF}" srcOrd="0" destOrd="0" presId="urn:microsoft.com/office/officeart/2005/8/layout/orgChart1"/>
    <dgm:cxn modelId="{8C9BD2B8-B7C5-4C04-9203-413B1479242C}" srcId="{CAE49AD8-286E-4EE0-9C57-E2647C2965BE}" destId="{B226234E-BD2F-43E8-BB52-57E637FAEEE2}" srcOrd="1" destOrd="0" parTransId="{84B0840F-7F12-46E2-9C6F-8CC296ADD19E}" sibTransId="{0C6A6957-7D3E-448E-9058-6DC69B2C21EF}"/>
    <dgm:cxn modelId="{A7CA26C5-B8D5-4A13-B9DA-481F0956F3E4}" type="presOf" srcId="{CAE49AD8-286E-4EE0-9C57-E2647C2965BE}" destId="{C8558EA5-92D4-4CDE-AC6C-20406B586737}" srcOrd="0" destOrd="0" presId="urn:microsoft.com/office/officeart/2005/8/layout/orgChart1"/>
    <dgm:cxn modelId="{1A23CBC8-2A7B-433A-BD6A-778D020B39D5}" type="presOf" srcId="{B226234E-BD2F-43E8-BB52-57E637FAEEE2}" destId="{82BBD5BE-8A9A-4595-8356-828C0C25C90F}" srcOrd="1" destOrd="0" presId="urn:microsoft.com/office/officeart/2005/8/layout/orgChart1"/>
    <dgm:cxn modelId="{53F8BAF3-0F5C-4EDF-BD77-3A087F4A77B7}" type="presOf" srcId="{B6A22B60-E56B-4925-81AB-EAC1E2378559}" destId="{D8570125-2896-43B4-9FA3-330752C32892}" srcOrd="0" destOrd="0" presId="urn:microsoft.com/office/officeart/2005/8/layout/orgChart1"/>
    <dgm:cxn modelId="{9190369A-526D-4A24-B0B9-342A624AE8E1}" type="presParOf" srcId="{A2078319-43CA-4D97-A5D4-6311E60E0551}" destId="{BFD6A2CB-4E16-49C3-A198-ADB4C8394678}" srcOrd="0" destOrd="0" presId="urn:microsoft.com/office/officeart/2005/8/layout/orgChart1"/>
    <dgm:cxn modelId="{DD6D5F73-5A24-4C60-9DC8-12D8F2F89E13}" type="presParOf" srcId="{BFD6A2CB-4E16-49C3-A198-ADB4C8394678}" destId="{753B88BA-C6A5-46B6-B60C-9BB7D4727C99}" srcOrd="0" destOrd="0" presId="urn:microsoft.com/office/officeart/2005/8/layout/orgChart1"/>
    <dgm:cxn modelId="{B67068FE-C4C3-44C0-88F5-33BAE4C19E9C}" type="presParOf" srcId="{753B88BA-C6A5-46B6-B60C-9BB7D4727C99}" destId="{C8558EA5-92D4-4CDE-AC6C-20406B586737}" srcOrd="0" destOrd="0" presId="urn:microsoft.com/office/officeart/2005/8/layout/orgChart1"/>
    <dgm:cxn modelId="{5E65FAC4-48A6-4911-8720-9E9F32DACC69}" type="presParOf" srcId="{753B88BA-C6A5-46B6-B60C-9BB7D4727C99}" destId="{CF8D8483-26D4-4E0A-AC9A-6AC4652F552C}" srcOrd="1" destOrd="0" presId="urn:microsoft.com/office/officeart/2005/8/layout/orgChart1"/>
    <dgm:cxn modelId="{FFFC4DF6-3E29-4D45-B931-5A4F0E0FC896}" type="presParOf" srcId="{BFD6A2CB-4E16-49C3-A198-ADB4C8394678}" destId="{AA4546A5-F399-4F30-B37A-7D89E89A6A32}" srcOrd="1" destOrd="0" presId="urn:microsoft.com/office/officeart/2005/8/layout/orgChart1"/>
    <dgm:cxn modelId="{4DA1E7AB-A574-4A4D-99AC-ADB52615D45E}" type="presParOf" srcId="{AA4546A5-F399-4F30-B37A-7D89E89A6A32}" destId="{D8570125-2896-43B4-9FA3-330752C32892}" srcOrd="0" destOrd="0" presId="urn:microsoft.com/office/officeart/2005/8/layout/orgChart1"/>
    <dgm:cxn modelId="{9458F010-D12B-4B0A-B29B-1D26B5958BC0}" type="presParOf" srcId="{AA4546A5-F399-4F30-B37A-7D89E89A6A32}" destId="{4E33F24A-51CB-4264-9A9D-AA14D1CCD9A2}" srcOrd="1" destOrd="0" presId="urn:microsoft.com/office/officeart/2005/8/layout/orgChart1"/>
    <dgm:cxn modelId="{8425E34D-EB90-4071-B5B7-43925459227D}" type="presParOf" srcId="{4E33F24A-51CB-4264-9A9D-AA14D1CCD9A2}" destId="{07EA03C4-F68B-490B-9407-D28C9E2DD528}" srcOrd="0" destOrd="0" presId="urn:microsoft.com/office/officeart/2005/8/layout/orgChart1"/>
    <dgm:cxn modelId="{2E783343-0B8B-4E0B-B5A5-BD5C204B2C88}" type="presParOf" srcId="{07EA03C4-F68B-490B-9407-D28C9E2DD528}" destId="{93AA8839-451F-4BB4-8785-8D6B797D6F4B}" srcOrd="0" destOrd="0" presId="urn:microsoft.com/office/officeart/2005/8/layout/orgChart1"/>
    <dgm:cxn modelId="{8242C333-B240-4CBC-9D3D-1445A3BB255E}" type="presParOf" srcId="{07EA03C4-F68B-490B-9407-D28C9E2DD528}" destId="{4EA865ED-DB4A-45A1-AE52-39F70737EAD5}" srcOrd="1" destOrd="0" presId="urn:microsoft.com/office/officeart/2005/8/layout/orgChart1"/>
    <dgm:cxn modelId="{C182DB34-0EC9-40D1-8882-596777ED45B4}" type="presParOf" srcId="{4E33F24A-51CB-4264-9A9D-AA14D1CCD9A2}" destId="{2194E167-5A90-4539-BE9E-CEC1ECA8BBD3}" srcOrd="1" destOrd="0" presId="urn:microsoft.com/office/officeart/2005/8/layout/orgChart1"/>
    <dgm:cxn modelId="{C52B4CAF-9894-49ED-915C-3CF65FB90D9B}" type="presParOf" srcId="{4E33F24A-51CB-4264-9A9D-AA14D1CCD9A2}" destId="{D915CA3F-707D-4B82-B845-7B536F0CA2D8}" srcOrd="2" destOrd="0" presId="urn:microsoft.com/office/officeart/2005/8/layout/orgChart1"/>
    <dgm:cxn modelId="{9B876BDD-D478-4959-8089-2A4029BDCE8B}" type="presParOf" srcId="{AA4546A5-F399-4F30-B37A-7D89E89A6A32}" destId="{F75C0479-941E-4220-BBEE-EEB801F35AED}" srcOrd="2" destOrd="0" presId="urn:microsoft.com/office/officeart/2005/8/layout/orgChart1"/>
    <dgm:cxn modelId="{9227C923-ACE9-4F3F-B9CD-B6427090C20C}" type="presParOf" srcId="{AA4546A5-F399-4F30-B37A-7D89E89A6A32}" destId="{FB8A85F0-EB8D-4248-AB80-A92D1A4B08D3}" srcOrd="3" destOrd="0" presId="urn:microsoft.com/office/officeart/2005/8/layout/orgChart1"/>
    <dgm:cxn modelId="{DED59231-8EFE-4EDE-BB5B-A5A4C0FE03B3}" type="presParOf" srcId="{FB8A85F0-EB8D-4248-AB80-A92D1A4B08D3}" destId="{E7F2F8CB-25F9-49CE-AA2D-58D7D1DF1BFB}" srcOrd="0" destOrd="0" presId="urn:microsoft.com/office/officeart/2005/8/layout/orgChart1"/>
    <dgm:cxn modelId="{47DF9533-1369-43B8-9B33-65D90AFCF587}" type="presParOf" srcId="{E7F2F8CB-25F9-49CE-AA2D-58D7D1DF1BFB}" destId="{8FD96755-8B5A-42C6-AEB8-B1E92D846891}" srcOrd="0" destOrd="0" presId="urn:microsoft.com/office/officeart/2005/8/layout/orgChart1"/>
    <dgm:cxn modelId="{B3C6DD3D-D09E-4E2B-A062-FD0694CA77B4}" type="presParOf" srcId="{E7F2F8CB-25F9-49CE-AA2D-58D7D1DF1BFB}" destId="{82BBD5BE-8A9A-4595-8356-828C0C25C90F}" srcOrd="1" destOrd="0" presId="urn:microsoft.com/office/officeart/2005/8/layout/orgChart1"/>
    <dgm:cxn modelId="{0EE5080D-3588-4C0B-A576-9C7F29662F69}" type="presParOf" srcId="{FB8A85F0-EB8D-4248-AB80-A92D1A4B08D3}" destId="{CE5977A4-EAF1-40BB-9717-B4267CF0D6B2}" srcOrd="1" destOrd="0" presId="urn:microsoft.com/office/officeart/2005/8/layout/orgChart1"/>
    <dgm:cxn modelId="{249202A0-D020-4E33-A417-E8B3BCF16F31}" type="presParOf" srcId="{FB8A85F0-EB8D-4248-AB80-A92D1A4B08D3}" destId="{543B1E4B-1A33-49A9-8EE6-CFE62C23E81A}" srcOrd="2" destOrd="0" presId="urn:microsoft.com/office/officeart/2005/8/layout/orgChart1"/>
    <dgm:cxn modelId="{5F2ED504-5819-4EA8-904E-FEA205A398E3}" type="presParOf" srcId="{AA4546A5-F399-4F30-B37A-7D89E89A6A32}" destId="{F15B2E9B-0235-47CA-8ACC-2311DD9624AF}" srcOrd="4" destOrd="0" presId="urn:microsoft.com/office/officeart/2005/8/layout/orgChart1"/>
    <dgm:cxn modelId="{2881D016-CE7E-48CD-A701-AC79AF70804C}" type="presParOf" srcId="{AA4546A5-F399-4F30-B37A-7D89E89A6A32}" destId="{750E2194-CB2E-45AA-9D8D-CC283AA613CB}" srcOrd="5" destOrd="0" presId="urn:microsoft.com/office/officeart/2005/8/layout/orgChart1"/>
    <dgm:cxn modelId="{A6925B2E-E297-4593-A050-56A373B6ADD2}" type="presParOf" srcId="{750E2194-CB2E-45AA-9D8D-CC283AA613CB}" destId="{CA305CA6-70EF-4494-A27D-5618232EEDC7}" srcOrd="0" destOrd="0" presId="urn:microsoft.com/office/officeart/2005/8/layout/orgChart1"/>
    <dgm:cxn modelId="{B31ED9A9-6223-46DC-ABBB-F4A3797B99FD}" type="presParOf" srcId="{CA305CA6-70EF-4494-A27D-5618232EEDC7}" destId="{70717AED-27EF-4C50-BD10-BDA33B77AE20}" srcOrd="0" destOrd="0" presId="urn:microsoft.com/office/officeart/2005/8/layout/orgChart1"/>
    <dgm:cxn modelId="{3B3E8E48-7224-45D0-9017-30E1072F91B5}" type="presParOf" srcId="{CA305CA6-70EF-4494-A27D-5618232EEDC7}" destId="{02E924D4-237B-4F18-AF08-525E1F8D0A79}" srcOrd="1" destOrd="0" presId="urn:microsoft.com/office/officeart/2005/8/layout/orgChart1"/>
    <dgm:cxn modelId="{881FAA49-59C6-4037-BA83-348CAD609A1F}" type="presParOf" srcId="{750E2194-CB2E-45AA-9D8D-CC283AA613CB}" destId="{F70D5ED3-B39A-46DB-A394-ACAA874EACEC}" srcOrd="1" destOrd="0" presId="urn:microsoft.com/office/officeart/2005/8/layout/orgChart1"/>
    <dgm:cxn modelId="{E05810F2-1694-4057-AC88-350802E061F3}" type="presParOf" srcId="{750E2194-CB2E-45AA-9D8D-CC283AA613CB}" destId="{EC5FDA16-7A44-4672-80AB-24D73607B521}" srcOrd="2" destOrd="0" presId="urn:microsoft.com/office/officeart/2005/8/layout/orgChart1"/>
    <dgm:cxn modelId="{C69BD024-7B35-4E79-A6E1-71057F0562E0}" type="presParOf" srcId="{BFD6A2CB-4E16-49C3-A198-ADB4C8394678}" destId="{B340806D-2110-4EFE-B6A3-AD7BF09A4857}" srcOrd="2" destOrd="0" presId="urn:microsoft.com/office/officeart/2005/8/layout/orgChart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15B2E9B-0235-47CA-8ACC-2311DD9624AF}">
      <dsp:nvSpPr>
        <dsp:cNvPr id="0" name=""/>
        <dsp:cNvSpPr/>
      </dsp:nvSpPr>
      <dsp:spPr>
        <a:xfrm>
          <a:off x="1518920" y="592545"/>
          <a:ext cx="1074647" cy="186508"/>
        </a:xfrm>
        <a:custGeom>
          <a:avLst/>
          <a:gdLst/>
          <a:ahLst/>
          <a:cxnLst/>
          <a:rect l="0" t="0" r="0" b="0"/>
          <a:pathLst>
            <a:path>
              <a:moveTo>
                <a:pt x="0" y="0"/>
              </a:moveTo>
              <a:lnTo>
                <a:pt x="0" y="87660"/>
              </a:lnTo>
              <a:lnTo>
                <a:pt x="1010177" y="87660"/>
              </a:lnTo>
              <a:lnTo>
                <a:pt x="1010177" y="17532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75C0479-941E-4220-BBEE-EEB801F35AED}">
      <dsp:nvSpPr>
        <dsp:cNvPr id="0" name=""/>
        <dsp:cNvSpPr/>
      </dsp:nvSpPr>
      <dsp:spPr>
        <a:xfrm>
          <a:off x="1473199" y="592545"/>
          <a:ext cx="91440" cy="223615"/>
        </a:xfrm>
        <a:custGeom>
          <a:avLst/>
          <a:gdLst/>
          <a:ahLst/>
          <a:cxnLst/>
          <a:rect l="0" t="0" r="0" b="0"/>
          <a:pathLst>
            <a:path>
              <a:moveTo>
                <a:pt x="45720" y="0"/>
              </a:moveTo>
              <a:lnTo>
                <a:pt x="45720" y="21020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8570125-2896-43B4-9FA3-330752C32892}">
      <dsp:nvSpPr>
        <dsp:cNvPr id="0" name=""/>
        <dsp:cNvSpPr/>
      </dsp:nvSpPr>
      <dsp:spPr>
        <a:xfrm>
          <a:off x="444272" y="592545"/>
          <a:ext cx="1074647" cy="186508"/>
        </a:xfrm>
        <a:custGeom>
          <a:avLst/>
          <a:gdLst/>
          <a:ahLst/>
          <a:cxnLst/>
          <a:rect l="0" t="0" r="0" b="0"/>
          <a:pathLst>
            <a:path>
              <a:moveTo>
                <a:pt x="1010177" y="0"/>
              </a:moveTo>
              <a:lnTo>
                <a:pt x="1010177" y="87660"/>
              </a:lnTo>
              <a:lnTo>
                <a:pt x="0" y="87660"/>
              </a:lnTo>
              <a:lnTo>
                <a:pt x="0" y="17532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8558EA5-92D4-4CDE-AC6C-20406B586737}">
      <dsp:nvSpPr>
        <dsp:cNvPr id="0" name=""/>
        <dsp:cNvSpPr/>
      </dsp:nvSpPr>
      <dsp:spPr>
        <a:xfrm>
          <a:off x="1074850" y="148476"/>
          <a:ext cx="888138" cy="444069"/>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415" tIns="18415" rIns="18415" bIns="18415" numCol="1" spcCol="1270" anchor="ctr" anchorCtr="0">
          <a:noAutofit/>
        </a:bodyPr>
        <a:lstStyle/>
        <a:p>
          <a:pPr marL="0" lvl="0" indent="0" algn="ctr" defTabSz="1289050">
            <a:lnSpc>
              <a:spcPct val="90000"/>
            </a:lnSpc>
            <a:spcBef>
              <a:spcPct val="0"/>
            </a:spcBef>
            <a:spcAft>
              <a:spcPct val="35000"/>
            </a:spcAft>
            <a:buNone/>
          </a:pPr>
          <a:endParaRPr lang="en-GB" sz="2900" kern="1200">
            <a:solidFill>
              <a:sysClr val="window" lastClr="FFFFFF"/>
            </a:solidFill>
            <a:latin typeface="Calibri" panose="020F0502020204030204"/>
            <a:ea typeface="+mn-ea"/>
            <a:cs typeface="+mn-cs"/>
          </a:endParaRPr>
        </a:p>
      </dsp:txBody>
      <dsp:txXfrm>
        <a:off x="1074850" y="148476"/>
        <a:ext cx="888138" cy="444069"/>
      </dsp:txXfrm>
    </dsp:sp>
    <dsp:sp modelId="{93AA8839-451F-4BB4-8785-8D6B797D6F4B}">
      <dsp:nvSpPr>
        <dsp:cNvPr id="0" name=""/>
        <dsp:cNvSpPr/>
      </dsp:nvSpPr>
      <dsp:spPr>
        <a:xfrm>
          <a:off x="203" y="779054"/>
          <a:ext cx="888138" cy="444069"/>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415" tIns="18415" rIns="18415" bIns="18415" numCol="1" spcCol="1270" anchor="ctr" anchorCtr="0">
          <a:noAutofit/>
        </a:bodyPr>
        <a:lstStyle/>
        <a:p>
          <a:pPr marL="0" lvl="0" indent="0" algn="ctr" defTabSz="1289050">
            <a:lnSpc>
              <a:spcPct val="90000"/>
            </a:lnSpc>
            <a:spcBef>
              <a:spcPct val="0"/>
            </a:spcBef>
            <a:spcAft>
              <a:spcPct val="35000"/>
            </a:spcAft>
            <a:buNone/>
          </a:pPr>
          <a:endParaRPr lang="en-GB" sz="2900" kern="1200">
            <a:solidFill>
              <a:sysClr val="window" lastClr="FFFFFF"/>
            </a:solidFill>
            <a:latin typeface="Calibri" panose="020F0502020204030204"/>
            <a:ea typeface="+mn-ea"/>
            <a:cs typeface="+mn-cs"/>
          </a:endParaRPr>
        </a:p>
      </dsp:txBody>
      <dsp:txXfrm>
        <a:off x="203" y="779054"/>
        <a:ext cx="888138" cy="444069"/>
      </dsp:txXfrm>
    </dsp:sp>
    <dsp:sp modelId="{8FD96755-8B5A-42C6-AEB8-B1E92D846891}">
      <dsp:nvSpPr>
        <dsp:cNvPr id="0" name=""/>
        <dsp:cNvSpPr/>
      </dsp:nvSpPr>
      <dsp:spPr>
        <a:xfrm>
          <a:off x="1074850" y="816160"/>
          <a:ext cx="888138" cy="444069"/>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415" tIns="18415" rIns="18415" bIns="18415" numCol="1" spcCol="1270" anchor="ctr" anchorCtr="0">
          <a:noAutofit/>
        </a:bodyPr>
        <a:lstStyle/>
        <a:p>
          <a:pPr marL="0" lvl="0" indent="0" algn="ctr" defTabSz="1289050">
            <a:lnSpc>
              <a:spcPct val="90000"/>
            </a:lnSpc>
            <a:spcBef>
              <a:spcPct val="0"/>
            </a:spcBef>
            <a:spcAft>
              <a:spcPct val="35000"/>
            </a:spcAft>
            <a:buNone/>
          </a:pPr>
          <a:endParaRPr lang="en-GB" sz="2900" kern="1200">
            <a:solidFill>
              <a:sysClr val="window" lastClr="FFFFFF"/>
            </a:solidFill>
            <a:latin typeface="Calibri" panose="020F0502020204030204"/>
            <a:ea typeface="+mn-ea"/>
            <a:cs typeface="+mn-cs"/>
          </a:endParaRPr>
        </a:p>
      </dsp:txBody>
      <dsp:txXfrm>
        <a:off x="1074850" y="816160"/>
        <a:ext cx="888138" cy="444069"/>
      </dsp:txXfrm>
    </dsp:sp>
    <dsp:sp modelId="{70717AED-27EF-4C50-BD10-BDA33B77AE20}">
      <dsp:nvSpPr>
        <dsp:cNvPr id="0" name=""/>
        <dsp:cNvSpPr/>
      </dsp:nvSpPr>
      <dsp:spPr>
        <a:xfrm>
          <a:off x="2149498" y="779054"/>
          <a:ext cx="888138" cy="444069"/>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415" tIns="18415" rIns="18415" bIns="18415" numCol="1" spcCol="1270" anchor="ctr" anchorCtr="0">
          <a:noAutofit/>
        </a:bodyPr>
        <a:lstStyle/>
        <a:p>
          <a:pPr marL="0" lvl="0" indent="0" algn="ctr" defTabSz="1289050">
            <a:lnSpc>
              <a:spcPct val="90000"/>
            </a:lnSpc>
            <a:spcBef>
              <a:spcPct val="0"/>
            </a:spcBef>
            <a:spcAft>
              <a:spcPct val="35000"/>
            </a:spcAft>
            <a:buNone/>
          </a:pPr>
          <a:endParaRPr lang="en-GB" sz="2900" kern="1200">
            <a:solidFill>
              <a:sysClr val="window" lastClr="FFFFFF"/>
            </a:solidFill>
            <a:latin typeface="Calibri" panose="020F0502020204030204"/>
            <a:ea typeface="+mn-ea"/>
            <a:cs typeface="+mn-cs"/>
          </a:endParaRPr>
        </a:p>
      </dsp:txBody>
      <dsp:txXfrm>
        <a:off x="2149498" y="779054"/>
        <a:ext cx="888138" cy="44406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15B2E9B-0235-47CA-8ACC-2311DD9624AF}">
      <dsp:nvSpPr>
        <dsp:cNvPr id="0" name=""/>
        <dsp:cNvSpPr/>
      </dsp:nvSpPr>
      <dsp:spPr>
        <a:xfrm>
          <a:off x="1957070" y="632320"/>
          <a:ext cx="1384641" cy="240309"/>
        </a:xfrm>
        <a:custGeom>
          <a:avLst/>
          <a:gdLst/>
          <a:ahLst/>
          <a:cxnLst/>
          <a:rect l="0" t="0" r="0" b="0"/>
          <a:pathLst>
            <a:path>
              <a:moveTo>
                <a:pt x="0" y="0"/>
              </a:moveTo>
              <a:lnTo>
                <a:pt x="0" y="120213"/>
              </a:lnTo>
              <a:lnTo>
                <a:pt x="1385315" y="120213"/>
              </a:lnTo>
              <a:lnTo>
                <a:pt x="1385315" y="240426"/>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75C0479-941E-4220-BBEE-EEB801F35AED}">
      <dsp:nvSpPr>
        <dsp:cNvPr id="0" name=""/>
        <dsp:cNvSpPr/>
      </dsp:nvSpPr>
      <dsp:spPr>
        <a:xfrm>
          <a:off x="1911350" y="632320"/>
          <a:ext cx="91440" cy="240309"/>
        </a:xfrm>
        <a:custGeom>
          <a:avLst/>
          <a:gdLst/>
          <a:ahLst/>
          <a:cxnLst/>
          <a:rect l="0" t="0" r="0" b="0"/>
          <a:pathLst>
            <a:path>
              <a:moveTo>
                <a:pt x="45720" y="0"/>
              </a:moveTo>
              <a:lnTo>
                <a:pt x="45720" y="240426"/>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8570125-2896-43B4-9FA3-330752C32892}">
      <dsp:nvSpPr>
        <dsp:cNvPr id="0" name=""/>
        <dsp:cNvSpPr/>
      </dsp:nvSpPr>
      <dsp:spPr>
        <a:xfrm>
          <a:off x="572428" y="632320"/>
          <a:ext cx="1384641" cy="240309"/>
        </a:xfrm>
        <a:custGeom>
          <a:avLst/>
          <a:gdLst/>
          <a:ahLst/>
          <a:cxnLst/>
          <a:rect l="0" t="0" r="0" b="0"/>
          <a:pathLst>
            <a:path>
              <a:moveTo>
                <a:pt x="1385315" y="0"/>
              </a:moveTo>
              <a:lnTo>
                <a:pt x="1385315" y="120213"/>
              </a:lnTo>
              <a:lnTo>
                <a:pt x="0" y="120213"/>
              </a:lnTo>
              <a:lnTo>
                <a:pt x="0" y="240426"/>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8558EA5-92D4-4CDE-AC6C-20406B586737}">
      <dsp:nvSpPr>
        <dsp:cNvPr id="0" name=""/>
        <dsp:cNvSpPr/>
      </dsp:nvSpPr>
      <dsp:spPr>
        <a:xfrm>
          <a:off x="1384904" y="60154"/>
          <a:ext cx="1144331" cy="5721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3495" tIns="23495" rIns="23495" bIns="23495" numCol="1" spcCol="1270" anchor="ctr" anchorCtr="0">
          <a:noAutofit/>
        </a:bodyPr>
        <a:lstStyle/>
        <a:p>
          <a:pPr marL="0" lvl="0" indent="0" algn="ctr" defTabSz="1644650">
            <a:lnSpc>
              <a:spcPct val="90000"/>
            </a:lnSpc>
            <a:spcBef>
              <a:spcPct val="0"/>
            </a:spcBef>
            <a:spcAft>
              <a:spcPct val="35000"/>
            </a:spcAft>
            <a:buNone/>
          </a:pPr>
          <a:endParaRPr lang="en-GB" sz="3700" kern="1200">
            <a:solidFill>
              <a:sysClr val="window" lastClr="FFFFFF"/>
            </a:solidFill>
            <a:latin typeface="Calibri" panose="020F0502020204030204"/>
            <a:ea typeface="+mn-ea"/>
            <a:cs typeface="+mn-cs"/>
          </a:endParaRPr>
        </a:p>
      </dsp:txBody>
      <dsp:txXfrm>
        <a:off x="1384904" y="60154"/>
        <a:ext cx="1144331" cy="572165"/>
      </dsp:txXfrm>
    </dsp:sp>
    <dsp:sp modelId="{93AA8839-451F-4BB4-8785-8D6B797D6F4B}">
      <dsp:nvSpPr>
        <dsp:cNvPr id="0" name=""/>
        <dsp:cNvSpPr/>
      </dsp:nvSpPr>
      <dsp:spPr>
        <a:xfrm>
          <a:off x="262" y="872629"/>
          <a:ext cx="1144331" cy="5721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3495" tIns="23495" rIns="23495" bIns="23495" numCol="1" spcCol="1270" anchor="ctr" anchorCtr="0">
          <a:noAutofit/>
        </a:bodyPr>
        <a:lstStyle/>
        <a:p>
          <a:pPr marL="0" lvl="0" indent="0" algn="ctr" defTabSz="1644650">
            <a:lnSpc>
              <a:spcPct val="90000"/>
            </a:lnSpc>
            <a:spcBef>
              <a:spcPct val="0"/>
            </a:spcBef>
            <a:spcAft>
              <a:spcPct val="35000"/>
            </a:spcAft>
            <a:buNone/>
          </a:pPr>
          <a:endParaRPr lang="en-GB" sz="3700" kern="1200">
            <a:solidFill>
              <a:sysClr val="window" lastClr="FFFFFF"/>
            </a:solidFill>
            <a:latin typeface="Calibri" panose="020F0502020204030204"/>
            <a:ea typeface="+mn-ea"/>
            <a:cs typeface="+mn-cs"/>
          </a:endParaRPr>
        </a:p>
      </dsp:txBody>
      <dsp:txXfrm>
        <a:off x="262" y="872629"/>
        <a:ext cx="1144331" cy="572165"/>
      </dsp:txXfrm>
    </dsp:sp>
    <dsp:sp modelId="{8FD96755-8B5A-42C6-AEB8-B1E92D846891}">
      <dsp:nvSpPr>
        <dsp:cNvPr id="0" name=""/>
        <dsp:cNvSpPr/>
      </dsp:nvSpPr>
      <dsp:spPr>
        <a:xfrm>
          <a:off x="1384904" y="872629"/>
          <a:ext cx="1144331" cy="5721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3495" tIns="23495" rIns="23495" bIns="23495" numCol="1" spcCol="1270" anchor="ctr" anchorCtr="0">
          <a:noAutofit/>
        </a:bodyPr>
        <a:lstStyle/>
        <a:p>
          <a:pPr marL="0" lvl="0" indent="0" algn="ctr" defTabSz="1644650">
            <a:lnSpc>
              <a:spcPct val="90000"/>
            </a:lnSpc>
            <a:spcBef>
              <a:spcPct val="0"/>
            </a:spcBef>
            <a:spcAft>
              <a:spcPct val="35000"/>
            </a:spcAft>
            <a:buNone/>
          </a:pPr>
          <a:endParaRPr lang="en-GB" sz="3700" kern="1200">
            <a:solidFill>
              <a:sysClr val="window" lastClr="FFFFFF"/>
            </a:solidFill>
            <a:latin typeface="Calibri" panose="020F0502020204030204"/>
            <a:ea typeface="+mn-ea"/>
            <a:cs typeface="+mn-cs"/>
          </a:endParaRPr>
        </a:p>
      </dsp:txBody>
      <dsp:txXfrm>
        <a:off x="1384904" y="872629"/>
        <a:ext cx="1144331" cy="572165"/>
      </dsp:txXfrm>
    </dsp:sp>
    <dsp:sp modelId="{70717AED-27EF-4C50-BD10-BDA33B77AE20}">
      <dsp:nvSpPr>
        <dsp:cNvPr id="0" name=""/>
        <dsp:cNvSpPr/>
      </dsp:nvSpPr>
      <dsp:spPr>
        <a:xfrm>
          <a:off x="2769545" y="872629"/>
          <a:ext cx="1144331" cy="5721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3495" tIns="23495" rIns="23495" bIns="23495" numCol="1" spcCol="1270" anchor="ctr" anchorCtr="0">
          <a:noAutofit/>
        </a:bodyPr>
        <a:lstStyle/>
        <a:p>
          <a:pPr marL="0" lvl="0" indent="0" algn="ctr" defTabSz="1644650">
            <a:lnSpc>
              <a:spcPct val="90000"/>
            </a:lnSpc>
            <a:spcBef>
              <a:spcPct val="0"/>
            </a:spcBef>
            <a:spcAft>
              <a:spcPct val="35000"/>
            </a:spcAft>
            <a:buNone/>
          </a:pPr>
          <a:endParaRPr lang="en-GB" sz="3700" kern="1200">
            <a:solidFill>
              <a:sysClr val="window" lastClr="FFFFFF"/>
            </a:solidFill>
            <a:latin typeface="Calibri" panose="020F0502020204030204"/>
            <a:ea typeface="+mn-ea"/>
            <a:cs typeface="+mn-cs"/>
          </a:endParaRPr>
        </a:p>
      </dsp:txBody>
      <dsp:txXfrm>
        <a:off x="2769545" y="872629"/>
        <a:ext cx="1144331" cy="57216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6119935-AB83-4AD3-BFBA-C03929DE2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EAI Endorsed Transactions Word 2000 Template</Template>
  <TotalTime>1</TotalTime>
  <Pages>3</Pages>
  <Words>1662</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This is a title</vt:lpstr>
    </vt:vector>
  </TitlesOfParts>
  <Company>The British Computer Society</Company>
  <LinksUpToDate>false</LinksUpToDate>
  <CharactersWithSpaces>11120</CharactersWithSpaces>
  <SharedDoc>false</SharedDoc>
  <HLinks>
    <vt:vector size="6" baseType="variant">
      <vt:variant>
        <vt:i4>6553702</vt:i4>
      </vt:variant>
      <vt:variant>
        <vt:i4>0</vt:i4>
      </vt:variant>
      <vt:variant>
        <vt:i4>0</vt:i4>
      </vt:variant>
      <vt:variant>
        <vt:i4>5</vt:i4>
      </vt:variant>
      <vt:variant>
        <vt:lpwstr>http://creativecommons.org/licenses/by/3.0/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a title</dc:title>
  <dc:subject/>
  <dc:creator>erika</dc:creator>
  <cp:keywords/>
  <cp:lastModifiedBy>CLGV</cp:lastModifiedBy>
  <cp:revision>2</cp:revision>
  <cp:lastPrinted>1900-12-31T22:00:00Z</cp:lastPrinted>
  <dcterms:created xsi:type="dcterms:W3CDTF">2022-08-23T08:47:00Z</dcterms:created>
  <dcterms:modified xsi:type="dcterms:W3CDTF">2022-08-23T08:47:00Z</dcterms:modified>
</cp:coreProperties>
</file>